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einfach"/>
        <w:tblW w:w="0" w:type="auto"/>
        <w:tblLook w:val="04A0" w:firstRow="1" w:lastRow="0" w:firstColumn="1" w:lastColumn="0" w:noHBand="0" w:noVBand="1"/>
      </w:tblPr>
      <w:tblGrid>
        <w:gridCol w:w="7359"/>
      </w:tblGrid>
      <w:tr w:rsidR="00C65692" w14:paraId="454AC002" w14:textId="77777777" w:rsidTr="00546F76">
        <w:trPr>
          <w:trHeight w:val="284"/>
        </w:trPr>
        <w:tc>
          <w:tcPr>
            <w:tcW w:w="7359" w:type="dxa"/>
            <w:tcMar>
              <w:top w:w="11" w:type="dxa"/>
              <w:bottom w:w="0" w:type="dxa"/>
            </w:tcMar>
          </w:tcPr>
          <w:p w14:paraId="3A2F57DE" w14:textId="1C366E75" w:rsidR="00D5446F" w:rsidRPr="00C65692" w:rsidRDefault="00C65692" w:rsidP="00C65692">
            <w:pPr>
              <w:pStyle w:val="OrtDatum"/>
            </w:pPr>
            <w:r>
              <w:t xml:space="preserve">Leonberg, </w:t>
            </w:r>
            <w:sdt>
              <w:sdtPr>
                <w:rPr>
                  <w:rStyle w:val="Dokumentdatum"/>
                </w:rPr>
                <w:alias w:val="Release date"/>
                <w:tag w:val=""/>
                <w:id w:val="-1507204258"/>
                <w:lock w:val="sdtLocked"/>
                <w:placeholder>
                  <w:docPart w:val="887D4F6789E842D995581A60474B7C20"/>
                </w:placeholder>
                <w:dataBinding w:prefixMappings="xmlns:ns0='http://schemas.microsoft.com/office/2006/coverPageProps' " w:xpath="/ns0:CoverPageProperties[1]/ns0:PublishDate[1]" w:storeItemID="{55AF091B-3C7A-41E3-B477-F2FDAA23CFDA}"/>
                <w:date w:fullDate="2022-06-01T00:00:00Z">
                  <w:dateFormat w:val="d. MMMM yyyy"/>
                  <w:lid w:val="en-GB"/>
                  <w:storeMappedDataAs w:val="dateTime"/>
                  <w:calendar w:val="gregorian"/>
                </w:date>
              </w:sdtPr>
              <w:sdtEndPr>
                <w:rPr>
                  <w:rStyle w:val="Dokumentdatum"/>
                </w:rPr>
              </w:sdtEndPr>
              <w:sdtContent>
                <w:r w:rsidR="009E3D83">
                  <w:rPr>
                    <w:rStyle w:val="Dokumentdatum"/>
                  </w:rPr>
                  <w:t>1. June 2022</w:t>
                </w:r>
              </w:sdtContent>
            </w:sdt>
          </w:p>
        </w:tc>
      </w:tr>
      <w:tr w:rsidR="00C65692" w:rsidRPr="00D5446F" w14:paraId="37A27582" w14:textId="77777777" w:rsidTr="00920223">
        <w:trPr>
          <w:trHeight w:hRule="exact" w:val="1278"/>
        </w:trPr>
        <w:tc>
          <w:tcPr>
            <w:tcW w:w="7359" w:type="dxa"/>
            <w:tcMar>
              <w:top w:w="289" w:type="dxa"/>
              <w:bottom w:w="1083" w:type="dxa"/>
            </w:tcMar>
          </w:tcPr>
          <w:p w14:paraId="5FB4D6D4" w14:textId="5D7B4D6E" w:rsidR="00025DF7" w:rsidRPr="00D5446F" w:rsidRDefault="00723098" w:rsidP="00752C8E">
            <w:pPr>
              <w:pStyle w:val="Betreff"/>
            </w:pPr>
            <w:r>
              <w:t xml:space="preserve">Close doors securely and quietly: the new TS 5000 </w:t>
            </w:r>
            <w:proofErr w:type="spellStart"/>
            <w:r>
              <w:t>SoftClose</w:t>
            </w:r>
            <w:proofErr w:type="spellEnd"/>
            <w:r>
              <w:t xml:space="preserve"> from GEZE</w:t>
            </w:r>
          </w:p>
        </w:tc>
      </w:tr>
    </w:tbl>
    <w:p w14:paraId="6E82C4AE" w14:textId="72A6FF67" w:rsidR="00D5446F" w:rsidRPr="00CC41C5" w:rsidRDefault="00830329" w:rsidP="00D5446F">
      <w:pPr>
        <w:pStyle w:val="Vorspann"/>
      </w:pPr>
      <w:r>
        <w:t xml:space="preserve">With the TS 5000, GEZE already offers a real all-purpose weapon for the secure and independent closing of fire and smoke protection doors The specialists in innovative door, window and safety technology have now further developed their best-seller, launching the TS 5000 </w:t>
      </w:r>
      <w:proofErr w:type="spellStart"/>
      <w:r>
        <w:t>SoftClose</w:t>
      </w:r>
      <w:proofErr w:type="spellEnd"/>
      <w:r>
        <w:t xml:space="preserve"> variant for use wherever a door needs to close with maximum security – but with minimal noise volume. The new door closer is at the same time exceptionally quick and easy to install because it has only one valve to adjust the latching action.</w:t>
      </w:r>
    </w:p>
    <w:p w14:paraId="29C039DA" w14:textId="5EABB1A9" w:rsidR="002D4EAE" w:rsidRPr="000A1A62" w:rsidRDefault="00AF08EE" w:rsidP="00D5446F">
      <w:pPr>
        <w:pStyle w:val="berschrift1"/>
      </w:pPr>
      <w:r>
        <w:t>Solution for noise-sensitive areas where secure access is needed</w:t>
      </w:r>
    </w:p>
    <w:p w14:paraId="6442EA22" w14:textId="1E755078" w:rsidR="00737135" w:rsidRDefault="00FB78DC" w:rsidP="00FB78DC">
      <w:r>
        <w:t xml:space="preserve">The TS 5000 </w:t>
      </w:r>
      <w:proofErr w:type="spellStart"/>
      <w:r>
        <w:t>SoftClose</w:t>
      </w:r>
      <w:proofErr w:type="spellEnd"/>
      <w:r>
        <w:t xml:space="preserve"> is an elegant solution for all installation situations in challenging environmental conditions, for example in wind or suction or changing pressure ratios in interlocking door systems and staircases. Here, it helps to close heavy doors reliably but silently. This makes it the ideal door closer in environments that are noise-sensitive: whether in hotels or restaurants where guests want to sleep without disruption or enjoy their food, or in health care facilities such as hospitals, where people need peace and quiet. Areas that need secure access control, including GP practices, offices and public authority buildings can also be closed securely and quietly with the TS 5000 </w:t>
      </w:r>
      <w:proofErr w:type="spellStart"/>
      <w:r>
        <w:t>SoftClose</w:t>
      </w:r>
      <w:proofErr w:type="spellEnd"/>
      <w:r>
        <w:t>.</w:t>
      </w:r>
    </w:p>
    <w:p w14:paraId="21FD9981" w14:textId="2320523B" w:rsidR="00737135" w:rsidRDefault="00737135" w:rsidP="00FB78DC"/>
    <w:p w14:paraId="29FF5CB4" w14:textId="6B6B53E7" w:rsidR="004960D9" w:rsidRPr="00BD49E3" w:rsidRDefault="00734F13" w:rsidP="00FB78DC">
      <w:pPr>
        <w:rPr>
          <w:b/>
          <w:bCs/>
        </w:rPr>
      </w:pPr>
      <w:r>
        <w:rPr>
          <w:b/>
        </w:rPr>
        <w:t>Advantages for installation companies: fast fitting and straightforward retrofitting</w:t>
      </w:r>
    </w:p>
    <w:p w14:paraId="77964075" w14:textId="1D0D7AEE" w:rsidR="00FE7DCA" w:rsidRDefault="009A7FB4" w:rsidP="009122EE">
      <w:r>
        <w:t xml:space="preserve">The TS 5000 </w:t>
      </w:r>
      <w:proofErr w:type="spellStart"/>
      <w:r>
        <w:t>SoftClose</w:t>
      </w:r>
      <w:proofErr w:type="spellEnd"/>
      <w:r>
        <w:t xml:space="preserve"> also offers great potential for installation companies: Thanks to the well-thought-out and proven construction, which is the same as for the TS 5000, installation of the door closer is highly time-efficient. It is also very easy to correctly adjust the latching action via just a single valve, with no need for additional components to be attached. At the same time, the TS 5000 </w:t>
      </w:r>
      <w:proofErr w:type="spellStart"/>
      <w:r>
        <w:t>SoftClose</w:t>
      </w:r>
      <w:proofErr w:type="spellEnd"/>
      <w:r>
        <w:t xml:space="preserve"> is straightforward to retrofit since it has the same </w:t>
      </w:r>
      <w:r w:rsidR="004D0023">
        <w:t>compact dimensions</w:t>
      </w:r>
      <w:r>
        <w:t xml:space="preserve"> as the TS 5000. The closing speed can be adjusted from the front with variable adjustment of between 15 and 0 degrees. A visual closing force display also makes the task easier. This time-saving enables professional tradesmen to work more efficiently.</w:t>
      </w:r>
    </w:p>
    <w:p w14:paraId="3DF18E44" w14:textId="77777777" w:rsidR="00FE7DCA" w:rsidRPr="000A1A62" w:rsidRDefault="00FE7DCA" w:rsidP="009122EE"/>
    <w:p w14:paraId="7E444F93" w14:textId="151112AA" w:rsidR="009B415B" w:rsidRPr="00DD037C" w:rsidRDefault="0058535C" w:rsidP="003005B2">
      <w:pPr>
        <w:rPr>
          <w:b/>
          <w:bCs/>
        </w:rPr>
      </w:pPr>
      <w:r>
        <w:rPr>
          <w:b/>
        </w:rPr>
        <w:t>Greater convenience and proven security for operators and users</w:t>
      </w:r>
      <w:r w:rsidR="00DD037C">
        <w:rPr>
          <w:b/>
          <w:bCs/>
        </w:rPr>
        <w:br/>
      </w:r>
      <w:r w:rsidR="00D168BF">
        <w:t xml:space="preserve">The new TS 5000 </w:t>
      </w:r>
      <w:proofErr w:type="spellStart"/>
      <w:r w:rsidR="00D168BF">
        <w:t>SoftClose</w:t>
      </w:r>
      <w:proofErr w:type="spellEnd"/>
      <w:r w:rsidR="00D168BF">
        <w:t xml:space="preserve"> also has clear advantages for operators and users: it offers </w:t>
      </w:r>
      <w:r w:rsidR="00D168BF">
        <w:lastRenderedPageBreak/>
        <w:t xml:space="preserve">greater convenience with proven security. And as with the TS 5000, you can always count on reliable compliance with the regulations, such as fire protection for example. Thanks to the easy adjustability of the TS 5000 </w:t>
      </w:r>
      <w:proofErr w:type="spellStart"/>
      <w:r w:rsidR="00D168BF">
        <w:t>SoftClose</w:t>
      </w:r>
      <w:proofErr w:type="spellEnd"/>
      <w:r w:rsidR="00D168BF">
        <w:t>, any door can be individually adapted to the conditions and requirements on-site to prevent the disruptive banging of doors</w:t>
      </w:r>
      <w:r w:rsidR="00183980">
        <w:t xml:space="preserve"> even when there is wind or suction</w:t>
      </w:r>
      <w:r w:rsidR="00D168BF">
        <w:t>. And because replacement within the TS 5000 family is so straightforward, there are no additional costs for extra components, and no disruption to business processes for operators.</w:t>
      </w:r>
    </w:p>
    <w:p w14:paraId="29922FAC" w14:textId="77777777" w:rsidR="00750A26" w:rsidRDefault="00750A26" w:rsidP="003005B2"/>
    <w:p w14:paraId="2EAE4BA8" w14:textId="09BA3E52" w:rsidR="009A7FB4" w:rsidRDefault="00750A26" w:rsidP="00095819">
      <w:r>
        <w:t xml:space="preserve">The new TS 5000 </w:t>
      </w:r>
      <w:proofErr w:type="spellStart"/>
      <w:r>
        <w:t>SoftClose</w:t>
      </w:r>
      <w:proofErr w:type="spellEnd"/>
      <w:r>
        <w:t xml:space="preserve"> is available now. </w:t>
      </w:r>
    </w:p>
    <w:p w14:paraId="62AAB541" w14:textId="77777777" w:rsidR="009A7FB4" w:rsidRDefault="009A7FB4" w:rsidP="00095819"/>
    <w:p w14:paraId="4A85733E" w14:textId="6F992EF1" w:rsidR="00095819" w:rsidRDefault="00095819" w:rsidP="00095819">
      <w:r>
        <w:t>More information:</w:t>
      </w:r>
    </w:p>
    <w:p w14:paraId="382F43CF" w14:textId="77777777" w:rsidR="003665CE" w:rsidRDefault="00C137DD" w:rsidP="003665CE">
      <w:pPr>
        <w:spacing w:line="240" w:lineRule="auto"/>
        <w:rPr>
          <w:kern w:val="0"/>
        </w:rPr>
      </w:pPr>
      <w:hyperlink r:id="rId9" w:tgtFrame="_blank" w:history="1">
        <w:r w:rsidR="003665CE">
          <w:rPr>
            <w:rStyle w:val="Hyperlink"/>
            <w:rFonts w:ascii="Roboto" w:hAnsi="Roboto"/>
            <w:color w:val="1155CC"/>
            <w:sz w:val="21"/>
            <w:szCs w:val="21"/>
            <w:shd w:val="clear" w:color="auto" w:fill="FFFFFF"/>
          </w:rPr>
          <w:t>https://www.geze.de/en/newsroom/close-doors-securely-and-quietly-with-the-ts-5000-softclose</w:t>
        </w:r>
      </w:hyperlink>
      <w:r w:rsidR="003665CE">
        <w:rPr>
          <w:rFonts w:ascii="Roboto" w:hAnsi="Roboto"/>
          <w:color w:val="333333"/>
          <w:sz w:val="21"/>
          <w:szCs w:val="21"/>
          <w:shd w:val="clear" w:color="auto" w:fill="F4F5F7"/>
        </w:rPr>
        <w:t> </w:t>
      </w:r>
    </w:p>
    <w:p w14:paraId="4B624A0B" w14:textId="77777777" w:rsidR="009A7FB4" w:rsidRDefault="009A7FB4" w:rsidP="006B111C">
      <w:pPr>
        <w:rPr>
          <w:b/>
        </w:rPr>
      </w:pPr>
    </w:p>
    <w:p w14:paraId="448C8941" w14:textId="77777777" w:rsidR="009A7FB4" w:rsidRDefault="009A7FB4" w:rsidP="006B111C">
      <w:pPr>
        <w:rPr>
          <w:b/>
        </w:rPr>
      </w:pPr>
    </w:p>
    <w:p w14:paraId="318106AC" w14:textId="640590B0" w:rsidR="006B111C" w:rsidRPr="00AA57CD" w:rsidRDefault="006B111C" w:rsidP="006B111C">
      <w:pPr>
        <w:rPr>
          <w:b/>
        </w:rPr>
      </w:pPr>
      <w:r>
        <w:rPr>
          <w:b/>
        </w:rPr>
        <w:t xml:space="preserve">ABOUT GEZE </w:t>
      </w:r>
    </w:p>
    <w:p w14:paraId="3DE9D13F" w14:textId="77777777" w:rsidR="00380CEE" w:rsidRDefault="00380CEE" w:rsidP="00380CEE">
      <w:pPr>
        <w:rPr>
          <w:kern w:val="0"/>
        </w:rPr>
      </w:pPr>
      <w:r>
        <w:t>GEZE is one of the world’s leading companies for products, system solutions and comprehensive service for doors and windows. The specialist for innovative and modern door, window and safety technology uses its thorough industry and professional expertise to achieve outstanding results that make buildings more liveable.</w:t>
      </w:r>
    </w:p>
    <w:p w14:paraId="4E0D32C8" w14:textId="77777777" w:rsidR="00380CEE" w:rsidRDefault="00380CEE" w:rsidP="00380CEE">
      <w:r>
        <w:t xml:space="preserve">GEZE employs more than 3,154 people worldwide. GEZE develops and manufactures products at our headquarters in </w:t>
      </w:r>
      <w:proofErr w:type="spellStart"/>
      <w:r>
        <w:t>Leonberg</w:t>
      </w:r>
      <w:proofErr w:type="spellEnd"/>
      <w:r>
        <w:t>. The company has additional production sites in China, Serbia and Turkey. With 37 subsidiaries all over the world and six branch offices in Germany, GEZE offers outstanding proximity to our customers and excellent service.</w:t>
      </w:r>
    </w:p>
    <w:p w14:paraId="6B61F4C6" w14:textId="77777777" w:rsidR="00380CEE" w:rsidRDefault="00380CEE" w:rsidP="00380CEE"/>
    <w:p w14:paraId="27F85322" w14:textId="77777777" w:rsidR="008F511E" w:rsidRPr="008F511E" w:rsidRDefault="00A03805" w:rsidP="00095819">
      <w:r>
        <w:rPr>
          <w:noProof/>
          <w:lang w:val="en-US" w:eastAsia="zh-CN"/>
        </w:rPr>
        <mc:AlternateContent>
          <mc:Choice Requires="wps">
            <w:drawing>
              <wp:anchor distT="180340" distB="0" distL="114300" distR="114300" simplePos="0" relativeHeight="251659264" behindDoc="0" locked="0" layoutInCell="1" allowOverlap="1" wp14:anchorId="7C99F4EC" wp14:editId="3955FD11">
                <wp:simplePos x="0" y="0"/>
                <wp:positionH relativeFrom="column">
                  <wp:posOffset>0</wp:posOffset>
                </wp:positionH>
                <wp:positionV relativeFrom="page">
                  <wp:align>bottom</wp:align>
                </wp:positionV>
                <wp:extent cx="5760000" cy="1051200"/>
                <wp:effectExtent l="0" t="0" r="12700" b="0"/>
                <wp:wrapTopAndBottom/>
                <wp:docPr id="6" name="Textfeld 6"/>
                <wp:cNvGraphicFramePr/>
                <a:graphic xmlns:a="http://schemas.openxmlformats.org/drawingml/2006/main">
                  <a:graphicData uri="http://schemas.microsoft.com/office/word/2010/wordprocessingShape">
                    <wps:wsp>
                      <wps:cNvSpPr txBox="1"/>
                      <wps:spPr>
                        <a:xfrm>
                          <a:off x="0" y="0"/>
                          <a:ext cx="5760000" cy="1051200"/>
                        </a:xfrm>
                        <a:prstGeom prst="rect">
                          <a:avLst/>
                        </a:prstGeom>
                        <a:noFill/>
                        <a:ln w="6350">
                          <a:noFill/>
                        </a:ln>
                      </wps:spPr>
                      <wps:txbx>
                        <w:txbxContent>
                          <w:tbl>
                            <w:tblPr>
                              <w:tblStyle w:val="einfach"/>
                              <w:tblW w:w="9072" w:type="dxa"/>
                              <w:tblLayout w:type="fixed"/>
                              <w:tblLook w:val="04A0" w:firstRow="1" w:lastRow="0" w:firstColumn="1" w:lastColumn="0" w:noHBand="0" w:noVBand="1"/>
                            </w:tblPr>
                            <w:tblGrid>
                              <w:gridCol w:w="9072"/>
                            </w:tblGrid>
                            <w:tr w:rsidR="007F0435" w:rsidRPr="002627A3" w14:paraId="7586A281" w14:textId="77777777" w:rsidTr="00454337">
                              <w:trPr>
                                <w:cantSplit/>
                                <w:trHeight w:hRule="exact" w:val="482"/>
                              </w:trPr>
                              <w:tc>
                                <w:tcPr>
                                  <w:tcW w:w="6321" w:type="dxa"/>
                                  <w:tcMar>
                                    <w:bottom w:w="91" w:type="dxa"/>
                                  </w:tcMar>
                                </w:tcPr>
                                <w:p w14:paraId="652FCADE" w14:textId="77777777" w:rsidR="00512C05" w:rsidRPr="002627A3" w:rsidRDefault="007F0435" w:rsidP="00113091">
                                  <w:pPr>
                                    <w:pStyle w:val="KontaktTitel"/>
                                  </w:pPr>
                                  <w:r>
                                    <w:t>Contact</w:t>
                                  </w:r>
                                </w:p>
                              </w:tc>
                            </w:tr>
                            <w:tr w:rsidR="007F0435" w:rsidRPr="00684DD6" w14:paraId="528CA219" w14:textId="77777777" w:rsidTr="00575AEF">
                              <w:trPr>
                                <w:cantSplit/>
                                <w:trHeight w:hRule="exact" w:val="425"/>
                              </w:trPr>
                              <w:tc>
                                <w:tcPr>
                                  <w:tcW w:w="6321" w:type="dxa"/>
                                </w:tcPr>
                                <w:p w14:paraId="4915125E" w14:textId="77777777" w:rsidR="007F0435" w:rsidRPr="00F15040" w:rsidRDefault="007F0435" w:rsidP="00094A49">
                                  <w:pPr>
                                    <w:pStyle w:val="Kontakt"/>
                                  </w:pPr>
                                  <w:bookmarkStart w:id="0" w:name="_Hlk530667725"/>
                                  <w:r>
                                    <w:rPr>
                                      <w:rStyle w:val="Auszeichnung"/>
                                    </w:rPr>
                                    <w:t>GEZE GmbH</w:t>
                                  </w:r>
                                  <w:r>
                                    <w:t xml:space="preserve"> </w:t>
                                  </w:r>
                                  <w:r>
                                    <w:rPr>
                                      <w:rStyle w:val="KontaktPipe"/>
                                      <w:sz w:val="18"/>
                                    </w:rPr>
                                    <w:t>I</w:t>
                                  </w:r>
                                  <w:r>
                                    <w:t xml:space="preserve"> Corporate Communications</w:t>
                                  </w:r>
                                  <w:bookmarkEnd w:id="0"/>
                                </w:p>
                                <w:p w14:paraId="486E8261" w14:textId="77777777" w:rsidR="007F0435" w:rsidRPr="00F15040" w:rsidRDefault="00E10257" w:rsidP="00094A49">
                                  <w:pPr>
                                    <w:pStyle w:val="Kontakt"/>
                                  </w:pPr>
                                  <w:r>
                                    <w:t>Reinhold-</w:t>
                                  </w:r>
                                  <w:proofErr w:type="spellStart"/>
                                  <w:r>
                                    <w:t>Vöster</w:t>
                                  </w:r>
                                  <w:proofErr w:type="spellEnd"/>
                                  <w:r>
                                    <w:t>-Str. 21</w:t>
                                  </w:r>
                                  <w:r>
                                    <w:rPr>
                                      <w:rStyle w:val="KontaktAbstandschmal"/>
                                    </w:rPr>
                                    <w:t xml:space="preserve"> </w:t>
                                  </w:r>
                                  <w:r>
                                    <w:t>–</w:t>
                                  </w:r>
                                  <w:r>
                                    <w:rPr>
                                      <w:rStyle w:val="KontaktAbstandschmal"/>
                                    </w:rPr>
                                    <w:t xml:space="preserve"> </w:t>
                                  </w:r>
                                  <w:r>
                                    <w:t xml:space="preserve">29 </w:t>
                                  </w:r>
                                  <w:r>
                                    <w:rPr>
                                      <w:rStyle w:val="KontaktPipe"/>
                                      <w:sz w:val="18"/>
                                    </w:rPr>
                                    <w:t>I</w:t>
                                  </w:r>
                                  <w:r>
                                    <w:t xml:space="preserve"> D-71229 </w:t>
                                  </w:r>
                                  <w:proofErr w:type="spellStart"/>
                                  <w:r>
                                    <w:t>Leonberg</w:t>
                                  </w:r>
                                  <w:proofErr w:type="spellEnd"/>
                                  <w:r>
                                    <w:t xml:space="preserve"> </w:t>
                                  </w:r>
                                  <w:r>
                                    <w:rPr>
                                      <w:rStyle w:val="KontaktPipe"/>
                                      <w:sz w:val="18"/>
                                    </w:rPr>
                                    <w:t>I</w:t>
                                  </w:r>
                                  <w:r>
                                    <w:t xml:space="preserve"> </w:t>
                                  </w:r>
                                  <w:r>
                                    <w:rPr>
                                      <w:rStyle w:val="KontaktVorsatzwort"/>
                                    </w:rPr>
                                    <w:t>TEL</w:t>
                                  </w:r>
                                  <w:r>
                                    <w:t xml:space="preserve">  +49 7152 203-0 </w:t>
                                  </w:r>
                                  <w:r>
                                    <w:rPr>
                                      <w:rStyle w:val="KontaktPipe"/>
                                      <w:sz w:val="18"/>
                                    </w:rPr>
                                    <w:t>I</w:t>
                                  </w:r>
                                  <w:r>
                                    <w:t xml:space="preserve"> </w:t>
                                  </w:r>
                                  <w:r>
                                    <w:rPr>
                                      <w:rStyle w:val="KontaktVorsatzwort"/>
                                    </w:rPr>
                                    <w:t>FAX</w:t>
                                  </w:r>
                                  <w:r>
                                    <w:t xml:space="preserve">  +49 7152 203-310 </w:t>
                                  </w:r>
                                  <w:r>
                                    <w:rPr>
                                      <w:rStyle w:val="KontaktPipe"/>
                                      <w:sz w:val="18"/>
                                    </w:rPr>
                                    <w:t>I</w:t>
                                  </w:r>
                                  <w:r>
                                    <w:t xml:space="preserve"> </w:t>
                                  </w:r>
                                  <w:r>
                                    <w:rPr>
                                      <w:rStyle w:val="KontaktVorsatzwort"/>
                                    </w:rPr>
                                    <w:t>MAIL</w:t>
                                  </w:r>
                                  <w:r>
                                    <w:t xml:space="preserve">  presse@geze.com </w:t>
                                  </w:r>
                                  <w:r>
                                    <w:rPr>
                                      <w:rStyle w:val="KontaktPipe"/>
                                      <w:sz w:val="18"/>
                                    </w:rPr>
                                    <w:t>I</w:t>
                                  </w:r>
                                  <w:r>
                                    <w:t xml:space="preserve"> </w:t>
                                  </w:r>
                                  <w:r>
                                    <w:rPr>
                                      <w:rStyle w:val="KontaktVorsatzwort"/>
                                    </w:rPr>
                                    <w:t>WEB</w:t>
                                  </w:r>
                                  <w:r>
                                    <w:t xml:space="preserve">  www.geze.de</w:t>
                                  </w:r>
                                </w:p>
                              </w:tc>
                            </w:tr>
                          </w:tbl>
                          <w:p w14:paraId="78337145" w14:textId="77777777" w:rsidR="00A03805" w:rsidRPr="007F0435" w:rsidRDefault="00A03805" w:rsidP="007F0435">
                            <w:pPr>
                              <w:rPr>
                                <w:color w:val="FFFFFF" w:themeColor="background1"/>
                                <w:sz w:val="13"/>
                                <w:szCs w:val="13"/>
                                <w14:textFill>
                                  <w14:noFill/>
                                </w14:textFil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C99F4EC" id="_x0000_t202" coordsize="21600,21600" o:spt="202" path="m,l,21600r21600,l21600,xe">
                <v:stroke joinstyle="miter"/>
                <v:path gradientshapeok="t" o:connecttype="rect"/>
              </v:shapetype>
              <v:shape id="Textfeld 6" o:spid="_x0000_s1026" type="#_x0000_t202" style="position:absolute;margin-left:0;margin-top:0;width:453.55pt;height:82.75pt;z-index:251659264;visibility:visible;mso-wrap-style:square;mso-width-percent:0;mso-height-percent:0;mso-wrap-distance-left:9pt;mso-wrap-distance-top:14.2pt;mso-wrap-distance-right:9pt;mso-wrap-distance-bottom:0;mso-position-horizontal:absolute;mso-position-horizontal-relative:text;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" filled="f" stroked="f" strokeweight=".5pt">
                <v:textbox inset="0,0,0,0">
                  <w:txbxContent>
                    <w:tbl>
                      <w:tblPr>
                        <w:tblStyle w:val="einfach"/>
                        <w:tblW w:w="9072" w:type="dxa"/>
                        <w:tblLayout w:type="fixed"/>
                        <w:tblLook w:val="04A0" w:firstRow="1" w:lastRow="0" w:firstColumn="1" w:lastColumn="0" w:noHBand="0" w:noVBand="1"/>
                      </w:tblPr>
                      <w:tblGrid>
                        <w:gridCol w:w="9072"/>
                      </w:tblGrid>
                      <w:tr w:rsidR="007F0435" w:rsidRPr="002627A3" w14:paraId="7586A281" w14:textId="77777777" w:rsidTr="00454337">
                        <w:trPr>
                          <w:cantSplit/>
                          <w:trHeight w:hRule="exact" w:val="482"/>
                        </w:trPr>
                        <w:tc>
                          <w:tcPr>
                            <w:tcW w:w="6321" w:type="dxa"/>
                            <w:tcMar>
                              <w:bottom w:w="91" w:type="dxa"/>
                            </w:tcMar>
                          </w:tcPr>
                          <w:p w14:paraId="652FCADE" w14:textId="77777777" w:rsidR="00512C05" w:rsidRPr="002627A3" w:rsidRDefault="007F0435" w:rsidP="00113091">
                            <w:pPr>
                              <w:pStyle w:val="KontaktTitel"/>
                            </w:pPr>
                            <w:r>
                              <w:t>Contact</w:t>
                            </w:r>
                          </w:p>
                        </w:tc>
                      </w:tr>
                      <w:tr w:rsidR="007F0435" w:rsidRPr="00684DD6" w14:paraId="528CA219" w14:textId="77777777" w:rsidTr="00575AEF">
                        <w:trPr>
                          <w:cantSplit/>
                          <w:trHeight w:hRule="exact" w:val="425"/>
                        </w:trPr>
                        <w:tc>
                          <w:tcPr>
                            <w:tcW w:w="6321" w:type="dxa"/>
                          </w:tcPr>
                          <w:p w14:paraId="4915125E" w14:textId="77777777" w:rsidR="007F0435" w:rsidRPr="00F15040" w:rsidRDefault="007F0435" w:rsidP="00094A49">
                            <w:pPr>
                              <w:pStyle w:val="Kontakt"/>
                            </w:pPr>
                            <w:bookmarkStart w:id="1" w:name="_Hlk530667725"/>
                            <w:r>
                              <w:rPr>
                                <w:rStyle w:val="Auszeichnung"/>
                              </w:rPr>
                              <w:t>GEZE GmbH</w:t>
                            </w:r>
                            <w:r>
                              <w:t xml:space="preserve"> </w:t>
                            </w:r>
                            <w:r>
                              <w:rPr>
                                <w:rStyle w:val="KontaktPipe"/>
                                <w:sz w:val="18"/>
                              </w:rPr>
                              <w:t>I</w:t>
                            </w:r>
                            <w:r>
                              <w:t xml:space="preserve"> Corporate Communications</w:t>
                            </w:r>
                            <w:bookmarkEnd w:id="1"/>
                          </w:p>
                          <w:p w14:paraId="486E8261" w14:textId="77777777" w:rsidR="007F0435" w:rsidRPr="00F15040" w:rsidRDefault="00E10257" w:rsidP="00094A49">
                            <w:pPr>
                              <w:pStyle w:val="Kontakt"/>
                            </w:pPr>
                            <w:r>
                              <w:t>Reinhold-</w:t>
                            </w:r>
                            <w:proofErr w:type="spellStart"/>
                            <w:r>
                              <w:t>Vöster</w:t>
                            </w:r>
                            <w:proofErr w:type="spellEnd"/>
                            <w:r>
                              <w:t>-Str. 21</w:t>
                            </w:r>
                            <w:r>
                              <w:rPr>
                                <w:rStyle w:val="KontaktAbstandschmal"/>
                              </w:rPr>
                              <w:t xml:space="preserve"> </w:t>
                            </w:r>
                            <w:r>
                              <w:t>–</w:t>
                            </w:r>
                            <w:r>
                              <w:rPr>
                                <w:rStyle w:val="KontaktAbstandschmal"/>
                              </w:rPr>
                              <w:t xml:space="preserve"> </w:t>
                            </w:r>
                            <w:r>
                              <w:t xml:space="preserve">29 </w:t>
                            </w:r>
                            <w:r>
                              <w:rPr>
                                <w:rStyle w:val="KontaktPipe"/>
                                <w:sz w:val="18"/>
                              </w:rPr>
                              <w:t>I</w:t>
                            </w:r>
                            <w:r>
                              <w:t xml:space="preserve"> D-71229 </w:t>
                            </w:r>
                            <w:proofErr w:type="spellStart"/>
                            <w:r>
                              <w:t>Leonberg</w:t>
                            </w:r>
                            <w:proofErr w:type="spellEnd"/>
                            <w:r>
                              <w:t xml:space="preserve"> </w:t>
                            </w:r>
                            <w:r>
                              <w:rPr>
                                <w:rStyle w:val="KontaktPipe"/>
                                <w:sz w:val="18"/>
                              </w:rPr>
                              <w:t>I</w:t>
                            </w:r>
                            <w:r>
                              <w:t xml:space="preserve"> </w:t>
                            </w:r>
                            <w:r>
                              <w:rPr>
                                <w:rStyle w:val="KontaktVorsatzwort"/>
                              </w:rPr>
                              <w:t>TEL</w:t>
                            </w:r>
                            <w:r>
                              <w:t xml:space="preserve">  +49 7152 203-0 </w:t>
                            </w:r>
                            <w:r>
                              <w:rPr>
                                <w:rStyle w:val="KontaktPipe"/>
                                <w:sz w:val="18"/>
                              </w:rPr>
                              <w:t>I</w:t>
                            </w:r>
                            <w:r>
                              <w:t xml:space="preserve"> </w:t>
                            </w:r>
                            <w:r>
                              <w:rPr>
                                <w:rStyle w:val="KontaktVorsatzwort"/>
                              </w:rPr>
                              <w:t>FAX</w:t>
                            </w:r>
                            <w:r>
                              <w:t xml:space="preserve">  +49 7152 203-310 </w:t>
                            </w:r>
                            <w:r>
                              <w:rPr>
                                <w:rStyle w:val="KontaktPipe"/>
                                <w:sz w:val="18"/>
                              </w:rPr>
                              <w:t>I</w:t>
                            </w:r>
                            <w:r>
                              <w:t xml:space="preserve"> </w:t>
                            </w:r>
                            <w:r>
                              <w:rPr>
                                <w:rStyle w:val="KontaktVorsatzwort"/>
                              </w:rPr>
                              <w:t>MAIL</w:t>
                            </w:r>
                            <w:r>
                              <w:t xml:space="preserve">  presse@geze.com </w:t>
                            </w:r>
                            <w:r>
                              <w:rPr>
                                <w:rStyle w:val="KontaktPipe"/>
                                <w:sz w:val="18"/>
                              </w:rPr>
                              <w:t>I</w:t>
                            </w:r>
                            <w:r>
                              <w:t xml:space="preserve"> </w:t>
                            </w:r>
                            <w:r>
                              <w:rPr>
                                <w:rStyle w:val="KontaktVorsatzwort"/>
                              </w:rPr>
                              <w:t>WEB</w:t>
                            </w:r>
                            <w:r>
                              <w:t xml:space="preserve">  www.geze.de</w:t>
                            </w:r>
                          </w:p>
                        </w:tc>
                      </w:tr>
                    </w:tbl>
                    <w:p w14:paraId="78337145" w14:textId="77777777" w:rsidR="00A03805" w:rsidRPr="007F0435" w:rsidRDefault="00A03805" w:rsidP="007F0435">
                      <w:pPr>
                        <w:rPr>
                          <w:color w:val="FFFFFF" w:themeColor="background1"/>
                          <w:sz w:val="13"/>
                          <w:szCs w:val="13"/>
                          <w14:textFill>
                            <w14:noFill/>
                          </w14:textFill>
                        </w:rPr>
                      </w:pPr>
                    </w:p>
                  </w:txbxContent>
                </v:textbox>
                <w10:wrap type="topAndBottom" anchory="page"/>
              </v:shape>
            </w:pict>
          </mc:Fallback>
        </mc:AlternateContent>
      </w:r>
    </w:p>
    <w:sectPr w:rsidR="008F511E" w:rsidRPr="008F511E" w:rsidSect="0008169D">
      <w:headerReference w:type="even" r:id="rId10"/>
      <w:headerReference w:type="default" r:id="rId11"/>
      <w:footerReference w:type="even" r:id="rId12"/>
      <w:footerReference w:type="default" r:id="rId13"/>
      <w:headerReference w:type="first" r:id="rId14"/>
      <w:footerReference w:type="first" r:id="rId15"/>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BE399A" w14:textId="77777777" w:rsidR="00141BE4" w:rsidRDefault="00141BE4" w:rsidP="008D6134">
      <w:pPr>
        <w:spacing w:line="240" w:lineRule="auto"/>
      </w:pPr>
      <w:r>
        <w:separator/>
      </w:r>
    </w:p>
  </w:endnote>
  <w:endnote w:type="continuationSeparator" w:id="0">
    <w:p w14:paraId="3E4CAA73" w14:textId="77777777" w:rsidR="00141BE4" w:rsidRDefault="00141BE4" w:rsidP="008D61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Roboto">
    <w:altName w:val="Arial"/>
    <w:charset w:val="00"/>
    <w:family w:val="auto"/>
    <w:pitch w:val="variable"/>
    <w:sig w:usb0="E00002FF" w:usb1="5000205B" w:usb2="0000002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0D8910" w14:textId="77777777" w:rsidR="00D02FAF" w:rsidRDefault="00D02FA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F42821" w14:textId="77777777" w:rsidR="00D02FAF" w:rsidRDefault="00D02FAF">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7C83A4" w14:textId="77777777" w:rsidR="00D02FAF" w:rsidRDefault="00D02FA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B20E60" w14:textId="77777777" w:rsidR="00141BE4" w:rsidRDefault="00141BE4" w:rsidP="008D6134">
      <w:pPr>
        <w:spacing w:line="240" w:lineRule="auto"/>
      </w:pPr>
      <w:r>
        <w:separator/>
      </w:r>
    </w:p>
  </w:footnote>
  <w:footnote w:type="continuationSeparator" w:id="0">
    <w:p w14:paraId="1C2155CF" w14:textId="77777777" w:rsidR="00141BE4" w:rsidRDefault="00141BE4" w:rsidP="008D61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74D299" w14:textId="77777777" w:rsidR="00D02FAF" w:rsidRDefault="00D02FA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einfach"/>
      <w:tblpPr w:leftFromText="142" w:rightFromText="142" w:vertAnchor="page" w:tblpY="2796"/>
      <w:tblW w:w="0" w:type="auto"/>
      <w:tblLook w:val="04A0" w:firstRow="1" w:lastRow="0" w:firstColumn="1" w:lastColumn="0" w:noHBand="0" w:noVBand="1"/>
    </w:tblPr>
    <w:tblGrid>
      <w:gridCol w:w="7359"/>
    </w:tblGrid>
    <w:tr w:rsidR="005A4E09" w:rsidRPr="00684DD6" w14:paraId="52EE3A4F" w14:textId="77777777" w:rsidTr="00B556B7">
      <w:trPr>
        <w:trHeight w:hRule="exact" w:val="204"/>
      </w:trPr>
      <w:tc>
        <w:tcPr>
          <w:tcW w:w="7359" w:type="dxa"/>
          <w:tcMar>
            <w:bottom w:w="45" w:type="dxa"/>
          </w:tcMar>
        </w:tcPr>
        <w:p w14:paraId="2579F665" w14:textId="77777777" w:rsidR="005A4E09" w:rsidRPr="007C2C48" w:rsidRDefault="0053157C" w:rsidP="00B556B7">
          <w:pPr>
            <w:pStyle w:val="Absender"/>
            <w:framePr w:hSpace="0" w:wrap="auto" w:vAnchor="margin" w:hAnchor="text" w:yAlign="inline"/>
          </w:pPr>
          <w:r>
            <w:rPr>
              <w:rStyle w:val="Auszeichnung"/>
            </w:rPr>
            <w:t>GEZE GmbH</w:t>
          </w:r>
          <w:r>
            <w:t xml:space="preserve"> </w:t>
          </w:r>
          <w:r>
            <w:rPr>
              <w:rStyle w:val="KontaktPipe"/>
              <w:sz w:val="18"/>
            </w:rPr>
            <w:t>I</w:t>
          </w:r>
          <w:r>
            <w:t xml:space="preserve"> Corporate Communications</w:t>
          </w:r>
        </w:p>
      </w:tc>
    </w:tr>
    <w:tr w:rsidR="00742404" w14:paraId="1F788912" w14:textId="77777777" w:rsidTr="00B556B7">
      <w:trPr>
        <w:trHeight w:hRule="exact" w:val="425"/>
      </w:trPr>
      <w:tc>
        <w:tcPr>
          <w:tcW w:w="7359" w:type="dxa"/>
          <w:tcMar>
            <w:top w:w="210" w:type="dxa"/>
            <w:bottom w:w="57" w:type="dxa"/>
          </w:tcMar>
        </w:tcPr>
        <w:p w14:paraId="183FDCB1" w14:textId="4AC4BB9C" w:rsidR="00742404" w:rsidRDefault="00752C8E" w:rsidP="00B556B7">
          <w:pPr>
            <w:pStyle w:val="DokumenttypFolgeseiten"/>
            <w:framePr w:hSpace="0" w:wrap="auto" w:vAnchor="margin" w:yAlign="inline"/>
          </w:pPr>
          <w:r>
            <w:fldChar w:fldCharType="begin"/>
          </w:r>
          <w:r>
            <w:instrText xml:space="preserve"> REF  BM_Dokumenttyp </w:instrText>
          </w:r>
          <w:r w:rsidR="00025DF7">
            <w:instrText xml:space="preserve"> \* MERGEFORMAT </w:instrText>
          </w:r>
          <w:r>
            <w:fldChar w:fldCharType="separate"/>
          </w:r>
          <w:r w:rsidR="00C137DD">
            <w:t>Press Release</w:t>
          </w:r>
          <w:r>
            <w:fldChar w:fldCharType="end"/>
          </w:r>
        </w:p>
        <w:p w14:paraId="65022CAB" w14:textId="77777777" w:rsidR="008A2F5C" w:rsidRPr="00C65692" w:rsidRDefault="008A2F5C" w:rsidP="00B556B7">
          <w:pPr>
            <w:pStyle w:val="DokumenttypFolgeseiten"/>
            <w:framePr w:hSpace="0" w:wrap="auto" w:vAnchor="margin" w:yAlign="inline"/>
          </w:pPr>
          <w:r>
            <w:t>Ü</w:t>
          </w:r>
        </w:p>
      </w:tc>
    </w:tr>
    <w:tr w:rsidR="00742404" w:rsidRPr="008A2F5C" w14:paraId="232D4325" w14:textId="77777777" w:rsidTr="00B556B7">
      <w:trPr>
        <w:trHeight w:hRule="exact" w:val="215"/>
      </w:trPr>
      <w:tc>
        <w:tcPr>
          <w:tcW w:w="7359" w:type="dxa"/>
        </w:tcPr>
        <w:p w14:paraId="6E2F2F0F" w14:textId="5D0FB741" w:rsidR="00F15040" w:rsidRPr="008A2F5C" w:rsidRDefault="00C65692" w:rsidP="00B556B7">
          <w:pPr>
            <w:pStyle w:val="DatumFolgeseiten"/>
            <w:framePr w:hSpace="0" w:wrap="auto" w:vAnchor="margin" w:yAlign="inline"/>
          </w:pPr>
          <w:r>
            <w:t xml:space="preserve">of </w:t>
          </w:r>
          <w:sdt>
            <w:sdtPr>
              <w:alias w:val="Release date"/>
              <w:tag w:val=""/>
              <w:id w:val="-575285875"/>
              <w:lock w:val="sdtLocked"/>
              <w:dataBinding w:prefixMappings="xmlns:ns0='http://schemas.microsoft.com/office/2006/coverPageProps' " w:xpath="/ns0:CoverPageProperties[1]/ns0:PublishDate[1]" w:storeItemID="{55AF091B-3C7A-41E3-B477-F2FDAA23CFDA}"/>
              <w:date w:fullDate="2022-06-01T00:00:00Z">
                <w:dateFormat w:val="dd.MM.yyyy"/>
                <w:lid w:val="en-GB"/>
                <w:storeMappedDataAs w:val="dateTime"/>
                <w:calendar w:val="gregorian"/>
              </w:date>
            </w:sdtPr>
            <w:sdtEndPr/>
            <w:sdtContent>
              <w:r w:rsidR="009E3D83">
                <w:t>01.06.2022</w:t>
              </w:r>
            </w:sdtContent>
          </w:sdt>
        </w:p>
      </w:tc>
    </w:tr>
  </w:tbl>
  <w:p w14:paraId="1A759D1D" w14:textId="1789DF6B" w:rsidR="00FD4D3A" w:rsidRPr="00A2525B" w:rsidRDefault="00FD4D3A"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183980">
      <w:rPr>
        <w:noProof/>
      </w:rPr>
      <w:t>2</w:t>
    </w:r>
    <w:r w:rsidRPr="00A2525B">
      <w:fldChar w:fldCharType="end"/>
    </w:r>
    <w:r>
      <w:rPr>
        <w:sz w:val="9"/>
      </w:rPr>
      <w:t xml:space="preserve">  </w:t>
    </w:r>
    <w:r>
      <w:rPr>
        <w:rStyle w:val="KontaktPipe"/>
        <w:b/>
        <w:sz w:val="18"/>
      </w:rPr>
      <w:t>I</w:t>
    </w:r>
    <w:r>
      <w:rPr>
        <w:sz w:val="9"/>
      </w:rPr>
      <w:t xml:space="preserve">  </w:t>
    </w:r>
    <w:r w:rsidR="00A2525B" w:rsidRPr="00372112">
      <w:rPr>
        <w:b w:val="0"/>
      </w:rPr>
      <w:fldChar w:fldCharType="begin"/>
    </w:r>
    <w:r w:rsidR="00A2525B" w:rsidRPr="00372112">
      <w:rPr>
        <w:b w:val="0"/>
      </w:rPr>
      <w:instrText xml:space="preserve"> NUMPAGES  \* Arabic  \* </w:instrText>
    </w:r>
    <w:r w:rsidR="00372112">
      <w:rPr>
        <w:b w:val="0"/>
      </w:rPr>
      <w:instrText>CHAR</w:instrText>
    </w:r>
    <w:r w:rsidR="00A2525B" w:rsidRPr="00372112">
      <w:rPr>
        <w:b w:val="0"/>
      </w:rPr>
      <w:instrText xml:space="preserve">FORMAT </w:instrText>
    </w:r>
    <w:r w:rsidR="00A2525B" w:rsidRPr="00372112">
      <w:rPr>
        <w:b w:val="0"/>
      </w:rPr>
      <w:fldChar w:fldCharType="separate"/>
    </w:r>
    <w:r w:rsidR="00183980">
      <w:rPr>
        <w:b w:val="0"/>
        <w:noProof/>
      </w:rPr>
      <w:t>2</w:t>
    </w:r>
    <w:r w:rsidR="00A2525B" w:rsidRPr="00372112">
      <w:rPr>
        <w:b w:val="0"/>
      </w:rPr>
      <w:fldChar w:fldCharType="end"/>
    </w:r>
  </w:p>
  <w:p w14:paraId="2D191DA1" w14:textId="59A374FB" w:rsidR="00742404" w:rsidRDefault="00D02FAF">
    <w:pPr>
      <w:pStyle w:val="Kopfzeile"/>
    </w:pPr>
    <w:bookmarkStart w:id="2" w:name="_GoBack"/>
    <w:bookmarkEnd w:id="2"/>
    <w:r>
      <w:rPr>
        <w:noProof/>
        <w:lang w:eastAsia="de-DE"/>
      </w:rPr>
      <w:drawing>
        <wp:anchor distT="0" distB="0" distL="114300" distR="114300" simplePos="0" relativeHeight="251662334" behindDoc="1" locked="1" layoutInCell="1" allowOverlap="1" wp14:anchorId="61E930FB" wp14:editId="7BA3E55F">
          <wp:simplePos x="0" y="0"/>
          <wp:positionH relativeFrom="page">
            <wp:posOffset>5505450</wp:posOffset>
          </wp:positionH>
          <wp:positionV relativeFrom="page">
            <wp:posOffset>838200</wp:posOffset>
          </wp:positionV>
          <wp:extent cx="1620000" cy="1620000"/>
          <wp:effectExtent l="0" t="0" r="0" b="0"/>
          <wp:wrapNone/>
          <wp:docPr id="2" name="Grafik 2"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620000" cy="16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39D761" w14:textId="6E25CEF1" w:rsidR="00516727" w:rsidRPr="00A2525B" w:rsidRDefault="00516727"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183980">
      <w:rPr>
        <w:rStyle w:val="Auszeichnung"/>
        <w:b/>
        <w:noProof/>
      </w:rPr>
      <w:t>1</w:t>
    </w:r>
    <w:r w:rsidRPr="00A2525B">
      <w:rPr>
        <w:rStyle w:val="Auszeichnung"/>
        <w:b/>
      </w:rPr>
      <w:fldChar w:fldCharType="end"/>
    </w:r>
    <w:r>
      <w:rPr>
        <w:sz w:val="9"/>
      </w:rPr>
      <w:t xml:space="preserve">  </w:t>
    </w:r>
    <w:r>
      <w:rPr>
        <w:rStyle w:val="KontaktPipe"/>
        <w:b/>
        <w:sz w:val="18"/>
      </w:rPr>
      <w:t>I</w:t>
    </w:r>
    <w:r>
      <w:rPr>
        <w:sz w:val="9"/>
      </w:rPr>
      <w:t xml:space="preserve">  </w:t>
    </w:r>
    <w:r w:rsidR="00A2525B" w:rsidRPr="00A2525B">
      <w:rPr>
        <w:b w:val="0"/>
      </w:rPr>
      <w:fldChar w:fldCharType="begin"/>
    </w:r>
    <w:r w:rsidR="00A2525B" w:rsidRPr="00A2525B">
      <w:rPr>
        <w:b w:val="0"/>
      </w:rPr>
      <w:instrText xml:space="preserve"> NUMPAGES  \* Arabic  \* MERGEFORMAT </w:instrText>
    </w:r>
    <w:r w:rsidR="00A2525B" w:rsidRPr="00A2525B">
      <w:rPr>
        <w:b w:val="0"/>
      </w:rPr>
      <w:fldChar w:fldCharType="separate"/>
    </w:r>
    <w:r w:rsidR="00183980">
      <w:rPr>
        <w:b w:val="0"/>
        <w:noProof/>
      </w:rPr>
      <w:t>2</w:t>
    </w:r>
    <w:r w:rsidR="00A2525B"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5A4E09" w:rsidRPr="00684DD6" w14:paraId="7F9827F3" w14:textId="77777777" w:rsidTr="005A529F">
      <w:trPr>
        <w:trHeight w:hRule="exact" w:val="198"/>
      </w:trPr>
      <w:tc>
        <w:tcPr>
          <w:tcW w:w="7371" w:type="dxa"/>
        </w:tcPr>
        <w:p w14:paraId="7F0861AD" w14:textId="77777777" w:rsidR="00C3654A" w:rsidRPr="005A4E09" w:rsidRDefault="00C3654A" w:rsidP="005A529F">
          <w:pPr>
            <w:pStyle w:val="Absender"/>
            <w:framePr w:hSpace="0" w:wrap="auto" w:vAnchor="margin" w:hAnchor="text" w:yAlign="inline"/>
          </w:pPr>
          <w:bookmarkStart w:id="3" w:name="BM_Firma"/>
          <w:r>
            <w:rPr>
              <w:rStyle w:val="Auszeichnung"/>
            </w:rPr>
            <w:t>GEZE GmbH</w:t>
          </w:r>
          <w:r>
            <w:t xml:space="preserve"> </w:t>
          </w:r>
          <w:r>
            <w:rPr>
              <w:rStyle w:val="KontaktPipe"/>
              <w:sz w:val="18"/>
            </w:rPr>
            <w:t>I</w:t>
          </w:r>
          <w:r>
            <w:t xml:space="preserve"> Corporate Communications</w:t>
          </w:r>
          <w:bookmarkEnd w:id="3"/>
        </w:p>
      </w:tc>
    </w:tr>
    <w:tr w:rsidR="005A4E09" w:rsidRPr="005A4E09" w14:paraId="6C5B7516" w14:textId="77777777" w:rsidTr="005A529F">
      <w:trPr>
        <w:trHeight w:val="765"/>
      </w:trPr>
      <w:tc>
        <w:tcPr>
          <w:tcW w:w="7371" w:type="dxa"/>
          <w:tcMar>
            <w:top w:w="204" w:type="dxa"/>
          </w:tcMar>
        </w:tcPr>
        <w:p w14:paraId="0B418A18" w14:textId="77777777" w:rsidR="00C3654A" w:rsidRPr="008B572B" w:rsidRDefault="00C3654A" w:rsidP="005A529F">
          <w:pPr>
            <w:pStyle w:val="Dokumenttyp"/>
            <w:framePr w:hSpace="0" w:wrap="auto" w:vAnchor="margin" w:hAnchor="text" w:yAlign="inline"/>
          </w:pPr>
          <w:bookmarkStart w:id="4" w:name="BM_Dokumenttyp"/>
          <w:r>
            <w:t>Press Release</w:t>
          </w:r>
          <w:bookmarkEnd w:id="4"/>
        </w:p>
      </w:tc>
    </w:tr>
  </w:tbl>
  <w:p w14:paraId="0BA7B9F1" w14:textId="404510FA" w:rsidR="00095819" w:rsidRDefault="00D02FAF">
    <w:pPr>
      <w:pStyle w:val="Kopfzeile"/>
    </w:pPr>
    <w:r>
      <w:rPr>
        <w:noProof/>
        <w:lang w:eastAsia="de-DE"/>
      </w:rPr>
      <w:drawing>
        <wp:anchor distT="0" distB="0" distL="114300" distR="114300" simplePos="0" relativeHeight="251663359" behindDoc="1" locked="1" layoutInCell="1" allowOverlap="1" wp14:anchorId="57953AA6" wp14:editId="56561A8A">
          <wp:simplePos x="0" y="0"/>
          <wp:positionH relativeFrom="page">
            <wp:posOffset>5505450</wp:posOffset>
          </wp:positionH>
          <wp:positionV relativeFrom="page">
            <wp:posOffset>838200</wp:posOffset>
          </wp:positionV>
          <wp:extent cx="1620000" cy="1620000"/>
          <wp:effectExtent l="0" t="0" r="0" b="0"/>
          <wp:wrapNone/>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620000" cy="1620000"/>
                  </a:xfrm>
                  <a:prstGeom prst="rect">
                    <a:avLst/>
                  </a:prstGeom>
                </pic:spPr>
              </pic:pic>
            </a:graphicData>
          </a:graphic>
          <wp14:sizeRelH relativeFrom="margin">
            <wp14:pctWidth>0</wp14:pctWidth>
          </wp14:sizeRelH>
          <wp14:sizeRelV relativeFrom="margin">
            <wp14:pctHeight>0</wp14:pctHeight>
          </wp14:sizeRelV>
        </wp:anchor>
      </w:drawing>
    </w:r>
    <w:r w:rsidR="0029378C">
      <w:rPr>
        <w:noProof/>
        <w:lang w:val="en-US" w:eastAsia="zh-CN"/>
      </w:rPr>
      <mc:AlternateContent>
        <mc:Choice Requires="wps">
          <w:drawing>
            <wp:anchor distT="0" distB="0" distL="114300" distR="114300" simplePos="0" relativeHeight="251666432" behindDoc="1" locked="1" layoutInCell="1" allowOverlap="1" wp14:anchorId="7C2D7598" wp14:editId="5FB9D843">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ACB694"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" fillcolor="#fddc35" stroked="f" strokeweight="1pt">
              <w10:wrap anchorx="page" anchory="page"/>
              <w10:anchorlock/>
            </v:rect>
          </w:pict>
        </mc:Fallback>
      </mc:AlternateContent>
    </w:r>
    <w:r w:rsidR="0029378C">
      <w:rPr>
        <w:noProof/>
        <w:lang w:val="en-US" w:eastAsia="zh-CN"/>
      </w:rPr>
      <mc:AlternateContent>
        <mc:Choice Requires="wps">
          <w:drawing>
            <wp:anchor distT="0" distB="0" distL="114300" distR="114300" simplePos="0" relativeHeight="251664384" behindDoc="1" locked="1" layoutInCell="1" allowOverlap="1" wp14:anchorId="21E5FB54" wp14:editId="0EE79445">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rect w14:anchorId="237B9929"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&#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308E"/>
    <w:rsid w:val="00025DF7"/>
    <w:rsid w:val="0003629C"/>
    <w:rsid w:val="0005443A"/>
    <w:rsid w:val="00062822"/>
    <w:rsid w:val="0008169D"/>
    <w:rsid w:val="00094A49"/>
    <w:rsid w:val="00095819"/>
    <w:rsid w:val="000A1A62"/>
    <w:rsid w:val="000B02C6"/>
    <w:rsid w:val="000F01C5"/>
    <w:rsid w:val="00110BB8"/>
    <w:rsid w:val="00113091"/>
    <w:rsid w:val="001261D2"/>
    <w:rsid w:val="00131D40"/>
    <w:rsid w:val="00141BE4"/>
    <w:rsid w:val="001654C7"/>
    <w:rsid w:val="00165DD4"/>
    <w:rsid w:val="001673EE"/>
    <w:rsid w:val="00183980"/>
    <w:rsid w:val="001A40F0"/>
    <w:rsid w:val="001E5F94"/>
    <w:rsid w:val="001F462D"/>
    <w:rsid w:val="001F7BC6"/>
    <w:rsid w:val="002160EB"/>
    <w:rsid w:val="00255585"/>
    <w:rsid w:val="002627A3"/>
    <w:rsid w:val="002715D3"/>
    <w:rsid w:val="00276F57"/>
    <w:rsid w:val="0029378C"/>
    <w:rsid w:val="002959AE"/>
    <w:rsid w:val="00295C6C"/>
    <w:rsid w:val="002A2B85"/>
    <w:rsid w:val="002D45A8"/>
    <w:rsid w:val="002D4EAE"/>
    <w:rsid w:val="002E16B7"/>
    <w:rsid w:val="003005B2"/>
    <w:rsid w:val="003023FF"/>
    <w:rsid w:val="00323865"/>
    <w:rsid w:val="003350BE"/>
    <w:rsid w:val="00362821"/>
    <w:rsid w:val="003660CB"/>
    <w:rsid w:val="003665CE"/>
    <w:rsid w:val="00372112"/>
    <w:rsid w:val="00380AD4"/>
    <w:rsid w:val="00380BBD"/>
    <w:rsid w:val="00380CEE"/>
    <w:rsid w:val="00381993"/>
    <w:rsid w:val="003A1C1B"/>
    <w:rsid w:val="003C69DE"/>
    <w:rsid w:val="003D37C3"/>
    <w:rsid w:val="003F7DD3"/>
    <w:rsid w:val="00420C17"/>
    <w:rsid w:val="00423507"/>
    <w:rsid w:val="00454337"/>
    <w:rsid w:val="00472090"/>
    <w:rsid w:val="004960D9"/>
    <w:rsid w:val="004B0C12"/>
    <w:rsid w:val="004B7A8F"/>
    <w:rsid w:val="004C2303"/>
    <w:rsid w:val="004D0023"/>
    <w:rsid w:val="004D3D1E"/>
    <w:rsid w:val="004E1AAA"/>
    <w:rsid w:val="004F4638"/>
    <w:rsid w:val="00501A06"/>
    <w:rsid w:val="0050400D"/>
    <w:rsid w:val="00512C05"/>
    <w:rsid w:val="00516727"/>
    <w:rsid w:val="00525290"/>
    <w:rsid w:val="0053157C"/>
    <w:rsid w:val="00546F76"/>
    <w:rsid w:val="00575AEF"/>
    <w:rsid w:val="0058535C"/>
    <w:rsid w:val="005871F9"/>
    <w:rsid w:val="00590D45"/>
    <w:rsid w:val="00590F61"/>
    <w:rsid w:val="0059474E"/>
    <w:rsid w:val="005A4E09"/>
    <w:rsid w:val="005A529F"/>
    <w:rsid w:val="005B4256"/>
    <w:rsid w:val="005E5DC1"/>
    <w:rsid w:val="0060196E"/>
    <w:rsid w:val="006124DC"/>
    <w:rsid w:val="0062443B"/>
    <w:rsid w:val="006247F0"/>
    <w:rsid w:val="00650096"/>
    <w:rsid w:val="00661485"/>
    <w:rsid w:val="00684DD6"/>
    <w:rsid w:val="006B111C"/>
    <w:rsid w:val="006C6E61"/>
    <w:rsid w:val="00723098"/>
    <w:rsid w:val="00734F13"/>
    <w:rsid w:val="00737135"/>
    <w:rsid w:val="00742404"/>
    <w:rsid w:val="0074360A"/>
    <w:rsid w:val="00750A26"/>
    <w:rsid w:val="00750CB1"/>
    <w:rsid w:val="00752C8E"/>
    <w:rsid w:val="00755325"/>
    <w:rsid w:val="00772A8A"/>
    <w:rsid w:val="00782B4B"/>
    <w:rsid w:val="00790F01"/>
    <w:rsid w:val="007B1D0D"/>
    <w:rsid w:val="007C2C48"/>
    <w:rsid w:val="007D4F8A"/>
    <w:rsid w:val="007F0435"/>
    <w:rsid w:val="00830329"/>
    <w:rsid w:val="00833944"/>
    <w:rsid w:val="00846FEA"/>
    <w:rsid w:val="008510DC"/>
    <w:rsid w:val="00853B2B"/>
    <w:rsid w:val="00863B08"/>
    <w:rsid w:val="00870D3C"/>
    <w:rsid w:val="0088595A"/>
    <w:rsid w:val="008A2F5C"/>
    <w:rsid w:val="008B572B"/>
    <w:rsid w:val="008B5ABA"/>
    <w:rsid w:val="008C32F8"/>
    <w:rsid w:val="008D6134"/>
    <w:rsid w:val="008E19EE"/>
    <w:rsid w:val="008E707F"/>
    <w:rsid w:val="008F0D1C"/>
    <w:rsid w:val="008F511E"/>
    <w:rsid w:val="009122EE"/>
    <w:rsid w:val="009149AE"/>
    <w:rsid w:val="00920223"/>
    <w:rsid w:val="00925FCD"/>
    <w:rsid w:val="0094587E"/>
    <w:rsid w:val="00980D79"/>
    <w:rsid w:val="0099368D"/>
    <w:rsid w:val="009A16B8"/>
    <w:rsid w:val="009A7FB4"/>
    <w:rsid w:val="009B16EE"/>
    <w:rsid w:val="009B415B"/>
    <w:rsid w:val="009E018B"/>
    <w:rsid w:val="009E3D83"/>
    <w:rsid w:val="00A03805"/>
    <w:rsid w:val="00A122BE"/>
    <w:rsid w:val="00A13AF3"/>
    <w:rsid w:val="00A2525B"/>
    <w:rsid w:val="00A330C9"/>
    <w:rsid w:val="00A37A65"/>
    <w:rsid w:val="00A6487F"/>
    <w:rsid w:val="00A701E2"/>
    <w:rsid w:val="00A9034D"/>
    <w:rsid w:val="00A91680"/>
    <w:rsid w:val="00A9715A"/>
    <w:rsid w:val="00AA110D"/>
    <w:rsid w:val="00AA25C7"/>
    <w:rsid w:val="00AA57CD"/>
    <w:rsid w:val="00AB4EA0"/>
    <w:rsid w:val="00AD6CE7"/>
    <w:rsid w:val="00AD7245"/>
    <w:rsid w:val="00AF08EE"/>
    <w:rsid w:val="00AF1B79"/>
    <w:rsid w:val="00B06CCE"/>
    <w:rsid w:val="00B15A7F"/>
    <w:rsid w:val="00B22183"/>
    <w:rsid w:val="00B223C4"/>
    <w:rsid w:val="00B53181"/>
    <w:rsid w:val="00B542C6"/>
    <w:rsid w:val="00B556B7"/>
    <w:rsid w:val="00B72C78"/>
    <w:rsid w:val="00BA0A96"/>
    <w:rsid w:val="00BD49E3"/>
    <w:rsid w:val="00BF2B94"/>
    <w:rsid w:val="00BF7A47"/>
    <w:rsid w:val="00C05431"/>
    <w:rsid w:val="00C12B47"/>
    <w:rsid w:val="00C12D10"/>
    <w:rsid w:val="00C137DD"/>
    <w:rsid w:val="00C3654A"/>
    <w:rsid w:val="00C405F5"/>
    <w:rsid w:val="00C4308E"/>
    <w:rsid w:val="00C654DB"/>
    <w:rsid w:val="00C65692"/>
    <w:rsid w:val="00C77A00"/>
    <w:rsid w:val="00C90F79"/>
    <w:rsid w:val="00CA03A3"/>
    <w:rsid w:val="00CA24BD"/>
    <w:rsid w:val="00CB56E4"/>
    <w:rsid w:val="00CC41C5"/>
    <w:rsid w:val="00CC6325"/>
    <w:rsid w:val="00CE0D2D"/>
    <w:rsid w:val="00D02FAF"/>
    <w:rsid w:val="00D168BF"/>
    <w:rsid w:val="00D16F90"/>
    <w:rsid w:val="00D21E65"/>
    <w:rsid w:val="00D263AB"/>
    <w:rsid w:val="00D5446F"/>
    <w:rsid w:val="00D827D0"/>
    <w:rsid w:val="00DA6046"/>
    <w:rsid w:val="00DB4BE6"/>
    <w:rsid w:val="00DC7D49"/>
    <w:rsid w:val="00DD037C"/>
    <w:rsid w:val="00DE1ED3"/>
    <w:rsid w:val="00DF4CD3"/>
    <w:rsid w:val="00DF67D1"/>
    <w:rsid w:val="00E00B65"/>
    <w:rsid w:val="00E10257"/>
    <w:rsid w:val="00E2393F"/>
    <w:rsid w:val="00E308E8"/>
    <w:rsid w:val="00E53C26"/>
    <w:rsid w:val="00E57671"/>
    <w:rsid w:val="00E70DC1"/>
    <w:rsid w:val="00EC3E2B"/>
    <w:rsid w:val="00EE30F6"/>
    <w:rsid w:val="00F037D1"/>
    <w:rsid w:val="00F15040"/>
    <w:rsid w:val="00F40ACD"/>
    <w:rsid w:val="00F46B41"/>
    <w:rsid w:val="00F96F22"/>
    <w:rsid w:val="00FB78DC"/>
    <w:rsid w:val="00FD4D3A"/>
    <w:rsid w:val="00FE7DCA"/>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3F9340"/>
  <w15:docId w15:val="{533CE775-E617-42CC-AF3E-3D8148376D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18"/>
        <w:szCs w:val="18"/>
        <w:lang w:val="en-GB" w:eastAsia="en-US" w:bidi="ar-SA"/>
      </w:rPr>
    </w:rPrDefault>
    <w:pPrDefault>
      <w:pPr>
        <w:spacing w:line="240" w:lineRule="atLeast"/>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semiHidden/>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en-GB"/>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paragraph" w:styleId="StandardWeb">
    <w:name w:val="Normal (Web)"/>
    <w:basedOn w:val="Standard"/>
    <w:uiPriority w:val="99"/>
    <w:semiHidden/>
    <w:unhideWhenUsed/>
    <w:rsid w:val="00380CEE"/>
    <w:pPr>
      <w:spacing w:before="100" w:beforeAutospacing="1" w:after="100" w:afterAutospacing="1" w:line="240" w:lineRule="auto"/>
    </w:pPr>
    <w:rPr>
      <w:rFonts w:ascii="Times New Roman" w:eastAsia="Times New Roman" w:hAnsi="Times New Roman" w:cs="Times New Roman"/>
      <w:kern w:val="0"/>
      <w:sz w:val="24"/>
      <w:szCs w:val="24"/>
      <w:lang w:eastAsia="de-DE"/>
    </w:rPr>
  </w:style>
  <w:style w:type="character" w:styleId="Kommentarzeichen">
    <w:name w:val="annotation reference"/>
    <w:basedOn w:val="Absatz-Standardschriftart"/>
    <w:uiPriority w:val="99"/>
    <w:semiHidden/>
    <w:unhideWhenUsed/>
    <w:rsid w:val="00276F57"/>
    <w:rPr>
      <w:sz w:val="16"/>
      <w:szCs w:val="16"/>
    </w:rPr>
  </w:style>
  <w:style w:type="paragraph" w:styleId="Kommentartext">
    <w:name w:val="annotation text"/>
    <w:basedOn w:val="Standard"/>
    <w:link w:val="KommentartextZchn"/>
    <w:uiPriority w:val="99"/>
    <w:semiHidden/>
    <w:unhideWhenUsed/>
    <w:rsid w:val="00276F57"/>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276F57"/>
    <w:rPr>
      <w:kern w:val="4"/>
      <w:sz w:val="20"/>
      <w:szCs w:val="20"/>
    </w:rPr>
  </w:style>
  <w:style w:type="paragraph" w:styleId="Kommentarthema">
    <w:name w:val="annotation subject"/>
    <w:basedOn w:val="Kommentartext"/>
    <w:next w:val="Kommentartext"/>
    <w:link w:val="KommentarthemaZchn"/>
    <w:uiPriority w:val="99"/>
    <w:semiHidden/>
    <w:unhideWhenUsed/>
    <w:rsid w:val="00276F57"/>
    <w:rPr>
      <w:b/>
      <w:bCs/>
    </w:rPr>
  </w:style>
  <w:style w:type="character" w:customStyle="1" w:styleId="KommentarthemaZchn">
    <w:name w:val="Kommentarthema Zchn"/>
    <w:basedOn w:val="KommentartextZchn"/>
    <w:link w:val="Kommentarthema"/>
    <w:uiPriority w:val="99"/>
    <w:semiHidden/>
    <w:rsid w:val="00276F57"/>
    <w:rPr>
      <w:b/>
      <w:bCs/>
      <w:kern w:val="4"/>
      <w:sz w:val="20"/>
      <w:szCs w:val="20"/>
    </w:rPr>
  </w:style>
  <w:style w:type="paragraph" w:styleId="berarbeitung">
    <w:name w:val="Revision"/>
    <w:hidden/>
    <w:uiPriority w:val="99"/>
    <w:semiHidden/>
    <w:rsid w:val="00830329"/>
    <w:pPr>
      <w:spacing w:line="240" w:lineRule="auto"/>
    </w:pPr>
    <w:rPr>
      <w:kern w:val="4"/>
    </w:rPr>
  </w:style>
  <w:style w:type="character" w:styleId="NichtaufgelsteErwhnung">
    <w:name w:val="Unresolved Mention"/>
    <w:basedOn w:val="Absatz-Standardschriftart"/>
    <w:uiPriority w:val="99"/>
    <w:semiHidden/>
    <w:unhideWhenUsed/>
    <w:rsid w:val="00DD03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1081287">
      <w:bodyDiv w:val="1"/>
      <w:marLeft w:val="0"/>
      <w:marRight w:val="0"/>
      <w:marTop w:val="0"/>
      <w:marBottom w:val="0"/>
      <w:divBdr>
        <w:top w:val="none" w:sz="0" w:space="0" w:color="auto"/>
        <w:left w:val="none" w:sz="0" w:space="0" w:color="auto"/>
        <w:bottom w:val="none" w:sz="0" w:space="0" w:color="auto"/>
        <w:right w:val="none" w:sz="0" w:space="0" w:color="auto"/>
      </w:divBdr>
    </w:div>
    <w:div w:id="1934583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geze.de/en/newsroom/close-doors-securely-and-quietly-with-the-ts-5000-softclose"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hm\OneDrive\Dokumente\_FREELANCER_\01_Workflow\002_Auftraege\Panama%20PR\2022\GEZE\_GEZE-Vorlagen\Pressemitteilung_Vorlage_inkl-Boilerplate_2021_12-10.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87D4F6789E842D995581A60474B7C20"/>
        <w:category>
          <w:name w:val="Allgemein"/>
          <w:gallery w:val="placeholder"/>
        </w:category>
        <w:types>
          <w:type w:val="bbPlcHdr"/>
        </w:types>
        <w:behaviors>
          <w:behavior w:val="content"/>
        </w:behaviors>
        <w:guid w:val="{B3833491-74C1-4DEC-9AA5-246D39ABEC52}"/>
      </w:docPartPr>
      <w:docPartBody>
        <w:p w:rsidR="00FC73F0" w:rsidRDefault="0031675C">
          <w:pPr>
            <w:pStyle w:val="887D4F6789E842D995581A60474B7C20"/>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Roboto">
    <w:altName w:val="Arial"/>
    <w:charset w:val="00"/>
    <w:family w:val="auto"/>
    <w:pitch w:val="variable"/>
    <w:sig w:usb0="E00002FF" w:usb1="5000205B" w:usb2="0000002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675C"/>
    <w:rsid w:val="002517AB"/>
    <w:rsid w:val="0031675C"/>
    <w:rsid w:val="0036782A"/>
    <w:rsid w:val="004F0563"/>
    <w:rsid w:val="0095262D"/>
    <w:rsid w:val="00A11C1B"/>
    <w:rsid w:val="00D4684D"/>
    <w:rsid w:val="00EC072D"/>
    <w:rsid w:val="00F40852"/>
    <w:rsid w:val="00F464D7"/>
    <w:rsid w:val="00FC73F0"/>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887D4F6789E842D995581A60474B7C20">
    <w:name w:val="887D4F6789E842D995581A60474B7C2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2022-06-01T00:00:00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6BDB7CE-E25E-43B4-BF01-11459CD66A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Pressemitteilung_Vorlage_inkl-Boilerplate_2021_12-10.dotx</Template>
  <TotalTime>0</TotalTime>
  <Pages>2</Pages>
  <Words>533</Words>
  <Characters>3364</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GEZE GmbH</Company>
  <LinksUpToDate>false</LinksUpToDate>
  <CharactersWithSpaces>3890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Katharina Meise</dc:creator>
  <dc:description>Pressemitteilung · Office 2016;_x000d_
Version 1.0.0;_x000d_
26.11.2018</dc:description>
  <cp:lastModifiedBy>Holfelder, Heike</cp:lastModifiedBy>
  <cp:revision>9</cp:revision>
  <cp:lastPrinted>2023-04-12T12:29:00Z</cp:lastPrinted>
  <dcterms:created xsi:type="dcterms:W3CDTF">2022-05-24T11:47:00Z</dcterms:created>
  <dcterms:modified xsi:type="dcterms:W3CDTF">2023-04-12T12:29:00Z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