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3C46708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A4B0D34" w14:textId="3C68CC03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ECB413E9122FA4A8860B8A8D54697E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4-2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C81C61">
                  <w:rPr>
                    <w:rStyle w:val="Dokumentdatum"/>
                  </w:rPr>
                  <w:t>29. April 2024</w:t>
                </w:r>
              </w:sdtContent>
            </w:sdt>
          </w:p>
        </w:tc>
      </w:tr>
      <w:tr w:rsidR="00C65692" w:rsidRPr="00D5446F" w14:paraId="50D60641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5582024" w14:textId="0479C401" w:rsidR="00025DF7" w:rsidRPr="00D5446F" w:rsidRDefault="0020038B" w:rsidP="00752C8E">
            <w:pPr>
              <w:pStyle w:val="Betreff"/>
            </w:pPr>
            <w:r>
              <w:t xml:space="preserve">Sportliche Tradition: GEZE spendet </w:t>
            </w:r>
            <w:r w:rsidRPr="00AF096C">
              <w:t>4.000 Euro</w:t>
            </w:r>
            <w:r>
              <w:t xml:space="preserve"> beim Ditzinger Lebenslauf</w:t>
            </w:r>
          </w:p>
        </w:tc>
      </w:tr>
    </w:tbl>
    <w:p w14:paraId="7679D71B" w14:textId="1FCFE57F" w:rsidR="0020038B" w:rsidRPr="00701A6B" w:rsidRDefault="0020038B" w:rsidP="0020038B">
      <w:pPr>
        <w:pStyle w:val="Vorspann"/>
      </w:pPr>
      <w:r>
        <w:t xml:space="preserve">Seit über zehn Jahren nehmen Mitarbeitende von GEZE am Ditzinger Lebenslauf teil. Die 26. Auflage der Spendenveranstaltung fand vom 19. bis 28. April 2024 statt. In diesem Jahr </w:t>
      </w:r>
      <w:r w:rsidRPr="00701A6B">
        <w:t xml:space="preserve">haben </w:t>
      </w:r>
      <w:r w:rsidR="00AF096C" w:rsidRPr="00701A6B">
        <w:t>112</w:t>
      </w:r>
      <w:r w:rsidRPr="00701A6B">
        <w:t xml:space="preserve"> Mitarbeite</w:t>
      </w:r>
      <w:r w:rsidR="000121B4" w:rsidRPr="00701A6B">
        <w:t>nde</w:t>
      </w:r>
      <w:r w:rsidRPr="00701A6B">
        <w:t xml:space="preserve"> des Leonberger Familienunternehmens wieder etliche Kilometer zurück</w:t>
      </w:r>
      <w:r w:rsidR="00BD7F11" w:rsidRPr="00701A6B">
        <w:t>ge</w:t>
      </w:r>
      <w:r w:rsidRPr="00701A6B">
        <w:t>legt, um Geld für den Kampf gegen Mukoviszidose zu sammeln. Die Teilnahme ist für GEZE in jedem Jahr Ehrensache, insgesamt spons</w:t>
      </w:r>
      <w:r w:rsidR="00BD7F11" w:rsidRPr="00701A6B">
        <w:t>e</w:t>
      </w:r>
      <w:r w:rsidRPr="00701A6B">
        <w:t>rt das Unternehmen die Leistung seiner Mitarbeitenden mit 4.000 Euro.</w:t>
      </w:r>
    </w:p>
    <w:p w14:paraId="3B3E249D" w14:textId="77777777" w:rsidR="0020038B" w:rsidRPr="00701A6B" w:rsidRDefault="0020038B" w:rsidP="0020038B"/>
    <w:p w14:paraId="5A0F73F9" w14:textId="695345C3" w:rsidR="0020038B" w:rsidRDefault="0020038B" w:rsidP="0020038B">
      <w:r w:rsidRPr="00701A6B">
        <w:t xml:space="preserve">Die Mitarbeitenden von GEZE sammelten beim diesjährigen Ditzinger Lebenslauf </w:t>
      </w:r>
      <w:r w:rsidR="00AF096C" w:rsidRPr="00701A6B">
        <w:t xml:space="preserve">mehr als 2.000 </w:t>
      </w:r>
      <w:r w:rsidRPr="00701A6B">
        <w:t>Kilometer. Damit ist die Strecke der GEZE</w:t>
      </w:r>
      <w:r w:rsidR="002A6952">
        <w:t xml:space="preserve"> </w:t>
      </w:r>
      <w:r w:rsidRPr="00701A6B">
        <w:t xml:space="preserve">Mitarbeitenden um </w:t>
      </w:r>
      <w:r w:rsidR="00AF096C" w:rsidRPr="00701A6B">
        <w:t>acht</w:t>
      </w:r>
      <w:r w:rsidRPr="00701A6B">
        <w:t>faches länger als die Gesamtstrecke der deutschen Marathonläufer bei den diesjährigen Olympischen Spielen in Paris. Für diese beeindruckende Leistung spendet das Familienunternehmen aus</w:t>
      </w:r>
      <w:r>
        <w:t xml:space="preserve"> Leonberg und Spezialist für innovative Tür-, Fenster- und Sicherheitstechnik </w:t>
      </w:r>
      <w:r w:rsidRPr="00AF096C">
        <w:t>4.000 Euro</w:t>
      </w:r>
      <w:r>
        <w:t xml:space="preserve"> für den Kampf gegen Mukoviszidose. Damit ist GEZE nun schon seit vielen Jahren an dem Benefizlauf der Regionalgruppe Ludwigsburg-Heilbronn des baden-württembergischen Landesverbands des Mukoviszidose e.V. beteiligt. </w:t>
      </w:r>
      <w:r w:rsidR="00BD7F11">
        <w:t xml:space="preserve">Auch der sportliche Aspekt ist für GEZE relevant. Deswegen sponsert das Unternehmen zum Beispiel auch im Juni die Staffel des Citylaufs Leonberg. </w:t>
      </w:r>
    </w:p>
    <w:p w14:paraId="1DE1089A" w14:textId="77777777" w:rsidR="0020038B" w:rsidRPr="00235CB0" w:rsidRDefault="0020038B" w:rsidP="0020038B"/>
    <w:p w14:paraId="5D13BA0F" w14:textId="77777777" w:rsidR="0020038B" w:rsidRPr="002C7649" w:rsidRDefault="0020038B" w:rsidP="0020038B">
      <w:pPr>
        <w:rPr>
          <w:b/>
          <w:bCs/>
        </w:rPr>
      </w:pPr>
      <w:r>
        <w:rPr>
          <w:b/>
          <w:bCs/>
        </w:rPr>
        <w:t>Überall gegen Mukoviszidose</w:t>
      </w:r>
    </w:p>
    <w:p w14:paraId="58D5C18A" w14:textId="31BE499F" w:rsidR="0020038B" w:rsidRDefault="0020038B" w:rsidP="0020038B">
      <w:r>
        <w:t xml:space="preserve">Zum zweiten Mal nach 2023 fand der Ditzinger Lebenslauf dieses Jahr in einem Hybridformat statt. Nicht nur in Ditzingen, sondern weltweit konnten die Läuferinnen und </w:t>
      </w:r>
      <w:r w:rsidRPr="00701A6B">
        <w:t xml:space="preserve">Läufer an dem Spendenlauf teilnehmen. Es war ihnen selbst überlassen, wo sie ihre Kilometer für den Mukoviszidose e.V. zurücklegten. Dadurch kam eine stattliche Gesamtzahl von </w:t>
      </w:r>
      <w:r w:rsidR="00AF096C" w:rsidRPr="00701A6B">
        <w:t xml:space="preserve">mehr als 2.000 </w:t>
      </w:r>
      <w:r w:rsidRPr="00701A6B">
        <w:t xml:space="preserve">Kilometern zusammen, die sich in eine Spendensumme von </w:t>
      </w:r>
      <w:r w:rsidR="00AF096C" w:rsidRPr="00701A6B">
        <w:t>4.000</w:t>
      </w:r>
      <w:r w:rsidRPr="00701A6B">
        <w:t xml:space="preserve"> Euro umrechnen.</w:t>
      </w:r>
    </w:p>
    <w:p w14:paraId="583E4D72" w14:textId="127E5CB9" w:rsidR="006B111C" w:rsidRPr="0020038B" w:rsidRDefault="0020038B" w:rsidP="00095819">
      <w:r>
        <w:br/>
        <w:t>Das Geld kommt den ca.</w:t>
      </w:r>
      <w:r w:rsidRPr="000F3822">
        <w:t xml:space="preserve"> 8.000 Menschen in Deutschland </w:t>
      </w:r>
      <w:r>
        <w:t xml:space="preserve">zugute, die </w:t>
      </w:r>
      <w:r w:rsidRPr="000F3822">
        <w:t>gegen die unheilbare Krankheit Mukoviszidose</w:t>
      </w:r>
      <w:r>
        <w:t xml:space="preserve"> kämpfen – </w:t>
      </w:r>
      <w:r w:rsidRPr="000F3822">
        <w:t xml:space="preserve">und damit um ihr Überleben. </w:t>
      </w:r>
      <w:r>
        <w:t xml:space="preserve">Die Spenden, die seit 1999 jedes Jahr im Frühling beim Ditzinger Lebenslauf gesammelt werden, fließen vor allem </w:t>
      </w:r>
      <w:r>
        <w:lastRenderedPageBreak/>
        <w:t>in Forschungs- und Therapiemaßnahmen, mit denen die Chancen und die Lebenssituation der Patientinnen und Patienten verbessert werden sollen</w:t>
      </w:r>
      <w:r w:rsidR="00701A6B">
        <w:t>.</w:t>
      </w:r>
    </w:p>
    <w:p w14:paraId="692DE40E" w14:textId="77777777" w:rsidR="006B111C" w:rsidRPr="0020038B" w:rsidRDefault="006B111C" w:rsidP="00095819"/>
    <w:p w14:paraId="2092DE88" w14:textId="77777777" w:rsidR="00095819" w:rsidRDefault="00095819" w:rsidP="00095819">
      <w:r>
        <w:t>Weitere Informationen:</w:t>
      </w:r>
    </w:p>
    <w:p w14:paraId="02670185" w14:textId="10FA0D11" w:rsidR="006B111C" w:rsidRDefault="00000000" w:rsidP="00095819">
      <w:pPr>
        <w:rPr>
          <w:rFonts w:cs="Arial"/>
          <w:color w:val="172B4D"/>
          <w:shd w:val="clear" w:color="auto" w:fill="FFFFFF"/>
        </w:rPr>
      </w:pPr>
      <w:hyperlink r:id="rId9" w:history="1">
        <w:r w:rsidR="00701A6B" w:rsidRPr="00701A6B">
          <w:rPr>
            <w:rStyle w:val="Hyperlink"/>
            <w:rFonts w:cs="Arial"/>
            <w:shd w:val="clear" w:color="auto" w:fill="FFFFFF"/>
          </w:rPr>
          <w:t>https://www.geze.de/de/newsroom/geze-mitarbeitende-erlaufen-4000-euro-beim-ditzinger-lebenslauf</w:t>
        </w:r>
      </w:hyperlink>
      <w:r w:rsidR="00701A6B" w:rsidRPr="00701A6B">
        <w:rPr>
          <w:rFonts w:cs="Arial"/>
          <w:color w:val="172B4D"/>
          <w:shd w:val="clear" w:color="auto" w:fill="FFFFFF"/>
        </w:rPr>
        <w:t> </w:t>
      </w:r>
    </w:p>
    <w:p w14:paraId="1AD78453" w14:textId="77777777" w:rsidR="00701A6B" w:rsidRDefault="00701A6B" w:rsidP="00095819">
      <w:pPr>
        <w:rPr>
          <w:rFonts w:cs="Arial"/>
          <w:color w:val="172B4D"/>
          <w:shd w:val="clear" w:color="auto" w:fill="FFFFFF"/>
        </w:rPr>
      </w:pPr>
    </w:p>
    <w:p w14:paraId="3B89047F" w14:textId="77777777" w:rsidR="00701A6B" w:rsidRPr="00701A6B" w:rsidRDefault="00701A6B" w:rsidP="00095819">
      <w:pPr>
        <w:rPr>
          <w:rFonts w:cs="Arial"/>
        </w:rPr>
      </w:pPr>
    </w:p>
    <w:p w14:paraId="44B1F61A" w14:textId="77777777" w:rsidR="006B111C" w:rsidRPr="00701A6B" w:rsidRDefault="006B111C" w:rsidP="006B111C">
      <w:pPr>
        <w:rPr>
          <w:rFonts w:cs="Arial"/>
          <w:b/>
          <w:lang w:val="fr-FR"/>
        </w:rPr>
      </w:pPr>
      <w:r w:rsidRPr="00701A6B">
        <w:rPr>
          <w:rFonts w:cs="Arial"/>
          <w:b/>
          <w:lang w:val="fr-FR"/>
        </w:rPr>
        <w:t xml:space="preserve">ÜBER GEZE </w:t>
      </w:r>
    </w:p>
    <w:p w14:paraId="7A3B126B" w14:textId="77777777" w:rsidR="00EC628A" w:rsidRDefault="00EC628A" w:rsidP="00EC628A">
      <w:pPr>
        <w:rPr>
          <w:kern w:val="0"/>
        </w:rPr>
      </w:pPr>
      <w:r>
        <w:t xml:space="preserve">GEZE gehört zu den weltweit führenden Unternehmen für Produkte, Systemlösungen und umfassenden Service rund um Türen und Fenster. Der Spezialist für innovative und moderne Tür-, Fenster- und Sicherheitstechnik erzielt mit fundierter Branchen- und Fachkenntnis </w:t>
      </w:r>
      <w:r w:rsidR="00B658BD">
        <w:t xml:space="preserve">seit 160 Jahren </w:t>
      </w:r>
      <w:r>
        <w:t>herausragende Ergebnisse, die Gebäude lebenswert machen.</w:t>
      </w:r>
    </w:p>
    <w:p w14:paraId="473E94F2" w14:textId="77777777" w:rsidR="00EC628A" w:rsidRDefault="00EC628A" w:rsidP="00EC628A">
      <w:r>
        <w:t>Weltweit arbeiten bei GEZE mehr als 3.</w:t>
      </w:r>
      <w:r w:rsidR="00176224">
        <w:t>000</w:t>
      </w:r>
      <w:r>
        <w:t xml:space="preserve"> Menschen. GEZE entwickelt und fertigt am Stammsitz in Leonberg. Weitere Fertigungsstätten befinden sich in China, Serbien und der Türkei. Mit 37 Tochtergesellschaften auf der ganzen Welt und 6 Niederlassungen in Deutschland bietet GEZE maximale Kundennähe und exzellenten Service.</w:t>
      </w:r>
    </w:p>
    <w:p w14:paraId="46E4EE57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5798650F" wp14:editId="0C69C80B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58F6C246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2BAAF7F2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2A6952" w14:paraId="41FB428A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0D87DC96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0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0"/>
                                </w:p>
                                <w:p w14:paraId="30262236" w14:textId="77777777" w:rsidR="007F0435" w:rsidRPr="00F15040" w:rsidRDefault="00E10257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Reinhold-Vöster-Str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. 21</w:t>
                                  </w:r>
                                  <w:r w:rsidR="00094A49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="007F0435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D-71229 Leonberg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+</w:t>
                                  </w:r>
                                  <w:proofErr w:type="gramEnd"/>
                                  <w:r w:rsidR="007F0435" w:rsidRPr="00F15040">
                                    <w:rPr>
                                      <w:lang w:val="en-GB"/>
                                    </w:rPr>
                                    <w:t>49 7152 203-0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5F348890" w14:textId="77777777" w:rsidR="00A03805" w:rsidRPr="007F0435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8650F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58F6C246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2BAAF7F2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2A6952" w14:paraId="41FB428A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0D87DC96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1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1"/>
                          </w:p>
                          <w:p w14:paraId="30262236" w14:textId="77777777" w:rsidR="007F0435" w:rsidRPr="00F15040" w:rsidRDefault="00E10257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Reinhold-Vöster-Str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. 21</w:t>
                            </w:r>
                            <w:r w:rsidR="00094A49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–</w:t>
                            </w:r>
                            <w:r w:rsidR="007F0435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29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D-71229 Leonberg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+</w:t>
                            </w:r>
                            <w:proofErr w:type="gramEnd"/>
                            <w:r w:rsidR="007F0435" w:rsidRPr="00F15040">
                              <w:rPr>
                                <w:lang w:val="en-GB"/>
                              </w:rPr>
                              <w:t>49 7152 203-0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5F348890" w14:textId="77777777" w:rsidR="00A03805" w:rsidRPr="007F0435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1714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7DA89" w14:textId="77777777" w:rsidR="001714C1" w:rsidRDefault="001714C1" w:rsidP="008D6134">
      <w:pPr>
        <w:spacing w:line="240" w:lineRule="auto"/>
      </w:pPr>
      <w:r>
        <w:separator/>
      </w:r>
    </w:p>
  </w:endnote>
  <w:endnote w:type="continuationSeparator" w:id="0">
    <w:p w14:paraId="7DBBA6CA" w14:textId="77777777" w:rsidR="001714C1" w:rsidRDefault="001714C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BE03" w14:textId="77777777" w:rsidR="00DC7D49" w:rsidRDefault="00DC7D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F43B" w14:textId="77777777" w:rsidR="00DC7D49" w:rsidRDefault="00DC7D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4F38" w14:textId="77777777" w:rsidR="00DC7D49" w:rsidRDefault="00DC7D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3F2D8" w14:textId="77777777" w:rsidR="001714C1" w:rsidRDefault="001714C1" w:rsidP="008D6134">
      <w:pPr>
        <w:spacing w:line="240" w:lineRule="auto"/>
      </w:pPr>
      <w:r>
        <w:separator/>
      </w:r>
    </w:p>
  </w:footnote>
  <w:footnote w:type="continuationSeparator" w:id="0">
    <w:p w14:paraId="5DF6AF6E" w14:textId="77777777" w:rsidR="001714C1" w:rsidRDefault="001714C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1301" w14:textId="77777777" w:rsidR="00DC7D49" w:rsidRDefault="00DC7D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701A6B" w14:paraId="132DBFB0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CB8A8BA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7EDBD5F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D1F8DCA" w14:textId="4B40D0DA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20038B" w:rsidRPr="008B572B">
            <w:t>Pressemitteilung</w:t>
          </w:r>
          <w:r>
            <w:fldChar w:fldCharType="end"/>
          </w:r>
        </w:p>
        <w:p w14:paraId="1E8F69D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5EF1C5D" w14:textId="77777777" w:rsidTr="00B556B7">
      <w:trPr>
        <w:trHeight w:hRule="exact" w:val="215"/>
      </w:trPr>
      <w:tc>
        <w:tcPr>
          <w:tcW w:w="7359" w:type="dxa"/>
        </w:tcPr>
        <w:p w14:paraId="52AD1AEF" w14:textId="0A4E9674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4-2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C81C61">
                <w:t>29.04.2024</w:t>
              </w:r>
            </w:sdtContent>
          </w:sdt>
        </w:p>
      </w:tc>
    </w:tr>
  </w:tbl>
  <w:p w14:paraId="511FF7F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5277E8C9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F97A275" wp14:editId="2740521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A425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701A6B" w14:paraId="020E068B" w14:textId="77777777" w:rsidTr="005A529F">
      <w:trPr>
        <w:trHeight w:hRule="exact" w:val="198"/>
      </w:trPr>
      <w:tc>
        <w:tcPr>
          <w:tcW w:w="7371" w:type="dxa"/>
        </w:tcPr>
        <w:p w14:paraId="224311C9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2"/>
        </w:p>
      </w:tc>
    </w:tr>
    <w:tr w:rsidR="005A4E09" w:rsidRPr="005A4E09" w14:paraId="610ECC50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F1DB0A6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0FC0FB26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69996835" wp14:editId="3D3FBA2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0D46E03" wp14:editId="008D43C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5FF80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66D14B6" wp14:editId="61C05C8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679FE0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571579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8B"/>
    <w:rsid w:val="000121B4"/>
    <w:rsid w:val="00025DF7"/>
    <w:rsid w:val="0005443A"/>
    <w:rsid w:val="00062822"/>
    <w:rsid w:val="0008169D"/>
    <w:rsid w:val="00094A49"/>
    <w:rsid w:val="00095819"/>
    <w:rsid w:val="000B02C6"/>
    <w:rsid w:val="00110BB8"/>
    <w:rsid w:val="00113091"/>
    <w:rsid w:val="001261D2"/>
    <w:rsid w:val="00126418"/>
    <w:rsid w:val="00131D40"/>
    <w:rsid w:val="001673EE"/>
    <w:rsid w:val="001714C1"/>
    <w:rsid w:val="00176224"/>
    <w:rsid w:val="001C53ED"/>
    <w:rsid w:val="001F462D"/>
    <w:rsid w:val="0020038B"/>
    <w:rsid w:val="002627A3"/>
    <w:rsid w:val="0029378C"/>
    <w:rsid w:val="00295C6C"/>
    <w:rsid w:val="002A2B85"/>
    <w:rsid w:val="002A6952"/>
    <w:rsid w:val="002D4EAE"/>
    <w:rsid w:val="003023FF"/>
    <w:rsid w:val="00362821"/>
    <w:rsid w:val="003660CB"/>
    <w:rsid w:val="00372112"/>
    <w:rsid w:val="003804CD"/>
    <w:rsid w:val="00381993"/>
    <w:rsid w:val="003A1C1B"/>
    <w:rsid w:val="003C69DE"/>
    <w:rsid w:val="003D37C3"/>
    <w:rsid w:val="003F7DD3"/>
    <w:rsid w:val="00420C17"/>
    <w:rsid w:val="00454337"/>
    <w:rsid w:val="004E1AAA"/>
    <w:rsid w:val="00501A06"/>
    <w:rsid w:val="00512C05"/>
    <w:rsid w:val="00516727"/>
    <w:rsid w:val="00516BED"/>
    <w:rsid w:val="00525290"/>
    <w:rsid w:val="0053157C"/>
    <w:rsid w:val="00546F76"/>
    <w:rsid w:val="00575AEF"/>
    <w:rsid w:val="00590F61"/>
    <w:rsid w:val="005A4E09"/>
    <w:rsid w:val="005A529F"/>
    <w:rsid w:val="005C1E78"/>
    <w:rsid w:val="0060196E"/>
    <w:rsid w:val="006353D9"/>
    <w:rsid w:val="00650096"/>
    <w:rsid w:val="00661485"/>
    <w:rsid w:val="006B111C"/>
    <w:rsid w:val="006F43B5"/>
    <w:rsid w:val="00701A6B"/>
    <w:rsid w:val="00742404"/>
    <w:rsid w:val="0074360A"/>
    <w:rsid w:val="00750CB1"/>
    <w:rsid w:val="00752C8E"/>
    <w:rsid w:val="00772A8A"/>
    <w:rsid w:val="00782B4B"/>
    <w:rsid w:val="00795B31"/>
    <w:rsid w:val="007C2C48"/>
    <w:rsid w:val="007D4F8A"/>
    <w:rsid w:val="007E6F66"/>
    <w:rsid w:val="007F0435"/>
    <w:rsid w:val="00846FEA"/>
    <w:rsid w:val="008510DC"/>
    <w:rsid w:val="00863B08"/>
    <w:rsid w:val="00887405"/>
    <w:rsid w:val="008A2F5C"/>
    <w:rsid w:val="008B572B"/>
    <w:rsid w:val="008B5ABA"/>
    <w:rsid w:val="008C32F8"/>
    <w:rsid w:val="008D109D"/>
    <w:rsid w:val="008D6134"/>
    <w:rsid w:val="008E707F"/>
    <w:rsid w:val="008F0D1C"/>
    <w:rsid w:val="008F511E"/>
    <w:rsid w:val="009149AE"/>
    <w:rsid w:val="00925FCD"/>
    <w:rsid w:val="00980D79"/>
    <w:rsid w:val="0099368D"/>
    <w:rsid w:val="009B16EE"/>
    <w:rsid w:val="00A03805"/>
    <w:rsid w:val="00A13AF3"/>
    <w:rsid w:val="00A2525B"/>
    <w:rsid w:val="00A330C9"/>
    <w:rsid w:val="00A37A65"/>
    <w:rsid w:val="00A44977"/>
    <w:rsid w:val="00A9034D"/>
    <w:rsid w:val="00A91680"/>
    <w:rsid w:val="00AA25C7"/>
    <w:rsid w:val="00AD6CE7"/>
    <w:rsid w:val="00AF096C"/>
    <w:rsid w:val="00B06CCE"/>
    <w:rsid w:val="00B22183"/>
    <w:rsid w:val="00B223C4"/>
    <w:rsid w:val="00B542C6"/>
    <w:rsid w:val="00B556B7"/>
    <w:rsid w:val="00B658BD"/>
    <w:rsid w:val="00BD7F11"/>
    <w:rsid w:val="00BF2B94"/>
    <w:rsid w:val="00C3654A"/>
    <w:rsid w:val="00C405F5"/>
    <w:rsid w:val="00C65692"/>
    <w:rsid w:val="00C81C61"/>
    <w:rsid w:val="00D21E65"/>
    <w:rsid w:val="00D263AB"/>
    <w:rsid w:val="00D5446F"/>
    <w:rsid w:val="00D827D0"/>
    <w:rsid w:val="00DA6046"/>
    <w:rsid w:val="00DB4BE6"/>
    <w:rsid w:val="00DC7D49"/>
    <w:rsid w:val="00DD2EE7"/>
    <w:rsid w:val="00DE1ED3"/>
    <w:rsid w:val="00DE7608"/>
    <w:rsid w:val="00DF67D1"/>
    <w:rsid w:val="00E10257"/>
    <w:rsid w:val="00E2393F"/>
    <w:rsid w:val="00E308E8"/>
    <w:rsid w:val="00E32B38"/>
    <w:rsid w:val="00E946E4"/>
    <w:rsid w:val="00EC628A"/>
    <w:rsid w:val="00F06FDD"/>
    <w:rsid w:val="00F15040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A8253"/>
  <w15:docId w15:val="{B2427DBC-27E3-364C-8B20-F105125A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03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geze-mitarbeitende-erlaufen-4000-euro-beim-ditzinger-lebenslau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4/GEZE/02_Templates:Boilerplates/Pressemitteilung_Vorlage_inkl-Boilerplate_2024_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CB413E9122FA4A8860B8A8D54697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A3F2FF-554A-6A46-BDF2-1D125EEF8E6C}"/>
      </w:docPartPr>
      <w:docPartBody>
        <w:p w:rsidR="00467595" w:rsidRDefault="00000000">
          <w:pPr>
            <w:pStyle w:val="FECB413E9122FA4A8860B8A8D54697E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68A"/>
    <w:rsid w:val="00001775"/>
    <w:rsid w:val="00006804"/>
    <w:rsid w:val="000271B8"/>
    <w:rsid w:val="000926DF"/>
    <w:rsid w:val="002B7A0F"/>
    <w:rsid w:val="00467595"/>
    <w:rsid w:val="008D109D"/>
    <w:rsid w:val="00B40237"/>
    <w:rsid w:val="00D5368A"/>
    <w:rsid w:val="00DD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ECB413E9122FA4A8860B8A8D54697E1">
    <w:name w:val="FECB413E9122FA4A8860B8A8D54697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2024-04-29T00:00:00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08C6DF-7F6F-4570-ABFA-0BD7A9A5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Pressemitteilung_Vorlage_inkl-Boilerplate_2024_DE.dotx</Template>
  <TotalTime>0</TotalTime>
  <Pages>2</Pages>
  <Words>429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Ida Edlund</cp:lastModifiedBy>
  <cp:revision>3</cp:revision>
  <cp:lastPrinted>2018-11-26T15:21:00Z</cp:lastPrinted>
  <dcterms:created xsi:type="dcterms:W3CDTF">2024-04-29T07:34:00Z</dcterms:created>
  <dcterms:modified xsi:type="dcterms:W3CDTF">2024-04-29T11:32:00Z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