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1DB3FC5" w14:textId="77777777" w:rsidTr="00546F76">
        <w:trPr>
          <w:trHeight w:val="284"/>
        </w:trPr>
        <w:tc>
          <w:tcPr>
            <w:tcW w:w="7359" w:type="dxa"/>
            <w:tcMar>
              <w:top w:w="11" w:type="dxa"/>
              <w:bottom w:w="0" w:type="dxa"/>
            </w:tcMar>
          </w:tcPr>
          <w:p w14:paraId="3B485B16" w14:textId="34C59DE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E9FEB88FEC004EA08A97EF896761E5FF"/>
                </w:placeholder>
                <w:dataBinding w:prefixMappings="xmlns:ns0='http://schemas.microsoft.com/office/2006/coverPageProps' " w:xpath="/ns0:CoverPageProperties[1]/ns0:PublishDate[1]" w:storeItemID="{55AF091B-3C7A-41E3-B477-F2FDAA23CFDA}"/>
                <w:date w:fullDate="2023-09-12T00:00:00Z">
                  <w:dateFormat w:val="d. MMMM yyyy"/>
                  <w:lid w:val="de-DE"/>
                  <w:storeMappedDataAs w:val="dateTime"/>
                  <w:calendar w:val="gregorian"/>
                </w:date>
              </w:sdtPr>
              <w:sdtContent>
                <w:r w:rsidR="00BB5971">
                  <w:rPr>
                    <w:rStyle w:val="Dokumentdatum"/>
                  </w:rPr>
                  <w:t>12. September 2023</w:t>
                </w:r>
              </w:sdtContent>
            </w:sdt>
          </w:p>
        </w:tc>
      </w:tr>
      <w:tr w:rsidR="00C65692" w:rsidRPr="00D5446F" w14:paraId="7905AD25" w14:textId="77777777" w:rsidTr="00752C8E">
        <w:trPr>
          <w:trHeight w:hRule="exact" w:val="1616"/>
        </w:trPr>
        <w:tc>
          <w:tcPr>
            <w:tcW w:w="7359" w:type="dxa"/>
            <w:tcMar>
              <w:top w:w="289" w:type="dxa"/>
              <w:bottom w:w="1083" w:type="dxa"/>
            </w:tcMar>
          </w:tcPr>
          <w:p w14:paraId="332A4E2C" w14:textId="08CF85C7" w:rsidR="00025DF7" w:rsidRPr="00D5446F" w:rsidRDefault="00F0398A" w:rsidP="00FC38DA">
            <w:pPr>
              <w:pStyle w:val="Betreff"/>
            </w:pPr>
            <w:proofErr w:type="spellStart"/>
            <w:r>
              <w:t>myGEZE</w:t>
            </w:r>
            <w:proofErr w:type="spellEnd"/>
            <w:r>
              <w:t xml:space="preserve"> Control:</w:t>
            </w:r>
            <w:r w:rsidR="00FC38DA">
              <w:t xml:space="preserve"> </w:t>
            </w:r>
            <w:r w:rsidR="00E602A1">
              <w:t xml:space="preserve">Die </w:t>
            </w:r>
            <w:r w:rsidR="00FC38DA">
              <w:t>Vernetzungslösung der nächsten Genera</w:t>
            </w:r>
            <w:r>
              <w:t xml:space="preserve">tion </w:t>
            </w:r>
          </w:p>
        </w:tc>
      </w:tr>
    </w:tbl>
    <w:p w14:paraId="7BFFECD4" w14:textId="7514219F" w:rsidR="00154B7B" w:rsidRPr="00707C9A" w:rsidRDefault="00A07F31" w:rsidP="00FF04C8">
      <w:pPr>
        <w:pStyle w:val="Vorspann"/>
      </w:pPr>
      <w:r>
        <w:t xml:space="preserve">GEZE setzt mit der neuen, modularen Plattform </w:t>
      </w:r>
      <w:proofErr w:type="spellStart"/>
      <w:r>
        <w:t>myGEZE</w:t>
      </w:r>
      <w:proofErr w:type="spellEnd"/>
      <w:r>
        <w:t xml:space="preserve"> Control auf die Integration von Tür-, Fenster- und Sicherheitstechnik in die verschiedensten Bereiche </w:t>
      </w:r>
      <w:r w:rsidR="00541216">
        <w:t xml:space="preserve">des </w:t>
      </w:r>
      <w:r>
        <w:t xml:space="preserve">Gebäudemanagements. </w:t>
      </w:r>
      <w:r w:rsidR="00FC396C">
        <w:t>D</w:t>
      </w:r>
      <w:r w:rsidR="00BB1F14">
        <w:t>ie neue Vernetzungslösung unterstützt Betreiber, Facili</w:t>
      </w:r>
      <w:r w:rsidR="00707C9A">
        <w:t>t</w:t>
      </w:r>
      <w:r w:rsidR="00BB1F14">
        <w:t xml:space="preserve">ymanager und </w:t>
      </w:r>
      <w:r w:rsidR="007D0386">
        <w:t>Sicherheits</w:t>
      </w:r>
      <w:r w:rsidR="003A4839">
        <w:t>dienste</w:t>
      </w:r>
      <w:r w:rsidR="00BB1F14">
        <w:t xml:space="preserve"> bei</w:t>
      </w:r>
      <w:r w:rsidR="00E92B3A">
        <w:t xml:space="preserve">m reibungslosen und effizienten </w:t>
      </w:r>
      <w:r w:rsidR="003616AE">
        <w:t>Betrieb</w:t>
      </w:r>
      <w:r w:rsidR="00E92B3A">
        <w:t xml:space="preserve"> von Gebäuden</w:t>
      </w:r>
      <w:r w:rsidR="00E602A1">
        <w:t>. Gleichzeitig</w:t>
      </w:r>
      <w:r w:rsidR="00E92B3A">
        <w:t xml:space="preserve"> </w:t>
      </w:r>
      <w:r w:rsidR="00D802CF">
        <w:t xml:space="preserve">erhöht </w:t>
      </w:r>
      <w:r w:rsidR="00E602A1">
        <w:t xml:space="preserve">sie </w:t>
      </w:r>
      <w:r w:rsidR="00E92B3A">
        <w:t>deren</w:t>
      </w:r>
      <w:r w:rsidR="003616AE">
        <w:t xml:space="preserve"> Sicherheit</w:t>
      </w:r>
      <w:r w:rsidR="0006733E">
        <w:t>,</w:t>
      </w:r>
      <w:r w:rsidR="00E92B3A">
        <w:t xml:space="preserve"> </w:t>
      </w:r>
      <w:r w:rsidR="003538EE">
        <w:t xml:space="preserve">Energieeffizienz und </w:t>
      </w:r>
      <w:r w:rsidR="002E0B73">
        <w:t>de</w:t>
      </w:r>
      <w:r w:rsidR="00311A27">
        <w:t>n</w:t>
      </w:r>
      <w:r w:rsidR="002E0B73">
        <w:t xml:space="preserve"> Komfort für Gebäudenutzer.</w:t>
      </w:r>
      <w:r w:rsidR="00707C9A">
        <w:t xml:space="preserve"> </w:t>
      </w:r>
      <w:r w:rsidR="004675E9">
        <w:t xml:space="preserve">Architekten und Planer profitieren </w:t>
      </w:r>
      <w:r w:rsidR="00713EC6">
        <w:t xml:space="preserve">von einer standardisierten </w:t>
      </w:r>
      <w:proofErr w:type="spellStart"/>
      <w:r w:rsidR="00713EC6">
        <w:t>BACnet</w:t>
      </w:r>
      <w:proofErr w:type="spellEnd"/>
      <w:r w:rsidR="00713EC6">
        <w:t>-Projektierung.</w:t>
      </w:r>
    </w:p>
    <w:p w14:paraId="2606D4B5" w14:textId="250347F4" w:rsidR="00655517" w:rsidRPr="00365C60" w:rsidRDefault="00655517" w:rsidP="00655517">
      <w:pPr>
        <w:pStyle w:val="berschrift1"/>
        <w:rPr>
          <w:lang w:val="de-DE"/>
        </w:rPr>
      </w:pPr>
      <w:r>
        <w:rPr>
          <w:lang w:val="de-DE"/>
        </w:rPr>
        <w:t>Nachhaltigkeitsanforderung</w:t>
      </w:r>
      <w:r w:rsidR="002A0C20">
        <w:rPr>
          <w:lang w:val="de-DE"/>
        </w:rPr>
        <w:t>en an moderne Gebäude effizient umsetzen</w:t>
      </w:r>
    </w:p>
    <w:p w14:paraId="03FCF13A" w14:textId="77777777" w:rsidR="002A0C20" w:rsidRDefault="00146018" w:rsidP="00655517">
      <w:r>
        <w:t xml:space="preserve">Vor allem im Bereich Energieeffizienz und Nachhaltigkeit sind die Ansprüche an die Funktionalität </w:t>
      </w:r>
      <w:r w:rsidR="008D4F7E">
        <w:t>und Steuerbarkeit von Gebäuden enorm gestiegen: Zum einen müssen Gebäude immer höheren Vorgaben und strengeren Gesetzen genügen, um den Anteil des Immobilien- und Wohnungssektors an der Produktion von klimaschädlichem CO2 zu senken</w:t>
      </w:r>
      <w:r w:rsidR="004B47C2">
        <w:t xml:space="preserve">. </w:t>
      </w:r>
      <w:r w:rsidR="00655517">
        <w:t>Die</w:t>
      </w:r>
      <w:r w:rsidR="004B47C2">
        <w:t xml:space="preserve"> Gebäudenutzerinnen und -nutzer </w:t>
      </w:r>
      <w:r w:rsidR="00655517">
        <w:t xml:space="preserve">wiederum legen zunehmend Wert auf Räume, die sich auch natürlich belüften und beleuchten lassen, was wiederum Auswirkungen auf Brandschutz und Gebäudesicherheit hat. So ergeben sich Szenarien, die das Gebäudemanagement vor komplexe Herausforderungen stellen. </w:t>
      </w:r>
    </w:p>
    <w:p w14:paraId="4DACD4E0" w14:textId="77777777" w:rsidR="002A0C20" w:rsidRDefault="002A0C20" w:rsidP="00655517"/>
    <w:p w14:paraId="63E55611" w14:textId="61E5F80E" w:rsidR="00655517" w:rsidRDefault="002A0C20" w:rsidP="00655517">
      <w:r>
        <w:t xml:space="preserve">Hier unterstützt die neue Vernetzungslösung von GEZE genauso wie bei Szenarien, in denen es um zugangsbeschränkte Bereiche, um Barrierefreiheit, Brandschutz oder Fluchtwegsicherheit geht. </w:t>
      </w:r>
      <w:r w:rsidR="00655517">
        <w:t>Damit zum Beispiel Büros jederzeit optimal klimatisiert und belüftet sind</w:t>
      </w:r>
      <w:r>
        <w:t>,</w:t>
      </w:r>
      <w:r w:rsidR="00655517">
        <w:t xml:space="preserve"> müssen zahlreiche Komponenten und Szenarien miteinander interagieren. So </w:t>
      </w:r>
      <w:r w:rsidR="003D086D">
        <w:t xml:space="preserve">setzen Architektinnen und Planer heute gern auf natürliche Klimatisierung über eine Nachtkühlung, </w:t>
      </w:r>
      <w:r w:rsidR="009E2775">
        <w:t xml:space="preserve">die </w:t>
      </w:r>
      <w:r w:rsidR="00655517">
        <w:t xml:space="preserve">schon zu Beginn des Tages ein gutes Raumklima schafft. Die Fassade </w:t>
      </w:r>
      <w:r w:rsidR="00620761">
        <w:t xml:space="preserve">kann über Sensoren für Wärme, Wind oder Lichteinstrahlung </w:t>
      </w:r>
      <w:r w:rsidR="00655517">
        <w:t xml:space="preserve">auf sich verändernde Außen- oder Rahmenbedingungen reagieren und automatisch eine Verschattung ausfahren </w:t>
      </w:r>
      <w:r w:rsidR="00620761">
        <w:t>oder</w:t>
      </w:r>
      <w:r w:rsidR="00655517">
        <w:t xml:space="preserve"> Fenster abhängig von der Außentemperatur selbständig öffnen und schließen. </w:t>
      </w:r>
      <w:r>
        <w:t xml:space="preserve">Gleichzeitig müssen die Benutzenden aber auch die Möglichkeit haben, Fenster selbst zu öffnen oder zu schließen. </w:t>
      </w:r>
      <w:r w:rsidR="00655517">
        <w:t xml:space="preserve">„Dank </w:t>
      </w:r>
      <w:proofErr w:type="spellStart"/>
      <w:r w:rsidR="00655517">
        <w:t>myGEZE</w:t>
      </w:r>
      <w:proofErr w:type="spellEnd"/>
      <w:r w:rsidR="00655517">
        <w:t xml:space="preserve"> Control sind solche komplexen Systeme programmier- und </w:t>
      </w:r>
      <w:r w:rsidR="00655517">
        <w:lastRenderedPageBreak/>
        <w:t>steuerbar. Und das kosteneffizient und energiesparend“,</w:t>
      </w:r>
      <w:r w:rsidR="00A23CAC" w:rsidRPr="00A23CAC">
        <w:rPr>
          <w:spacing w:val="-2"/>
        </w:rPr>
        <w:t xml:space="preserve"> </w:t>
      </w:r>
      <w:r w:rsidR="00A23CAC" w:rsidRPr="00185771">
        <w:rPr>
          <w:spacing w:val="-2"/>
        </w:rPr>
        <w:t xml:space="preserve">sagt </w:t>
      </w:r>
      <w:r w:rsidR="00A23CAC" w:rsidRPr="00964BF3">
        <w:rPr>
          <w:spacing w:val="-2"/>
        </w:rPr>
        <w:t xml:space="preserve">Jürgen Keller, </w:t>
      </w:r>
      <w:proofErr w:type="spellStart"/>
      <w:r w:rsidR="00A23CAC" w:rsidRPr="00294CA4">
        <w:rPr>
          <w:spacing w:val="-2"/>
        </w:rPr>
        <w:t>Product</w:t>
      </w:r>
      <w:proofErr w:type="spellEnd"/>
      <w:r w:rsidR="00A23CAC" w:rsidRPr="00294CA4">
        <w:rPr>
          <w:spacing w:val="-2"/>
        </w:rPr>
        <w:t xml:space="preserve"> Manager Connectivity - Integrated Solutions</w:t>
      </w:r>
      <w:r w:rsidR="00A23CAC" w:rsidRPr="00185771">
        <w:rPr>
          <w:spacing w:val="-2"/>
        </w:rPr>
        <w:t xml:space="preserve"> bei GEZE</w:t>
      </w:r>
      <w:r w:rsidR="00655517">
        <w:t xml:space="preserve">. </w:t>
      </w:r>
      <w:r w:rsidR="00FF04C8">
        <w:t>„</w:t>
      </w:r>
      <w:r w:rsidR="00655517">
        <w:t xml:space="preserve">Auf diese Weise leistet </w:t>
      </w:r>
      <w:proofErr w:type="spellStart"/>
      <w:r w:rsidR="00655517">
        <w:t>myGEZE</w:t>
      </w:r>
      <w:proofErr w:type="spellEnd"/>
      <w:r w:rsidR="00655517">
        <w:t xml:space="preserve"> Control auch einen Beitrag für nachhaltige und lebenswerte Gebäude von morgen.</w:t>
      </w:r>
      <w:r w:rsidR="00FF04C8">
        <w:t>“</w:t>
      </w:r>
    </w:p>
    <w:p w14:paraId="47F74314" w14:textId="04747E78" w:rsidR="00945172" w:rsidRPr="00945172" w:rsidRDefault="00914A3B" w:rsidP="00945172">
      <w:pPr>
        <w:pStyle w:val="berschrift1"/>
        <w:rPr>
          <w:lang w:val="de-DE"/>
        </w:rPr>
      </w:pPr>
      <w:r w:rsidRPr="00945172">
        <w:rPr>
          <w:lang w:val="de-DE"/>
        </w:rPr>
        <w:t>Arbeitserleichterung für Facility</w:t>
      </w:r>
      <w:r w:rsidR="00FF04C8">
        <w:rPr>
          <w:lang w:val="de-DE"/>
        </w:rPr>
        <w:t>-M</w:t>
      </w:r>
      <w:r w:rsidRPr="00945172">
        <w:rPr>
          <w:lang w:val="de-DE"/>
        </w:rPr>
        <w:t>anager</w:t>
      </w:r>
      <w:r w:rsidR="00945172" w:rsidRPr="00945172">
        <w:rPr>
          <w:lang w:val="de-DE"/>
        </w:rPr>
        <w:t xml:space="preserve"> und Sicherheitskräfte</w:t>
      </w:r>
    </w:p>
    <w:p w14:paraId="1B3BE32F" w14:textId="2EB85455" w:rsidR="004733A9" w:rsidRDefault="00DD3B00" w:rsidP="00BC46A1">
      <w:r>
        <w:t xml:space="preserve">Im Alltag </w:t>
      </w:r>
      <w:r w:rsidR="0076728A">
        <w:t xml:space="preserve">bedeutet </w:t>
      </w:r>
      <w:proofErr w:type="spellStart"/>
      <w:r w:rsidR="002A0C20">
        <w:t>myGEZE</w:t>
      </w:r>
      <w:proofErr w:type="spellEnd"/>
      <w:r w:rsidR="002A0C20">
        <w:t xml:space="preserve"> Control</w:t>
      </w:r>
      <w:r w:rsidR="0076728A">
        <w:t xml:space="preserve"> eine erhebliche Vereinfachung aller Prozesse und Abläufe, die zu einem</w:t>
      </w:r>
      <w:r w:rsidR="00722ED3">
        <w:t xml:space="preserve"> modernen</w:t>
      </w:r>
      <w:r w:rsidR="0076728A">
        <w:t xml:space="preserve"> Gebäudemanagement</w:t>
      </w:r>
      <w:r w:rsidR="00722ED3">
        <w:t xml:space="preserve"> gehören. </w:t>
      </w:r>
      <w:r w:rsidR="008B65A8">
        <w:t>„</w:t>
      </w:r>
      <w:r w:rsidR="008D03EB" w:rsidRPr="00185771">
        <w:rPr>
          <w:spacing w:val="-2"/>
        </w:rPr>
        <w:t>Statt stundenlang zu Fuß das gesamte Gebäude abzugehen und zu kontrollieren</w:t>
      </w:r>
      <w:r w:rsidR="00BB6D42" w:rsidRPr="00185771">
        <w:rPr>
          <w:spacing w:val="-2"/>
        </w:rPr>
        <w:t>, o</w:t>
      </w:r>
      <w:r w:rsidR="008D03EB" w:rsidRPr="00185771">
        <w:rPr>
          <w:spacing w:val="-2"/>
        </w:rPr>
        <w:t>b alle Fenster und Türen ver</w:t>
      </w:r>
      <w:r w:rsidR="00BB6D42" w:rsidRPr="00185771">
        <w:rPr>
          <w:spacing w:val="-2"/>
        </w:rPr>
        <w:t>sch</w:t>
      </w:r>
      <w:r w:rsidR="008D03EB" w:rsidRPr="00185771">
        <w:rPr>
          <w:spacing w:val="-2"/>
        </w:rPr>
        <w:t>lossen sind</w:t>
      </w:r>
      <w:r w:rsidR="00BB6D42" w:rsidRPr="00185771">
        <w:rPr>
          <w:spacing w:val="-2"/>
        </w:rPr>
        <w:t xml:space="preserve">, </w:t>
      </w:r>
      <w:r w:rsidR="00E602A1" w:rsidRPr="00185771">
        <w:rPr>
          <w:spacing w:val="-2"/>
        </w:rPr>
        <w:t xml:space="preserve">können </w:t>
      </w:r>
      <w:r w:rsidR="007702F9" w:rsidRPr="00185771">
        <w:rPr>
          <w:spacing w:val="-2"/>
        </w:rPr>
        <w:t xml:space="preserve">Hausmeister oder Mitarbeitende des Sicherheitsdienstes </w:t>
      </w:r>
      <w:r w:rsidR="00E602A1" w:rsidRPr="00185771">
        <w:rPr>
          <w:spacing w:val="-2"/>
        </w:rPr>
        <w:t xml:space="preserve">mit </w:t>
      </w:r>
      <w:proofErr w:type="spellStart"/>
      <w:r w:rsidR="00E602A1" w:rsidRPr="00185771">
        <w:rPr>
          <w:spacing w:val="-2"/>
        </w:rPr>
        <w:t>myGEZE</w:t>
      </w:r>
      <w:proofErr w:type="spellEnd"/>
      <w:r w:rsidR="00E602A1" w:rsidRPr="00185771">
        <w:rPr>
          <w:spacing w:val="-2"/>
        </w:rPr>
        <w:t xml:space="preserve"> Control ihre </w:t>
      </w:r>
      <w:r w:rsidR="009B3ABC" w:rsidRPr="00185771">
        <w:rPr>
          <w:spacing w:val="-2"/>
        </w:rPr>
        <w:t>Arbeit ganz bequem per Tablet erledigen</w:t>
      </w:r>
      <w:r w:rsidR="00E602A1" w:rsidRPr="00185771">
        <w:rPr>
          <w:spacing w:val="-2"/>
        </w:rPr>
        <w:t xml:space="preserve">“, </w:t>
      </w:r>
      <w:r w:rsidR="00A23CAC">
        <w:t>so der GEZE-Experte</w:t>
      </w:r>
      <w:r w:rsidR="00E602A1" w:rsidRPr="00185771">
        <w:rPr>
          <w:spacing w:val="-2"/>
        </w:rPr>
        <w:t>.</w:t>
      </w:r>
      <w:r w:rsidR="00E602A1" w:rsidRPr="00185771" w:rsidDel="00E602A1">
        <w:rPr>
          <w:spacing w:val="-2"/>
        </w:rPr>
        <w:t xml:space="preserve"> </w:t>
      </w:r>
      <w:r w:rsidR="00E602A1" w:rsidRPr="00185771">
        <w:rPr>
          <w:spacing w:val="-2"/>
        </w:rPr>
        <w:t>„Damit erhalten sie</w:t>
      </w:r>
      <w:r w:rsidR="009B3ABC" w:rsidRPr="00185771">
        <w:rPr>
          <w:spacing w:val="-2"/>
        </w:rPr>
        <w:t xml:space="preserve"> einen Überblick über alle Türen und Fenster</w:t>
      </w:r>
      <w:r w:rsidR="00533906" w:rsidRPr="00185771">
        <w:rPr>
          <w:spacing w:val="-2"/>
        </w:rPr>
        <w:t xml:space="preserve">, </w:t>
      </w:r>
      <w:r w:rsidR="00E602A1" w:rsidRPr="00185771">
        <w:rPr>
          <w:spacing w:val="-2"/>
        </w:rPr>
        <w:t>sehen</w:t>
      </w:r>
      <w:r w:rsidR="00533906" w:rsidRPr="00185771">
        <w:rPr>
          <w:spacing w:val="-2"/>
        </w:rPr>
        <w:t>, wo Systeme noch nicht verschlossen sind</w:t>
      </w:r>
      <w:r w:rsidR="009755D6">
        <w:rPr>
          <w:spacing w:val="-2"/>
        </w:rPr>
        <w:t xml:space="preserve"> </w:t>
      </w:r>
      <w:r w:rsidR="00C34E1F">
        <w:rPr>
          <w:spacing w:val="-2"/>
        </w:rPr>
        <w:t>oder</w:t>
      </w:r>
      <w:r w:rsidR="009755D6">
        <w:rPr>
          <w:spacing w:val="-2"/>
        </w:rPr>
        <w:t xml:space="preserve"> wo </w:t>
      </w:r>
      <w:r w:rsidR="00533906" w:rsidRPr="00185771">
        <w:rPr>
          <w:spacing w:val="-2"/>
        </w:rPr>
        <w:t>die Beleuchtung noch eingeschaltet i</w:t>
      </w:r>
      <w:r w:rsidR="00533906">
        <w:t>st</w:t>
      </w:r>
      <w:r w:rsidR="00D13F13">
        <w:t>.</w:t>
      </w:r>
      <w:r w:rsidR="003626BC">
        <w:t>“</w:t>
      </w:r>
      <w:r w:rsidR="00995215">
        <w:t xml:space="preserve"> </w:t>
      </w:r>
      <w:r w:rsidR="00BC46A1">
        <w:t>Über die zentrale Steuerung auf Endgerät</w:t>
      </w:r>
      <w:r w:rsidR="00E602A1">
        <w:t>en</w:t>
      </w:r>
      <w:r w:rsidR="00BC46A1">
        <w:t xml:space="preserve"> </w:t>
      </w:r>
      <w:r w:rsidR="00E602A1">
        <w:t>können Nutze</w:t>
      </w:r>
      <w:r w:rsidR="00180217">
        <w:t>r</w:t>
      </w:r>
      <w:r w:rsidR="00BC46A1">
        <w:t xml:space="preserve"> mit einem Klick ein Szenario auslösen, das das Gebäude in einen gesicherten Nachtmodus versetzt. </w:t>
      </w:r>
      <w:r w:rsidR="00E602A1">
        <w:t>Die Plattform erkennt auch</w:t>
      </w:r>
      <w:r w:rsidR="00BC46A1">
        <w:t xml:space="preserve">, wenn </w:t>
      </w:r>
      <w:r w:rsidR="001F28B8">
        <w:t xml:space="preserve">beispielsweise noch </w:t>
      </w:r>
      <w:r w:rsidR="00BC46A1">
        <w:t>Reinigungs</w:t>
      </w:r>
      <w:r w:rsidR="006F1ABE">
        <w:t>kräfte i</w:t>
      </w:r>
      <w:r w:rsidR="00BC46A1">
        <w:t xml:space="preserve">m Gebäude </w:t>
      </w:r>
      <w:r w:rsidR="005104F6">
        <w:t>sind,</w:t>
      </w:r>
      <w:r w:rsidR="00BC46A1">
        <w:t xml:space="preserve"> und </w:t>
      </w:r>
      <w:r w:rsidR="001F28B8">
        <w:t>kann</w:t>
      </w:r>
      <w:r w:rsidR="00BC46A1">
        <w:t xml:space="preserve"> eine automatische Zeitfunktion</w:t>
      </w:r>
      <w:r w:rsidR="006F1ABE">
        <w:t xml:space="preserve"> programmieren</w:t>
      </w:r>
      <w:r w:rsidR="00BC46A1">
        <w:t>, die später nochmals den Nachtmodus aktiviert.</w:t>
      </w:r>
      <w:r w:rsidR="009C31B1">
        <w:t xml:space="preserve"> </w:t>
      </w:r>
      <w:r w:rsidR="003626BC">
        <w:t>„</w:t>
      </w:r>
      <w:r w:rsidR="009C31B1">
        <w:t xml:space="preserve">Das spart sehr viel Zeit – und </w:t>
      </w:r>
      <w:r w:rsidR="00DF462D">
        <w:t>bares Geld</w:t>
      </w:r>
      <w:r w:rsidR="009C31B1">
        <w:t>!“</w:t>
      </w:r>
    </w:p>
    <w:p w14:paraId="3DDD700F" w14:textId="7D6B7D67" w:rsidR="006A5742" w:rsidRPr="00365C60" w:rsidRDefault="00A542BE" w:rsidP="006A5742">
      <w:pPr>
        <w:pStyle w:val="berschrift1"/>
        <w:rPr>
          <w:lang w:val="de-DE"/>
        </w:rPr>
      </w:pPr>
      <w:r>
        <w:rPr>
          <w:lang w:val="de-DE"/>
        </w:rPr>
        <w:t xml:space="preserve">Service für Architekten und Planer: </w:t>
      </w:r>
      <w:r w:rsidR="006A5742" w:rsidRPr="00365C60">
        <w:rPr>
          <w:lang w:val="de-DE"/>
        </w:rPr>
        <w:t xml:space="preserve">GEZE </w:t>
      </w:r>
      <w:r w:rsidR="00773014">
        <w:rPr>
          <w:lang w:val="de-DE"/>
        </w:rPr>
        <w:t xml:space="preserve">berät und </w:t>
      </w:r>
      <w:r>
        <w:rPr>
          <w:lang w:val="de-DE"/>
        </w:rPr>
        <w:t>unterstützt</w:t>
      </w:r>
      <w:r w:rsidR="00773014">
        <w:rPr>
          <w:lang w:val="de-DE"/>
        </w:rPr>
        <w:t xml:space="preserve"> bei der Projektierung</w:t>
      </w:r>
    </w:p>
    <w:p w14:paraId="03DB5530" w14:textId="5EE062A7" w:rsidR="00F33752" w:rsidRPr="00185771" w:rsidRDefault="00344DEE" w:rsidP="00095819">
      <w:pPr>
        <w:rPr>
          <w:spacing w:val="-2"/>
        </w:rPr>
      </w:pPr>
      <w:r w:rsidRPr="00185771">
        <w:rPr>
          <w:spacing w:val="-2"/>
        </w:rPr>
        <w:t xml:space="preserve">Egal, ob </w:t>
      </w:r>
      <w:r w:rsidR="00765392" w:rsidRPr="00185771">
        <w:rPr>
          <w:spacing w:val="-2"/>
        </w:rPr>
        <w:t xml:space="preserve">eine </w:t>
      </w:r>
      <w:r w:rsidRPr="00185771">
        <w:rPr>
          <w:spacing w:val="-2"/>
        </w:rPr>
        <w:t>einfache</w:t>
      </w:r>
      <w:r w:rsidR="00765392" w:rsidRPr="00185771">
        <w:rPr>
          <w:spacing w:val="-2"/>
        </w:rPr>
        <w:t xml:space="preserve"> Lösung fürs</w:t>
      </w:r>
      <w:r w:rsidRPr="00185771">
        <w:rPr>
          <w:spacing w:val="-2"/>
        </w:rPr>
        <w:t xml:space="preserve"> Facility</w:t>
      </w:r>
      <w:r w:rsidR="00366D85">
        <w:rPr>
          <w:spacing w:val="-2"/>
        </w:rPr>
        <w:t>m</w:t>
      </w:r>
      <w:r w:rsidRPr="00185771">
        <w:rPr>
          <w:spacing w:val="-2"/>
        </w:rPr>
        <w:t xml:space="preserve">anagement oder eine komplizierte </w:t>
      </w:r>
      <w:r w:rsidR="00765392" w:rsidRPr="00185771">
        <w:rPr>
          <w:spacing w:val="-2"/>
        </w:rPr>
        <w:t xml:space="preserve">Automatisierungslösung zur Gebäudesicherheit benötigt wird, </w:t>
      </w:r>
      <w:r w:rsidR="00F851BB" w:rsidRPr="00185771">
        <w:rPr>
          <w:spacing w:val="-2"/>
        </w:rPr>
        <w:t xml:space="preserve">GEZE </w:t>
      </w:r>
      <w:r w:rsidR="009C31B1" w:rsidRPr="00185771">
        <w:rPr>
          <w:spacing w:val="-2"/>
        </w:rPr>
        <w:t>unterstützt</w:t>
      </w:r>
      <w:r w:rsidR="00DE4159" w:rsidRPr="00185771">
        <w:rPr>
          <w:spacing w:val="-2"/>
        </w:rPr>
        <w:t xml:space="preserve"> seine Kunden von Beginn an: „</w:t>
      </w:r>
      <w:r w:rsidR="00DE4159" w:rsidRPr="00A674BC">
        <w:rPr>
          <w:spacing w:val="-2"/>
        </w:rPr>
        <w:t xml:space="preserve">Wir liefern nicht nur die technische Lösung und die Einzelkomponenten. Wir übernehmen auf Wunsch </w:t>
      </w:r>
      <w:r w:rsidR="00D13F13" w:rsidRPr="00A674BC">
        <w:rPr>
          <w:spacing w:val="-2"/>
        </w:rPr>
        <w:t xml:space="preserve">auch </w:t>
      </w:r>
      <w:r w:rsidR="006911FB" w:rsidRPr="00A674BC">
        <w:rPr>
          <w:spacing w:val="-2"/>
        </w:rPr>
        <w:t>die</w:t>
      </w:r>
      <w:r w:rsidR="00836D87" w:rsidRPr="00A674BC">
        <w:rPr>
          <w:spacing w:val="-2"/>
        </w:rPr>
        <w:t xml:space="preserve"> Tür</w:t>
      </w:r>
      <w:r w:rsidR="006911FB" w:rsidRPr="00A674BC">
        <w:rPr>
          <w:spacing w:val="-2"/>
        </w:rPr>
        <w:t>en</w:t>
      </w:r>
      <w:r w:rsidR="00836D87" w:rsidRPr="00A674BC">
        <w:rPr>
          <w:spacing w:val="-2"/>
        </w:rPr>
        <w:t xml:space="preserve">fachplanung </w:t>
      </w:r>
      <w:r w:rsidR="006911FB" w:rsidRPr="00A674BC">
        <w:rPr>
          <w:spacing w:val="-2"/>
        </w:rPr>
        <w:t>mit Projektierung oder Teilprojektierung</w:t>
      </w:r>
      <w:r w:rsidR="00D13F13" w:rsidRPr="00A674BC">
        <w:rPr>
          <w:spacing w:val="-2"/>
        </w:rPr>
        <w:t>. Das beinhaltet s</w:t>
      </w:r>
      <w:r w:rsidR="00836D87" w:rsidRPr="00A674BC">
        <w:rPr>
          <w:spacing w:val="-2"/>
        </w:rPr>
        <w:t>aubere Funktionsbeschreibung</w:t>
      </w:r>
      <w:r w:rsidR="006911FB" w:rsidRPr="00A674BC">
        <w:rPr>
          <w:spacing w:val="-2"/>
        </w:rPr>
        <w:t>en</w:t>
      </w:r>
      <w:r w:rsidR="00836D87" w:rsidRPr="00A674BC">
        <w:rPr>
          <w:spacing w:val="-2"/>
        </w:rPr>
        <w:t xml:space="preserve"> </w:t>
      </w:r>
      <w:r w:rsidR="00D13F13" w:rsidRPr="00A674BC">
        <w:rPr>
          <w:spacing w:val="-2"/>
        </w:rPr>
        <w:t xml:space="preserve">sowie </w:t>
      </w:r>
      <w:r w:rsidR="00836D87" w:rsidRPr="00A674BC">
        <w:rPr>
          <w:spacing w:val="-2"/>
        </w:rPr>
        <w:t>passende Lösung</w:t>
      </w:r>
      <w:r w:rsidR="00A23CAC" w:rsidRPr="00A674BC">
        <w:rPr>
          <w:spacing w:val="-2"/>
        </w:rPr>
        <w:t>en</w:t>
      </w:r>
      <w:r w:rsidR="00836D87" w:rsidRPr="00A674BC">
        <w:rPr>
          <w:spacing w:val="-2"/>
        </w:rPr>
        <w:t xml:space="preserve"> </w:t>
      </w:r>
      <w:r w:rsidR="006911FB" w:rsidRPr="00A674BC">
        <w:rPr>
          <w:spacing w:val="-2"/>
        </w:rPr>
        <w:t>und</w:t>
      </w:r>
      <w:r w:rsidR="00836D87" w:rsidRPr="00A674BC">
        <w:rPr>
          <w:spacing w:val="-2"/>
        </w:rPr>
        <w:t xml:space="preserve"> Türskizzen, bis hin zu Vorlei</w:t>
      </w:r>
      <w:r w:rsidR="00C5583B">
        <w:rPr>
          <w:spacing w:val="-2"/>
        </w:rPr>
        <w:t>s</w:t>
      </w:r>
      <w:r w:rsidR="00836D87" w:rsidRPr="00A674BC">
        <w:rPr>
          <w:spacing w:val="-2"/>
        </w:rPr>
        <w:t>tungsüberwachung und Baustellenkoordination</w:t>
      </w:r>
      <w:r w:rsidR="006911FB" w:rsidRPr="00A674BC">
        <w:rPr>
          <w:spacing w:val="-2"/>
        </w:rPr>
        <w:t>. So</w:t>
      </w:r>
      <w:r w:rsidR="000D5BA3" w:rsidRPr="00A674BC">
        <w:rPr>
          <w:spacing w:val="-2"/>
        </w:rPr>
        <w:t xml:space="preserve"> helfen </w:t>
      </w:r>
      <w:r w:rsidR="006911FB" w:rsidRPr="00A674BC">
        <w:rPr>
          <w:spacing w:val="-2"/>
        </w:rPr>
        <w:t>wir bei</w:t>
      </w:r>
      <w:r w:rsidR="000D5BA3" w:rsidRPr="00A674BC">
        <w:rPr>
          <w:spacing w:val="-2"/>
        </w:rPr>
        <w:t xml:space="preserve"> der </w:t>
      </w:r>
      <w:r w:rsidR="00D13F13" w:rsidRPr="00A674BC">
        <w:rPr>
          <w:spacing w:val="-2"/>
        </w:rPr>
        <w:t>fehlerfreien</w:t>
      </w:r>
      <w:r w:rsidR="006911FB" w:rsidRPr="00A674BC">
        <w:rPr>
          <w:spacing w:val="-2"/>
        </w:rPr>
        <w:t xml:space="preserve"> </w:t>
      </w:r>
      <w:r w:rsidR="000D5BA3" w:rsidRPr="00A674BC">
        <w:rPr>
          <w:spacing w:val="-2"/>
        </w:rPr>
        <w:t>Planung</w:t>
      </w:r>
      <w:r w:rsidR="00D13F13" w:rsidRPr="00A674BC">
        <w:rPr>
          <w:spacing w:val="-2"/>
        </w:rPr>
        <w:t xml:space="preserve">, Installation und Inbetriebnahme von </w:t>
      </w:r>
      <w:r w:rsidR="000D5BA3" w:rsidRPr="00A674BC">
        <w:rPr>
          <w:spacing w:val="-2"/>
        </w:rPr>
        <w:t>Fenster</w:t>
      </w:r>
      <w:r w:rsidR="00311A27">
        <w:rPr>
          <w:spacing w:val="-2"/>
        </w:rPr>
        <w:t>n</w:t>
      </w:r>
      <w:r w:rsidR="000D5BA3" w:rsidRPr="00A674BC">
        <w:rPr>
          <w:spacing w:val="-2"/>
        </w:rPr>
        <w:t xml:space="preserve"> und Türen im Gebäude“, </w:t>
      </w:r>
      <w:r w:rsidR="00F32AC0" w:rsidRPr="00A674BC">
        <w:rPr>
          <w:spacing w:val="-2"/>
        </w:rPr>
        <w:t xml:space="preserve">erläutert </w:t>
      </w:r>
      <w:r w:rsidR="00294CA4" w:rsidRPr="00A674BC">
        <w:rPr>
          <w:spacing w:val="-2"/>
        </w:rPr>
        <w:t>Jürgen Keller</w:t>
      </w:r>
      <w:r w:rsidR="00F32AC0" w:rsidRPr="00A674BC">
        <w:rPr>
          <w:spacing w:val="-2"/>
        </w:rPr>
        <w:t>.</w:t>
      </w:r>
    </w:p>
    <w:p w14:paraId="6579AC64" w14:textId="77777777" w:rsidR="00185771" w:rsidRPr="00F33752" w:rsidRDefault="00185771" w:rsidP="00095819"/>
    <w:p w14:paraId="38C8D34A" w14:textId="77777777" w:rsidR="00146018" w:rsidRDefault="00146018" w:rsidP="00146018">
      <w:proofErr w:type="spellStart"/>
      <w:r>
        <w:t>myGEZE</w:t>
      </w:r>
      <w:proofErr w:type="spellEnd"/>
      <w:r>
        <w:t xml:space="preserve"> Control baut auf </w:t>
      </w:r>
      <w:r w:rsidRPr="007B077A">
        <w:t xml:space="preserve">Komponenten </w:t>
      </w:r>
      <w:r>
        <w:t xml:space="preserve">des renommierten Automatisierungsspezialisten </w:t>
      </w:r>
      <w:r w:rsidRPr="00D12401">
        <w:t>Beckhoff Automation</w:t>
      </w:r>
      <w:r>
        <w:t xml:space="preserve"> auf und kann in herstellerneutrale Gebäudeleittechnik-, Gefahrenmanagement- und CAFM-Systeme integriert werden. Dank einer standardisierten </w:t>
      </w:r>
      <w:proofErr w:type="spellStart"/>
      <w:r>
        <w:t>BACnet</w:t>
      </w:r>
      <w:proofErr w:type="spellEnd"/>
      <w:r>
        <w:t xml:space="preserve">-Projektierung ist das völlig unabhängig von Dienstleistern und vom eingesetzten Gebäudemanagement-Produkt möglich. Mit der Software-Option </w:t>
      </w:r>
      <w:proofErr w:type="spellStart"/>
      <w:r>
        <w:t>myGEZE</w:t>
      </w:r>
      <w:proofErr w:type="spellEnd"/>
      <w:r>
        <w:t xml:space="preserve"> Visu sind auch eigenständige Visualisierungslösungen für die GEZE-Produktsysteme möglich. </w:t>
      </w:r>
    </w:p>
    <w:p w14:paraId="591B6698" w14:textId="77777777" w:rsidR="006B111C" w:rsidRDefault="006B111C" w:rsidP="00095819"/>
    <w:p w14:paraId="3B7022D3" w14:textId="77777777" w:rsidR="00FA297F" w:rsidRDefault="00FA297F" w:rsidP="00095819"/>
    <w:p w14:paraId="24134D4F" w14:textId="65BDBFB3" w:rsidR="00FA297F" w:rsidRDefault="00FA297F" w:rsidP="00095819">
      <w:r>
        <w:t>Diese Pressemitteilung sowie weitere Informationen finden Sie hier:</w:t>
      </w:r>
    </w:p>
    <w:p w14:paraId="5D6816C3" w14:textId="24F205FD" w:rsidR="00FA297F" w:rsidRDefault="00000000" w:rsidP="00095819">
      <w:hyperlink r:id="rId9" w:history="1">
        <w:r w:rsidR="00FA297F" w:rsidRPr="00FA297F">
          <w:rPr>
            <w:rStyle w:val="Hyperlink"/>
          </w:rPr>
          <w:t>http://www.geze.de/de/newsroom/mygeze-control-die-vernetzungsloesung-der-naechsten-generation</w:t>
        </w:r>
      </w:hyperlink>
    </w:p>
    <w:p w14:paraId="38A4AC98" w14:textId="77777777" w:rsidR="00366D85" w:rsidRDefault="00366D85" w:rsidP="00095819"/>
    <w:p w14:paraId="5A01298A" w14:textId="77777777" w:rsidR="00FA297F" w:rsidRPr="006B111C" w:rsidRDefault="00FA297F" w:rsidP="00095819"/>
    <w:p w14:paraId="0B3BBF19" w14:textId="77777777" w:rsidR="006B111C" w:rsidRPr="00F33752" w:rsidRDefault="006B111C" w:rsidP="006B111C">
      <w:pPr>
        <w:rPr>
          <w:b/>
        </w:rPr>
      </w:pPr>
      <w:r w:rsidRPr="00F33752">
        <w:rPr>
          <w:b/>
        </w:rPr>
        <w:lastRenderedPageBreak/>
        <w:t xml:space="preserve">ÜBER GEZE </w:t>
      </w:r>
    </w:p>
    <w:p w14:paraId="0E1EC873" w14:textId="77777777" w:rsidR="00B244C5" w:rsidRPr="00D94CD2" w:rsidRDefault="00B244C5" w:rsidP="00B244C5">
      <w:pPr>
        <w:rPr>
          <w:spacing w:val="-2"/>
          <w:kern w:val="0"/>
        </w:rPr>
      </w:pPr>
      <w:r w:rsidRPr="00D94CD2">
        <w:rPr>
          <w:spacing w:val="-2"/>
        </w:rP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6E436A48" w14:textId="00C3C098" w:rsidR="008F511E" w:rsidRPr="00D94CD2" w:rsidRDefault="00B244C5" w:rsidP="00095819">
      <w:pPr>
        <w:rPr>
          <w:spacing w:val="-2"/>
          <w:lang w:val="en-GB"/>
        </w:rPr>
      </w:pPr>
      <w:r w:rsidRPr="00D94CD2">
        <w:rPr>
          <w:spacing w:val="-2"/>
        </w:rP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r w:rsidR="00A03805" w:rsidRPr="00D94CD2">
        <w:rPr>
          <w:noProof/>
          <w:spacing w:val="-2"/>
          <w:lang w:eastAsia="de-DE"/>
        </w:rPr>
        <mc:AlternateContent>
          <mc:Choice Requires="wps">
            <w:drawing>
              <wp:anchor distT="180340" distB="0" distL="114300" distR="114300" simplePos="0" relativeHeight="251659264" behindDoc="0" locked="0" layoutInCell="1" allowOverlap="1" wp14:anchorId="2B514BE9" wp14:editId="68D9F7F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836D87" w:rsidRPr="002627A3" w14:paraId="7E1A1B6F" w14:textId="77777777" w:rsidTr="00454337">
                              <w:trPr>
                                <w:cantSplit/>
                                <w:trHeight w:hRule="exact" w:val="482"/>
                              </w:trPr>
                              <w:tc>
                                <w:tcPr>
                                  <w:tcW w:w="6321" w:type="dxa"/>
                                  <w:tcMar>
                                    <w:bottom w:w="91" w:type="dxa"/>
                                  </w:tcMar>
                                </w:tcPr>
                                <w:p w14:paraId="3D86F963" w14:textId="77777777" w:rsidR="00836D87" w:rsidRPr="002627A3" w:rsidRDefault="00836D87" w:rsidP="00113091">
                                  <w:pPr>
                                    <w:pStyle w:val="KontaktTitel"/>
                                  </w:pPr>
                                  <w:r w:rsidRPr="002627A3">
                                    <w:t>Kontakt</w:t>
                                  </w:r>
                                </w:p>
                              </w:tc>
                            </w:tr>
                            <w:tr w:rsidR="00836D87" w:rsidRPr="00311A27" w14:paraId="1AFA9A27" w14:textId="77777777" w:rsidTr="00575AEF">
                              <w:trPr>
                                <w:cantSplit/>
                                <w:trHeight w:hRule="exact" w:val="425"/>
                              </w:trPr>
                              <w:tc>
                                <w:tcPr>
                                  <w:tcW w:w="6321" w:type="dxa"/>
                                </w:tcPr>
                                <w:p w14:paraId="4A9B74AC" w14:textId="77777777" w:rsidR="00836D87" w:rsidRPr="00F15040" w:rsidRDefault="00836D87"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48D7D45C" w14:textId="77777777" w:rsidR="00836D87" w:rsidRPr="00F33752" w:rsidRDefault="00836D87" w:rsidP="00094A49">
                                  <w:pPr>
                                    <w:pStyle w:val="Kontakt"/>
                                    <w:rPr>
                                      <w:lang w:val="it-IT"/>
                                    </w:rPr>
                                  </w:pPr>
                                  <w:r w:rsidRPr="00F15040">
                                    <w:rPr>
                                      <w:lang w:val="en-GB"/>
                                    </w:rPr>
                                    <w:t>Reinhold-</w:t>
                                  </w:r>
                                  <w:proofErr w:type="spellStart"/>
                                  <w:r w:rsidRPr="00F15040">
                                    <w:rPr>
                                      <w:lang w:val="en-GB"/>
                                    </w:rPr>
                                    <w:t>Vöster</w:t>
                                  </w:r>
                                  <w:proofErr w:type="spellEnd"/>
                                  <w:r w:rsidRPr="00F15040">
                                    <w:rPr>
                                      <w:lang w:val="en-GB"/>
                                    </w:rPr>
                                    <w:t xml:space="preserve">-Str. </w:t>
                                  </w:r>
                                  <w:r w:rsidRPr="00F33752">
                                    <w:rPr>
                                      <w:lang w:val="it-IT"/>
                                    </w:rPr>
                                    <w:t>21</w:t>
                                  </w:r>
                                  <w:r w:rsidRPr="00F33752">
                                    <w:rPr>
                                      <w:rStyle w:val="KontaktAbstandschmal"/>
                                      <w:lang w:val="it-IT"/>
                                    </w:rPr>
                                    <w:t xml:space="preserve"> </w:t>
                                  </w:r>
                                  <w:r w:rsidRPr="00F33752">
                                    <w:rPr>
                                      <w:lang w:val="it-IT"/>
                                    </w:rPr>
                                    <w:t>–</w:t>
                                  </w:r>
                                  <w:r w:rsidRPr="00F33752">
                                    <w:rPr>
                                      <w:rStyle w:val="KontaktAbstandschmal"/>
                                      <w:lang w:val="it-IT"/>
                                    </w:rPr>
                                    <w:t xml:space="preserve"> </w:t>
                                  </w:r>
                                  <w:r w:rsidRPr="00F33752">
                                    <w:rPr>
                                      <w:lang w:val="it-IT"/>
                                    </w:rPr>
                                    <w:t xml:space="preserve">29 </w:t>
                                  </w:r>
                                  <w:r w:rsidRPr="00F33752">
                                    <w:rPr>
                                      <w:rStyle w:val="KontaktPipe"/>
                                      <w:position w:val="-2"/>
                                      <w:sz w:val="18"/>
                                      <w:szCs w:val="18"/>
                                      <w:lang w:val="it-IT"/>
                                    </w:rPr>
                                    <w:t>I</w:t>
                                  </w:r>
                                  <w:r w:rsidRPr="00F33752">
                                    <w:rPr>
                                      <w:lang w:val="it-IT"/>
                                    </w:rPr>
                                    <w:t xml:space="preserve"> D-71229 </w:t>
                                  </w:r>
                                  <w:proofErr w:type="spellStart"/>
                                  <w:r w:rsidRPr="00F33752">
                                    <w:rPr>
                                      <w:lang w:val="it-IT"/>
                                    </w:rPr>
                                    <w:t>Leonberg</w:t>
                                  </w:r>
                                  <w:proofErr w:type="spellEnd"/>
                                  <w:r w:rsidRPr="00F33752">
                                    <w:rPr>
                                      <w:lang w:val="it-IT"/>
                                    </w:rPr>
                                    <w:t xml:space="preserve"> </w:t>
                                  </w:r>
                                  <w:r w:rsidRPr="00F33752">
                                    <w:rPr>
                                      <w:rStyle w:val="KontaktPipe"/>
                                      <w:position w:val="-2"/>
                                      <w:sz w:val="18"/>
                                      <w:szCs w:val="18"/>
                                      <w:lang w:val="it-IT"/>
                                    </w:rPr>
                                    <w:t>I</w:t>
                                  </w:r>
                                  <w:r w:rsidRPr="00F33752">
                                    <w:rPr>
                                      <w:lang w:val="it-IT"/>
                                    </w:rPr>
                                    <w:t xml:space="preserve"> </w:t>
                                  </w:r>
                                  <w:proofErr w:type="gramStart"/>
                                  <w:r w:rsidRPr="00F33752">
                                    <w:rPr>
                                      <w:rStyle w:val="KontaktVorsatzwort"/>
                                      <w:lang w:val="it-IT"/>
                                    </w:rPr>
                                    <w:t>TEL</w:t>
                                  </w:r>
                                  <w:r w:rsidRPr="00F33752">
                                    <w:rPr>
                                      <w:lang w:val="it-IT"/>
                                    </w:rPr>
                                    <w:t xml:space="preserve">  +</w:t>
                                  </w:r>
                                  <w:proofErr w:type="gramEnd"/>
                                  <w:r w:rsidRPr="00F33752">
                                    <w:rPr>
                                      <w:lang w:val="it-IT"/>
                                    </w:rPr>
                                    <w:t xml:space="preserve">49 7152 203-0 </w:t>
                                  </w:r>
                                  <w:r w:rsidRPr="00F33752">
                                    <w:rPr>
                                      <w:rStyle w:val="KontaktPipe"/>
                                      <w:position w:val="-2"/>
                                      <w:sz w:val="18"/>
                                      <w:szCs w:val="18"/>
                                      <w:lang w:val="it-IT"/>
                                    </w:rPr>
                                    <w:t>I</w:t>
                                  </w:r>
                                  <w:r w:rsidRPr="00F33752">
                                    <w:rPr>
                                      <w:lang w:val="it-IT"/>
                                    </w:rPr>
                                    <w:t xml:space="preserve"> </w:t>
                                  </w:r>
                                  <w:r w:rsidRPr="00F33752">
                                    <w:rPr>
                                      <w:rStyle w:val="KontaktVorsatzwort"/>
                                      <w:lang w:val="it-IT"/>
                                    </w:rPr>
                                    <w:t>FAX</w:t>
                                  </w:r>
                                  <w:r w:rsidRPr="00F33752">
                                    <w:rPr>
                                      <w:lang w:val="it-IT"/>
                                    </w:rPr>
                                    <w:t xml:space="preserve">  +49 7152 203-310 </w:t>
                                  </w:r>
                                  <w:r w:rsidRPr="00F33752">
                                    <w:rPr>
                                      <w:rStyle w:val="KontaktPipe"/>
                                      <w:position w:val="-2"/>
                                      <w:sz w:val="18"/>
                                      <w:szCs w:val="18"/>
                                      <w:lang w:val="it-IT"/>
                                    </w:rPr>
                                    <w:t>I</w:t>
                                  </w:r>
                                  <w:r w:rsidRPr="00F33752">
                                    <w:rPr>
                                      <w:lang w:val="it-IT"/>
                                    </w:rPr>
                                    <w:t xml:space="preserve"> </w:t>
                                  </w:r>
                                  <w:r w:rsidRPr="00F33752">
                                    <w:rPr>
                                      <w:rStyle w:val="KontaktVorsatzwort"/>
                                      <w:lang w:val="it-IT"/>
                                    </w:rPr>
                                    <w:t>MAIL</w:t>
                                  </w:r>
                                  <w:r w:rsidRPr="00F33752">
                                    <w:rPr>
                                      <w:lang w:val="it-IT"/>
                                    </w:rPr>
                                    <w:t xml:space="preserve">  presse@geze.com </w:t>
                                  </w:r>
                                  <w:r w:rsidRPr="00F33752">
                                    <w:rPr>
                                      <w:rStyle w:val="KontaktPipe"/>
                                      <w:position w:val="-2"/>
                                      <w:sz w:val="18"/>
                                      <w:szCs w:val="18"/>
                                      <w:lang w:val="it-IT"/>
                                    </w:rPr>
                                    <w:t>I</w:t>
                                  </w:r>
                                  <w:r w:rsidRPr="00F33752">
                                    <w:rPr>
                                      <w:lang w:val="it-IT"/>
                                    </w:rPr>
                                    <w:t xml:space="preserve"> </w:t>
                                  </w:r>
                                  <w:r w:rsidRPr="00F33752">
                                    <w:rPr>
                                      <w:rStyle w:val="KontaktVorsatzwort"/>
                                      <w:lang w:val="it-IT"/>
                                    </w:rPr>
                                    <w:t>WEB</w:t>
                                  </w:r>
                                  <w:r w:rsidRPr="00F33752">
                                    <w:rPr>
                                      <w:lang w:val="it-IT"/>
                                    </w:rPr>
                                    <w:t xml:space="preserve">  www.geze.de</w:t>
                                  </w:r>
                                </w:p>
                              </w:tc>
                            </w:tr>
                          </w:tbl>
                          <w:p w14:paraId="1AF87DA5" w14:textId="77777777" w:rsidR="00836D87" w:rsidRPr="00F33752" w:rsidRDefault="00836D87"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14BE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836D87" w:rsidRPr="002627A3" w14:paraId="7E1A1B6F" w14:textId="77777777" w:rsidTr="00454337">
                        <w:trPr>
                          <w:cantSplit/>
                          <w:trHeight w:hRule="exact" w:val="482"/>
                        </w:trPr>
                        <w:tc>
                          <w:tcPr>
                            <w:tcW w:w="6321" w:type="dxa"/>
                            <w:tcMar>
                              <w:bottom w:w="91" w:type="dxa"/>
                            </w:tcMar>
                          </w:tcPr>
                          <w:p w14:paraId="3D86F963" w14:textId="77777777" w:rsidR="00836D87" w:rsidRPr="002627A3" w:rsidRDefault="00836D87" w:rsidP="00113091">
                            <w:pPr>
                              <w:pStyle w:val="KontaktTitel"/>
                            </w:pPr>
                            <w:r w:rsidRPr="002627A3">
                              <w:t>Kontakt</w:t>
                            </w:r>
                          </w:p>
                        </w:tc>
                      </w:tr>
                      <w:tr w:rsidR="00836D87" w:rsidRPr="00311A27" w14:paraId="1AFA9A27" w14:textId="77777777" w:rsidTr="00575AEF">
                        <w:trPr>
                          <w:cantSplit/>
                          <w:trHeight w:hRule="exact" w:val="425"/>
                        </w:trPr>
                        <w:tc>
                          <w:tcPr>
                            <w:tcW w:w="6321" w:type="dxa"/>
                          </w:tcPr>
                          <w:p w14:paraId="4A9B74AC" w14:textId="77777777" w:rsidR="00836D87" w:rsidRPr="00F15040" w:rsidRDefault="00836D87"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48D7D45C" w14:textId="77777777" w:rsidR="00836D87" w:rsidRPr="00F33752" w:rsidRDefault="00836D87" w:rsidP="00094A49">
                            <w:pPr>
                              <w:pStyle w:val="Kontakt"/>
                              <w:rPr>
                                <w:lang w:val="it-IT"/>
                              </w:rPr>
                            </w:pPr>
                            <w:r w:rsidRPr="00F15040">
                              <w:rPr>
                                <w:lang w:val="en-GB"/>
                              </w:rPr>
                              <w:t>Reinhold-</w:t>
                            </w:r>
                            <w:proofErr w:type="spellStart"/>
                            <w:r w:rsidRPr="00F15040">
                              <w:rPr>
                                <w:lang w:val="en-GB"/>
                              </w:rPr>
                              <w:t>Vöster</w:t>
                            </w:r>
                            <w:proofErr w:type="spellEnd"/>
                            <w:r w:rsidRPr="00F15040">
                              <w:rPr>
                                <w:lang w:val="en-GB"/>
                              </w:rPr>
                              <w:t xml:space="preserve">-Str. </w:t>
                            </w:r>
                            <w:r w:rsidRPr="00F33752">
                              <w:rPr>
                                <w:lang w:val="it-IT"/>
                              </w:rPr>
                              <w:t>21</w:t>
                            </w:r>
                            <w:r w:rsidRPr="00F33752">
                              <w:rPr>
                                <w:rStyle w:val="KontaktAbstandschmal"/>
                                <w:lang w:val="it-IT"/>
                              </w:rPr>
                              <w:t xml:space="preserve"> </w:t>
                            </w:r>
                            <w:r w:rsidRPr="00F33752">
                              <w:rPr>
                                <w:lang w:val="it-IT"/>
                              </w:rPr>
                              <w:t>–</w:t>
                            </w:r>
                            <w:r w:rsidRPr="00F33752">
                              <w:rPr>
                                <w:rStyle w:val="KontaktAbstandschmal"/>
                                <w:lang w:val="it-IT"/>
                              </w:rPr>
                              <w:t xml:space="preserve"> </w:t>
                            </w:r>
                            <w:r w:rsidRPr="00F33752">
                              <w:rPr>
                                <w:lang w:val="it-IT"/>
                              </w:rPr>
                              <w:t xml:space="preserve">29 </w:t>
                            </w:r>
                            <w:r w:rsidRPr="00F33752">
                              <w:rPr>
                                <w:rStyle w:val="KontaktPipe"/>
                                <w:position w:val="-2"/>
                                <w:sz w:val="18"/>
                                <w:szCs w:val="18"/>
                                <w:lang w:val="it-IT"/>
                              </w:rPr>
                              <w:t>I</w:t>
                            </w:r>
                            <w:r w:rsidRPr="00F33752">
                              <w:rPr>
                                <w:lang w:val="it-IT"/>
                              </w:rPr>
                              <w:t xml:space="preserve"> D-71229 </w:t>
                            </w:r>
                            <w:proofErr w:type="spellStart"/>
                            <w:r w:rsidRPr="00F33752">
                              <w:rPr>
                                <w:lang w:val="it-IT"/>
                              </w:rPr>
                              <w:t>Leonberg</w:t>
                            </w:r>
                            <w:proofErr w:type="spellEnd"/>
                            <w:r w:rsidRPr="00F33752">
                              <w:rPr>
                                <w:lang w:val="it-IT"/>
                              </w:rPr>
                              <w:t xml:space="preserve"> </w:t>
                            </w:r>
                            <w:r w:rsidRPr="00F33752">
                              <w:rPr>
                                <w:rStyle w:val="KontaktPipe"/>
                                <w:position w:val="-2"/>
                                <w:sz w:val="18"/>
                                <w:szCs w:val="18"/>
                                <w:lang w:val="it-IT"/>
                              </w:rPr>
                              <w:t>I</w:t>
                            </w:r>
                            <w:r w:rsidRPr="00F33752">
                              <w:rPr>
                                <w:lang w:val="it-IT"/>
                              </w:rPr>
                              <w:t xml:space="preserve"> </w:t>
                            </w:r>
                            <w:proofErr w:type="gramStart"/>
                            <w:r w:rsidRPr="00F33752">
                              <w:rPr>
                                <w:rStyle w:val="KontaktVorsatzwort"/>
                                <w:lang w:val="it-IT"/>
                              </w:rPr>
                              <w:t>TEL</w:t>
                            </w:r>
                            <w:r w:rsidRPr="00F33752">
                              <w:rPr>
                                <w:lang w:val="it-IT"/>
                              </w:rPr>
                              <w:t xml:space="preserve">  +</w:t>
                            </w:r>
                            <w:proofErr w:type="gramEnd"/>
                            <w:r w:rsidRPr="00F33752">
                              <w:rPr>
                                <w:lang w:val="it-IT"/>
                              </w:rPr>
                              <w:t xml:space="preserve">49 7152 203-0 </w:t>
                            </w:r>
                            <w:r w:rsidRPr="00F33752">
                              <w:rPr>
                                <w:rStyle w:val="KontaktPipe"/>
                                <w:position w:val="-2"/>
                                <w:sz w:val="18"/>
                                <w:szCs w:val="18"/>
                                <w:lang w:val="it-IT"/>
                              </w:rPr>
                              <w:t>I</w:t>
                            </w:r>
                            <w:r w:rsidRPr="00F33752">
                              <w:rPr>
                                <w:lang w:val="it-IT"/>
                              </w:rPr>
                              <w:t xml:space="preserve"> </w:t>
                            </w:r>
                            <w:r w:rsidRPr="00F33752">
                              <w:rPr>
                                <w:rStyle w:val="KontaktVorsatzwort"/>
                                <w:lang w:val="it-IT"/>
                              </w:rPr>
                              <w:t>FAX</w:t>
                            </w:r>
                            <w:r w:rsidRPr="00F33752">
                              <w:rPr>
                                <w:lang w:val="it-IT"/>
                              </w:rPr>
                              <w:t xml:space="preserve">  +49 7152 203-310 </w:t>
                            </w:r>
                            <w:r w:rsidRPr="00F33752">
                              <w:rPr>
                                <w:rStyle w:val="KontaktPipe"/>
                                <w:position w:val="-2"/>
                                <w:sz w:val="18"/>
                                <w:szCs w:val="18"/>
                                <w:lang w:val="it-IT"/>
                              </w:rPr>
                              <w:t>I</w:t>
                            </w:r>
                            <w:r w:rsidRPr="00F33752">
                              <w:rPr>
                                <w:lang w:val="it-IT"/>
                              </w:rPr>
                              <w:t xml:space="preserve"> </w:t>
                            </w:r>
                            <w:r w:rsidRPr="00F33752">
                              <w:rPr>
                                <w:rStyle w:val="KontaktVorsatzwort"/>
                                <w:lang w:val="it-IT"/>
                              </w:rPr>
                              <w:t>MAIL</w:t>
                            </w:r>
                            <w:r w:rsidRPr="00F33752">
                              <w:rPr>
                                <w:lang w:val="it-IT"/>
                              </w:rPr>
                              <w:t xml:space="preserve">  presse@geze.com </w:t>
                            </w:r>
                            <w:r w:rsidRPr="00F33752">
                              <w:rPr>
                                <w:rStyle w:val="KontaktPipe"/>
                                <w:position w:val="-2"/>
                                <w:sz w:val="18"/>
                                <w:szCs w:val="18"/>
                                <w:lang w:val="it-IT"/>
                              </w:rPr>
                              <w:t>I</w:t>
                            </w:r>
                            <w:r w:rsidRPr="00F33752">
                              <w:rPr>
                                <w:lang w:val="it-IT"/>
                              </w:rPr>
                              <w:t xml:space="preserve"> </w:t>
                            </w:r>
                            <w:r w:rsidRPr="00F33752">
                              <w:rPr>
                                <w:rStyle w:val="KontaktVorsatzwort"/>
                                <w:lang w:val="it-IT"/>
                              </w:rPr>
                              <w:t>WEB</w:t>
                            </w:r>
                            <w:r w:rsidRPr="00F33752">
                              <w:rPr>
                                <w:lang w:val="it-IT"/>
                              </w:rPr>
                              <w:t xml:space="preserve">  www.geze.de</w:t>
                            </w:r>
                          </w:p>
                        </w:tc>
                      </w:tr>
                    </w:tbl>
                    <w:p w14:paraId="1AF87DA5" w14:textId="77777777" w:rsidR="00836D87" w:rsidRPr="00F33752" w:rsidRDefault="00836D87"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D94CD2" w:rsidSect="0008169D">
      <w:headerReference w:type="default" r:id="rId10"/>
      <w:foot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1C7A7" w14:textId="77777777" w:rsidR="00175EB4" w:rsidRDefault="00175EB4" w:rsidP="008D6134">
      <w:pPr>
        <w:spacing w:line="240" w:lineRule="auto"/>
      </w:pPr>
      <w:r>
        <w:separator/>
      </w:r>
    </w:p>
  </w:endnote>
  <w:endnote w:type="continuationSeparator" w:id="0">
    <w:p w14:paraId="0BE2AB96" w14:textId="77777777" w:rsidR="00175EB4" w:rsidRDefault="00175EB4" w:rsidP="008D6134">
      <w:pPr>
        <w:spacing w:line="240" w:lineRule="auto"/>
      </w:pPr>
      <w:r>
        <w:continuationSeparator/>
      </w:r>
    </w:p>
  </w:endnote>
  <w:endnote w:type="continuationNotice" w:id="1">
    <w:p w14:paraId="73A1E375" w14:textId="77777777" w:rsidR="00175EB4" w:rsidRDefault="00175E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D316" w14:textId="77777777" w:rsidR="00FF04C8" w:rsidRDefault="00FF04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E5C05" w14:textId="77777777" w:rsidR="00175EB4" w:rsidRDefault="00175EB4" w:rsidP="008D6134">
      <w:pPr>
        <w:spacing w:line="240" w:lineRule="auto"/>
      </w:pPr>
      <w:r>
        <w:separator/>
      </w:r>
    </w:p>
  </w:footnote>
  <w:footnote w:type="continuationSeparator" w:id="0">
    <w:p w14:paraId="20E6F731" w14:textId="77777777" w:rsidR="00175EB4" w:rsidRDefault="00175EB4" w:rsidP="008D6134">
      <w:pPr>
        <w:spacing w:line="240" w:lineRule="auto"/>
      </w:pPr>
      <w:r>
        <w:continuationSeparator/>
      </w:r>
    </w:p>
  </w:footnote>
  <w:footnote w:type="continuationNotice" w:id="1">
    <w:p w14:paraId="0DF6807E" w14:textId="77777777" w:rsidR="00175EB4" w:rsidRDefault="00175E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836D87" w:rsidRPr="00311A27" w14:paraId="2BF65D6A" w14:textId="77777777" w:rsidTr="00B556B7">
      <w:trPr>
        <w:trHeight w:hRule="exact" w:val="204"/>
      </w:trPr>
      <w:tc>
        <w:tcPr>
          <w:tcW w:w="7359" w:type="dxa"/>
          <w:tcMar>
            <w:bottom w:w="45" w:type="dxa"/>
          </w:tcMar>
        </w:tcPr>
        <w:p w14:paraId="7019E1BF" w14:textId="77777777" w:rsidR="00836D87" w:rsidRPr="007C2C48" w:rsidRDefault="00836D87"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836D87" w14:paraId="0F9C4890" w14:textId="77777777" w:rsidTr="00B556B7">
      <w:trPr>
        <w:trHeight w:hRule="exact" w:val="425"/>
      </w:trPr>
      <w:tc>
        <w:tcPr>
          <w:tcW w:w="7359" w:type="dxa"/>
          <w:tcMar>
            <w:top w:w="210" w:type="dxa"/>
            <w:bottom w:w="57" w:type="dxa"/>
          </w:tcMar>
        </w:tcPr>
        <w:p w14:paraId="256A7D42" w14:textId="77777777" w:rsidR="00836D87" w:rsidRDefault="00000000" w:rsidP="00B556B7">
          <w:pPr>
            <w:pStyle w:val="DokumenttypFolgeseiten"/>
            <w:framePr w:hSpace="0" w:wrap="auto" w:vAnchor="margin" w:yAlign="inline"/>
          </w:pPr>
          <w:fldSimple w:instr=" REF  BM_Dokumenttyp  \* MERGEFORMAT ">
            <w:r w:rsidR="00836D87" w:rsidRPr="008B572B">
              <w:t>Pressemitteilung</w:t>
            </w:r>
          </w:fldSimple>
        </w:p>
        <w:p w14:paraId="015406FA" w14:textId="77777777" w:rsidR="00836D87" w:rsidRPr="00C65692" w:rsidRDefault="00836D87" w:rsidP="00B556B7">
          <w:pPr>
            <w:pStyle w:val="DokumenttypFolgeseiten"/>
            <w:framePr w:hSpace="0" w:wrap="auto" w:vAnchor="margin" w:yAlign="inline"/>
          </w:pPr>
          <w:r>
            <w:t>Ü</w:t>
          </w:r>
        </w:p>
      </w:tc>
    </w:tr>
    <w:tr w:rsidR="00836D87" w:rsidRPr="008A2F5C" w14:paraId="6BB72B01" w14:textId="77777777" w:rsidTr="00B556B7">
      <w:trPr>
        <w:trHeight w:hRule="exact" w:val="215"/>
      </w:trPr>
      <w:tc>
        <w:tcPr>
          <w:tcW w:w="7359" w:type="dxa"/>
        </w:tcPr>
        <w:p w14:paraId="79988870" w14:textId="114587C8" w:rsidR="00836D87" w:rsidRPr="008A2F5C" w:rsidRDefault="00836D87"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9-12T00:00:00Z">
                <w:dateFormat w:val="dd.MM.yyyy"/>
                <w:lid w:val="de-DE"/>
                <w:storeMappedDataAs w:val="dateTime"/>
                <w:calendar w:val="gregorian"/>
              </w:date>
            </w:sdtPr>
            <w:sdtContent>
              <w:r w:rsidR="00BB5971">
                <w:t>12.09.2023</w:t>
              </w:r>
            </w:sdtContent>
          </w:sdt>
        </w:p>
      </w:tc>
    </w:tr>
  </w:tbl>
  <w:p w14:paraId="6CF9C6C3" w14:textId="77777777" w:rsidR="00836D87" w:rsidRPr="00A2525B" w:rsidRDefault="00836D87"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noProof/>
      </w:rPr>
      <w:t>3</w:t>
    </w:r>
    <w:r w:rsidRPr="00372112">
      <w:rPr>
        <w:b w:val="0"/>
      </w:rPr>
      <w:fldChar w:fldCharType="end"/>
    </w:r>
  </w:p>
  <w:p w14:paraId="454B1B5A" w14:textId="77777777" w:rsidR="00836D87" w:rsidRDefault="00836D87">
    <w:pPr>
      <w:pStyle w:val="Kopfzeile"/>
    </w:pPr>
    <w:r>
      <w:rPr>
        <w:noProof/>
        <w:lang w:eastAsia="de-DE"/>
      </w:rPr>
      <w:drawing>
        <wp:anchor distT="0" distB="0" distL="114300" distR="114300" simplePos="0" relativeHeight="251669504" behindDoc="1" locked="1" layoutInCell="1" allowOverlap="1" wp14:anchorId="00BEA8B7" wp14:editId="2D5B300D">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AC70" w14:textId="77777777" w:rsidR="00836D87" w:rsidRPr="00A2525B" w:rsidRDefault="00836D8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836D87" w:rsidRPr="00311A27" w14:paraId="57936E0F" w14:textId="77777777" w:rsidTr="005A529F">
      <w:trPr>
        <w:trHeight w:hRule="exact" w:val="198"/>
      </w:trPr>
      <w:tc>
        <w:tcPr>
          <w:tcW w:w="7371" w:type="dxa"/>
        </w:tcPr>
        <w:p w14:paraId="04FC213A" w14:textId="77777777" w:rsidR="00836D87" w:rsidRPr="005A4E09" w:rsidRDefault="00836D87"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836D87" w:rsidRPr="005A4E09" w14:paraId="5AF39389" w14:textId="77777777" w:rsidTr="005A529F">
      <w:trPr>
        <w:trHeight w:val="765"/>
      </w:trPr>
      <w:tc>
        <w:tcPr>
          <w:tcW w:w="7371" w:type="dxa"/>
          <w:tcMar>
            <w:top w:w="204" w:type="dxa"/>
          </w:tcMar>
        </w:tcPr>
        <w:p w14:paraId="4DF213EF" w14:textId="77777777" w:rsidR="00836D87" w:rsidRPr="008B572B" w:rsidRDefault="00836D87" w:rsidP="005A529F">
          <w:pPr>
            <w:pStyle w:val="Dokumenttyp"/>
            <w:framePr w:hSpace="0" w:wrap="auto" w:vAnchor="margin" w:hAnchor="text" w:yAlign="inline"/>
          </w:pPr>
          <w:bookmarkStart w:id="3" w:name="BM_Dokumenttyp"/>
          <w:r w:rsidRPr="008B572B">
            <w:t>Pressemitteilung</w:t>
          </w:r>
          <w:bookmarkEnd w:id="3"/>
        </w:p>
      </w:tc>
    </w:tr>
  </w:tbl>
  <w:p w14:paraId="4D6FD532" w14:textId="77777777" w:rsidR="00836D87" w:rsidRDefault="00836D87">
    <w:pPr>
      <w:pStyle w:val="Kopfzeile"/>
    </w:pPr>
    <w:r>
      <w:rPr>
        <w:noProof/>
        <w:lang w:eastAsia="de-DE"/>
      </w:rPr>
      <w:drawing>
        <wp:anchor distT="0" distB="0" distL="114300" distR="114300" simplePos="0" relativeHeight="251667456" behindDoc="1" locked="1" layoutInCell="1" allowOverlap="1" wp14:anchorId="1E4F25B6" wp14:editId="5D6684EE">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1067D6F" wp14:editId="3106DAC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FCF703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F02BFE7" wp14:editId="5788FE0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410917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F77C7"/>
    <w:multiLevelType w:val="multilevel"/>
    <w:tmpl w:val="B2B44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609393219">
    <w:abstractNumId w:val="1"/>
  </w:num>
  <w:num w:numId="2" w16cid:durableId="326909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AB"/>
    <w:rsid w:val="00017843"/>
    <w:rsid w:val="00025DF7"/>
    <w:rsid w:val="0004653D"/>
    <w:rsid w:val="0005443A"/>
    <w:rsid w:val="00062822"/>
    <w:rsid w:val="0006733E"/>
    <w:rsid w:val="0008169D"/>
    <w:rsid w:val="00094A49"/>
    <w:rsid w:val="00095819"/>
    <w:rsid w:val="000B02C6"/>
    <w:rsid w:val="000D5BA3"/>
    <w:rsid w:val="000D6041"/>
    <w:rsid w:val="001014AB"/>
    <w:rsid w:val="00101E77"/>
    <w:rsid w:val="00110BB8"/>
    <w:rsid w:val="00113091"/>
    <w:rsid w:val="001261D2"/>
    <w:rsid w:val="00131D40"/>
    <w:rsid w:val="00146018"/>
    <w:rsid w:val="00154B7B"/>
    <w:rsid w:val="001673EE"/>
    <w:rsid w:val="00175EB4"/>
    <w:rsid w:val="00176224"/>
    <w:rsid w:val="00180217"/>
    <w:rsid w:val="00185771"/>
    <w:rsid w:val="001A1457"/>
    <w:rsid w:val="001B3CAA"/>
    <w:rsid w:val="001C3774"/>
    <w:rsid w:val="001D3884"/>
    <w:rsid w:val="001F07B0"/>
    <w:rsid w:val="001F28B8"/>
    <w:rsid w:val="001F325B"/>
    <w:rsid w:val="001F462D"/>
    <w:rsid w:val="001F6E6A"/>
    <w:rsid w:val="002551F9"/>
    <w:rsid w:val="002627A3"/>
    <w:rsid w:val="00285554"/>
    <w:rsid w:val="0029378C"/>
    <w:rsid w:val="00294CA4"/>
    <w:rsid w:val="00295C6C"/>
    <w:rsid w:val="002A0C20"/>
    <w:rsid w:val="002A2B85"/>
    <w:rsid w:val="002C55DB"/>
    <w:rsid w:val="002D10A6"/>
    <w:rsid w:val="002D4EAE"/>
    <w:rsid w:val="002E0B73"/>
    <w:rsid w:val="003023FF"/>
    <w:rsid w:val="00311A27"/>
    <w:rsid w:val="00344DEE"/>
    <w:rsid w:val="003538EE"/>
    <w:rsid w:val="003616AE"/>
    <w:rsid w:val="003626BC"/>
    <w:rsid w:val="00362821"/>
    <w:rsid w:val="00365C60"/>
    <w:rsid w:val="003660CB"/>
    <w:rsid w:val="00366D85"/>
    <w:rsid w:val="00372112"/>
    <w:rsid w:val="00381993"/>
    <w:rsid w:val="003A1C1B"/>
    <w:rsid w:val="003A4839"/>
    <w:rsid w:val="003B3CC1"/>
    <w:rsid w:val="003C69DE"/>
    <w:rsid w:val="003D086D"/>
    <w:rsid w:val="003D37C3"/>
    <w:rsid w:val="003F7DD3"/>
    <w:rsid w:val="003F7F89"/>
    <w:rsid w:val="004152E8"/>
    <w:rsid w:val="004207D5"/>
    <w:rsid w:val="00420C17"/>
    <w:rsid w:val="0042747E"/>
    <w:rsid w:val="00454337"/>
    <w:rsid w:val="00455ED9"/>
    <w:rsid w:val="004675E9"/>
    <w:rsid w:val="004733A9"/>
    <w:rsid w:val="00476F01"/>
    <w:rsid w:val="00490B5D"/>
    <w:rsid w:val="004B47C2"/>
    <w:rsid w:val="004E1AAA"/>
    <w:rsid w:val="00501A06"/>
    <w:rsid w:val="005104F6"/>
    <w:rsid w:val="00512C05"/>
    <w:rsid w:val="00516727"/>
    <w:rsid w:val="005176C5"/>
    <w:rsid w:val="00525290"/>
    <w:rsid w:val="0053157C"/>
    <w:rsid w:val="00533906"/>
    <w:rsid w:val="00541216"/>
    <w:rsid w:val="0054135A"/>
    <w:rsid w:val="00546F76"/>
    <w:rsid w:val="00554236"/>
    <w:rsid w:val="00575AEF"/>
    <w:rsid w:val="00590F61"/>
    <w:rsid w:val="005A4E09"/>
    <w:rsid w:val="005A529F"/>
    <w:rsid w:val="005B2212"/>
    <w:rsid w:val="0060196E"/>
    <w:rsid w:val="00605761"/>
    <w:rsid w:val="00620761"/>
    <w:rsid w:val="006353D9"/>
    <w:rsid w:val="00650096"/>
    <w:rsid w:val="00655517"/>
    <w:rsid w:val="00661485"/>
    <w:rsid w:val="006911FB"/>
    <w:rsid w:val="006A5742"/>
    <w:rsid w:val="006B111C"/>
    <w:rsid w:val="006C346A"/>
    <w:rsid w:val="006D16B4"/>
    <w:rsid w:val="006F1ABE"/>
    <w:rsid w:val="00707C9A"/>
    <w:rsid w:val="00713EC6"/>
    <w:rsid w:val="00722ED3"/>
    <w:rsid w:val="00742404"/>
    <w:rsid w:val="0074360A"/>
    <w:rsid w:val="00750CB1"/>
    <w:rsid w:val="00752C8E"/>
    <w:rsid w:val="00765392"/>
    <w:rsid w:val="0076728A"/>
    <w:rsid w:val="007702F9"/>
    <w:rsid w:val="00772A8A"/>
    <w:rsid w:val="00773014"/>
    <w:rsid w:val="00775EFE"/>
    <w:rsid w:val="00782B4B"/>
    <w:rsid w:val="007B077A"/>
    <w:rsid w:val="007C2C48"/>
    <w:rsid w:val="007D0386"/>
    <w:rsid w:val="007D4F8A"/>
    <w:rsid w:val="007E170C"/>
    <w:rsid w:val="007E6F66"/>
    <w:rsid w:val="007F0435"/>
    <w:rsid w:val="007F27DC"/>
    <w:rsid w:val="007F42B2"/>
    <w:rsid w:val="00836D87"/>
    <w:rsid w:val="00846FEA"/>
    <w:rsid w:val="008510DC"/>
    <w:rsid w:val="00863B08"/>
    <w:rsid w:val="008A2F5C"/>
    <w:rsid w:val="008B572B"/>
    <w:rsid w:val="008B5ABA"/>
    <w:rsid w:val="008B65A8"/>
    <w:rsid w:val="008C32F8"/>
    <w:rsid w:val="008D03EB"/>
    <w:rsid w:val="008D0E3D"/>
    <w:rsid w:val="008D1E16"/>
    <w:rsid w:val="008D4F7E"/>
    <w:rsid w:val="008D6134"/>
    <w:rsid w:val="008E707F"/>
    <w:rsid w:val="008F0D1C"/>
    <w:rsid w:val="008F0E4E"/>
    <w:rsid w:val="008F511E"/>
    <w:rsid w:val="008F774D"/>
    <w:rsid w:val="009149AE"/>
    <w:rsid w:val="00914A3B"/>
    <w:rsid w:val="009220C8"/>
    <w:rsid w:val="00925FCD"/>
    <w:rsid w:val="00945172"/>
    <w:rsid w:val="0094600A"/>
    <w:rsid w:val="00964BF3"/>
    <w:rsid w:val="009755D6"/>
    <w:rsid w:val="00980D79"/>
    <w:rsid w:val="00984FCC"/>
    <w:rsid w:val="0099368D"/>
    <w:rsid w:val="00995215"/>
    <w:rsid w:val="009B16EE"/>
    <w:rsid w:val="009B3ABC"/>
    <w:rsid w:val="009B5713"/>
    <w:rsid w:val="009C31B1"/>
    <w:rsid w:val="009C694F"/>
    <w:rsid w:val="009E2775"/>
    <w:rsid w:val="009F79F8"/>
    <w:rsid w:val="00A03805"/>
    <w:rsid w:val="00A07F31"/>
    <w:rsid w:val="00A13AF3"/>
    <w:rsid w:val="00A231B0"/>
    <w:rsid w:val="00A23CAC"/>
    <w:rsid w:val="00A2525B"/>
    <w:rsid w:val="00A330C9"/>
    <w:rsid w:val="00A37A65"/>
    <w:rsid w:val="00A542BE"/>
    <w:rsid w:val="00A674BC"/>
    <w:rsid w:val="00A9034D"/>
    <w:rsid w:val="00A91680"/>
    <w:rsid w:val="00AA25C7"/>
    <w:rsid w:val="00AB4D03"/>
    <w:rsid w:val="00AD6CE7"/>
    <w:rsid w:val="00B06CCE"/>
    <w:rsid w:val="00B22183"/>
    <w:rsid w:val="00B223C4"/>
    <w:rsid w:val="00B244C5"/>
    <w:rsid w:val="00B4263D"/>
    <w:rsid w:val="00B542C6"/>
    <w:rsid w:val="00B556B7"/>
    <w:rsid w:val="00B62AAE"/>
    <w:rsid w:val="00BB1F14"/>
    <w:rsid w:val="00BB5971"/>
    <w:rsid w:val="00BB6D42"/>
    <w:rsid w:val="00BC46A1"/>
    <w:rsid w:val="00BD4AAD"/>
    <w:rsid w:val="00BE5982"/>
    <w:rsid w:val="00BF2B94"/>
    <w:rsid w:val="00BF6342"/>
    <w:rsid w:val="00C16F40"/>
    <w:rsid w:val="00C25955"/>
    <w:rsid w:val="00C34E1F"/>
    <w:rsid w:val="00C3654A"/>
    <w:rsid w:val="00C405F5"/>
    <w:rsid w:val="00C46963"/>
    <w:rsid w:val="00C5583B"/>
    <w:rsid w:val="00C559FC"/>
    <w:rsid w:val="00C65692"/>
    <w:rsid w:val="00C87344"/>
    <w:rsid w:val="00CD2BC0"/>
    <w:rsid w:val="00CF78B4"/>
    <w:rsid w:val="00D12401"/>
    <w:rsid w:val="00D13F13"/>
    <w:rsid w:val="00D21E65"/>
    <w:rsid w:val="00D263AB"/>
    <w:rsid w:val="00D5446F"/>
    <w:rsid w:val="00D62CBD"/>
    <w:rsid w:val="00D802CF"/>
    <w:rsid w:val="00D827D0"/>
    <w:rsid w:val="00D870D5"/>
    <w:rsid w:val="00D94CD2"/>
    <w:rsid w:val="00DA6046"/>
    <w:rsid w:val="00DA7BD2"/>
    <w:rsid w:val="00DB4BE6"/>
    <w:rsid w:val="00DC7D49"/>
    <w:rsid w:val="00DD3B00"/>
    <w:rsid w:val="00DD4BA2"/>
    <w:rsid w:val="00DE1ED3"/>
    <w:rsid w:val="00DE4159"/>
    <w:rsid w:val="00DE6842"/>
    <w:rsid w:val="00DE77F4"/>
    <w:rsid w:val="00DF462D"/>
    <w:rsid w:val="00DF67D1"/>
    <w:rsid w:val="00E10257"/>
    <w:rsid w:val="00E2393F"/>
    <w:rsid w:val="00E308E8"/>
    <w:rsid w:val="00E34CF7"/>
    <w:rsid w:val="00E574C6"/>
    <w:rsid w:val="00E602A1"/>
    <w:rsid w:val="00E82246"/>
    <w:rsid w:val="00E92B3A"/>
    <w:rsid w:val="00E96746"/>
    <w:rsid w:val="00EA4035"/>
    <w:rsid w:val="00EA6181"/>
    <w:rsid w:val="00EC628A"/>
    <w:rsid w:val="00F0398A"/>
    <w:rsid w:val="00F06DA0"/>
    <w:rsid w:val="00F0771D"/>
    <w:rsid w:val="00F15040"/>
    <w:rsid w:val="00F32AC0"/>
    <w:rsid w:val="00F33752"/>
    <w:rsid w:val="00F44A35"/>
    <w:rsid w:val="00F46B41"/>
    <w:rsid w:val="00F47BB6"/>
    <w:rsid w:val="00F63C0B"/>
    <w:rsid w:val="00F64447"/>
    <w:rsid w:val="00F7591D"/>
    <w:rsid w:val="00F76095"/>
    <w:rsid w:val="00F76854"/>
    <w:rsid w:val="00F851BB"/>
    <w:rsid w:val="00F94968"/>
    <w:rsid w:val="00F96F22"/>
    <w:rsid w:val="00FA1B7F"/>
    <w:rsid w:val="00FA297F"/>
    <w:rsid w:val="00FA6311"/>
    <w:rsid w:val="00FC38DA"/>
    <w:rsid w:val="00FC396C"/>
    <w:rsid w:val="00FD4D3A"/>
    <w:rsid w:val="00FF04C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4568"/>
  <w15:docId w15:val="{CAC14030-D58E-4D06-97E6-E2FECC82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E602A1"/>
    <w:pPr>
      <w:spacing w:line="240" w:lineRule="auto"/>
    </w:pPr>
    <w:rPr>
      <w:kern w:val="4"/>
    </w:rPr>
  </w:style>
  <w:style w:type="character" w:styleId="Kommentarzeichen">
    <w:name w:val="annotation reference"/>
    <w:basedOn w:val="Absatz-Standardschriftart"/>
    <w:uiPriority w:val="99"/>
    <w:semiHidden/>
    <w:unhideWhenUsed/>
    <w:rsid w:val="00180217"/>
    <w:rPr>
      <w:sz w:val="16"/>
      <w:szCs w:val="16"/>
    </w:rPr>
  </w:style>
  <w:style w:type="paragraph" w:styleId="Kommentartext">
    <w:name w:val="annotation text"/>
    <w:basedOn w:val="Standard"/>
    <w:link w:val="KommentartextZchn"/>
    <w:uiPriority w:val="99"/>
    <w:semiHidden/>
    <w:unhideWhenUsed/>
    <w:rsid w:val="001802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0217"/>
    <w:rPr>
      <w:kern w:val="4"/>
      <w:sz w:val="20"/>
      <w:szCs w:val="20"/>
    </w:rPr>
  </w:style>
  <w:style w:type="paragraph" w:styleId="Kommentarthema">
    <w:name w:val="annotation subject"/>
    <w:basedOn w:val="Kommentartext"/>
    <w:next w:val="Kommentartext"/>
    <w:link w:val="KommentarthemaZchn"/>
    <w:uiPriority w:val="99"/>
    <w:semiHidden/>
    <w:unhideWhenUsed/>
    <w:rsid w:val="00180217"/>
    <w:rPr>
      <w:b/>
      <w:bCs/>
    </w:rPr>
  </w:style>
  <w:style w:type="character" w:customStyle="1" w:styleId="KommentarthemaZchn">
    <w:name w:val="Kommentarthema Zchn"/>
    <w:basedOn w:val="KommentartextZchn"/>
    <w:link w:val="Kommentarthema"/>
    <w:uiPriority w:val="99"/>
    <w:semiHidden/>
    <w:rsid w:val="00180217"/>
    <w:rPr>
      <w:b/>
      <w:bCs/>
      <w:kern w:val="4"/>
      <w:sz w:val="20"/>
      <w:szCs w:val="20"/>
    </w:rPr>
  </w:style>
  <w:style w:type="character" w:styleId="NichtaufgelsteErwhnung">
    <w:name w:val="Unresolved Mention"/>
    <w:basedOn w:val="Absatz-Standardschriftart"/>
    <w:uiPriority w:val="99"/>
    <w:semiHidden/>
    <w:unhideWhenUsed/>
    <w:rsid w:val="00FA2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330014366">
      <w:bodyDiv w:val="1"/>
      <w:marLeft w:val="0"/>
      <w:marRight w:val="0"/>
      <w:marTop w:val="0"/>
      <w:marBottom w:val="0"/>
      <w:divBdr>
        <w:top w:val="none" w:sz="0" w:space="0" w:color="auto"/>
        <w:left w:val="none" w:sz="0" w:space="0" w:color="auto"/>
        <w:bottom w:val="none" w:sz="0" w:space="0" w:color="auto"/>
        <w:right w:val="none" w:sz="0" w:space="0" w:color="auto"/>
      </w:divBdr>
    </w:div>
    <w:div w:id="135430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mygeze-control-die-vernetzungsloesung-der-naechsten-generation"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FEB88FEC004EA08A97EF896761E5FF"/>
        <w:category>
          <w:name w:val="Allgemein"/>
          <w:gallery w:val="placeholder"/>
        </w:category>
        <w:types>
          <w:type w:val="bbPlcHdr"/>
        </w:types>
        <w:behaviors>
          <w:behavior w:val="content"/>
        </w:behaviors>
        <w:guid w:val="{A2954D7D-E4FA-4F19-AD85-E55E4C884D47}"/>
      </w:docPartPr>
      <w:docPartBody>
        <w:p w:rsidR="00423D81" w:rsidRDefault="00423D81">
          <w:pPr>
            <w:pStyle w:val="E9FEB88FEC004EA08A97EF896761E5FF"/>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D81"/>
    <w:rsid w:val="00131BC9"/>
    <w:rsid w:val="00164FB6"/>
    <w:rsid w:val="003B3341"/>
    <w:rsid w:val="00423D81"/>
    <w:rsid w:val="004821DF"/>
    <w:rsid w:val="006B27D9"/>
    <w:rsid w:val="0085505B"/>
    <w:rsid w:val="008865E8"/>
    <w:rsid w:val="008D237D"/>
    <w:rsid w:val="0095744F"/>
    <w:rsid w:val="00A14C24"/>
    <w:rsid w:val="00A655D2"/>
    <w:rsid w:val="00B54B37"/>
    <w:rsid w:val="00D62BA1"/>
    <w:rsid w:val="00E12C57"/>
    <w:rsid w:val="00E6147D"/>
    <w:rsid w:val="00EA05F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9FEB88FEC004EA08A97EF896761E5FF">
    <w:name w:val="E9FEB88FEC004EA08A97EF896761E5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2023-09-12T00:00:00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F9ADCC-2A60-4229-8D88-BCF57DC3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3</Pages>
  <Words>718</Words>
  <Characters>4994</Characters>
  <Application>Microsoft Office Word</Application>
  <DocSecurity>0</DocSecurity>
  <Lines>80</Lines>
  <Paragraphs>16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Ida Edlund</cp:lastModifiedBy>
  <cp:revision>3</cp:revision>
  <cp:lastPrinted>2018-11-26T15:21:00Z</cp:lastPrinted>
  <dcterms:created xsi:type="dcterms:W3CDTF">2023-09-11T15:28:00Z</dcterms:created>
  <dcterms:modified xsi:type="dcterms:W3CDTF">2023-09-12T08:19:00Z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