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0C7575AB" w14:textId="77777777" w:rsidTr="00546F76">
        <w:trPr>
          <w:trHeight w:val="284"/>
        </w:trPr>
        <w:tc>
          <w:tcPr>
            <w:tcW w:w="7359" w:type="dxa"/>
            <w:tcMar>
              <w:top w:w="11" w:type="dxa"/>
              <w:bottom w:w="0" w:type="dxa"/>
            </w:tcMar>
          </w:tcPr>
          <w:p w14:paraId="1B970A5E" w14:textId="04887C48"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E9FEB88FEC004EA08A97EF896761E5FF"/>
                </w:placeholder>
                <w:dataBinding w:prefixMappings="xmlns:ns0='http://schemas.microsoft.com/office/2006/coverPageProps' " w:xpath="/ns0:CoverPageProperties[1]/ns0:PublishDate[1]" w:storeItemID="{55AF091B-3C7A-41E3-B477-F2FDAA23CFDA}"/>
                <w:date w:fullDate="2023-04-24T00:00:00Z">
                  <w:dateFormat w:val="d. MMMM yyyy"/>
                  <w:lid w:val="de-DE"/>
                  <w:storeMappedDataAs w:val="dateTime"/>
                  <w:calendar w:val="gregorian"/>
                </w:date>
              </w:sdtPr>
              <w:sdtContent>
                <w:r w:rsidR="008314E1">
                  <w:rPr>
                    <w:rStyle w:val="Dokumentdatum"/>
                  </w:rPr>
                  <w:t>24. April 2023</w:t>
                </w:r>
              </w:sdtContent>
            </w:sdt>
          </w:p>
        </w:tc>
      </w:tr>
      <w:tr w:rsidR="00C65692" w:rsidRPr="00D5446F" w14:paraId="73B69AD8" w14:textId="77777777" w:rsidTr="00F0654D">
        <w:trPr>
          <w:trHeight w:hRule="exact" w:val="1420"/>
        </w:trPr>
        <w:tc>
          <w:tcPr>
            <w:tcW w:w="7359" w:type="dxa"/>
            <w:tcMar>
              <w:top w:w="289" w:type="dxa"/>
              <w:bottom w:w="1083" w:type="dxa"/>
            </w:tcMar>
          </w:tcPr>
          <w:p w14:paraId="112FD978" w14:textId="77777777" w:rsidR="00025DF7" w:rsidRPr="00D5446F" w:rsidRDefault="00CE0718" w:rsidP="00FC38DA">
            <w:pPr>
              <w:pStyle w:val="Betreff"/>
            </w:pPr>
            <w:r>
              <w:t>S</w:t>
            </w:r>
            <w:r w:rsidR="003B0CAB" w:rsidRPr="003B0CAB">
              <w:t xml:space="preserve">chiebetüren </w:t>
            </w:r>
            <w:r>
              <w:t>einfach und</w:t>
            </w:r>
            <w:r w:rsidR="00076F23">
              <w:t xml:space="preserve"> elegant</w:t>
            </w:r>
            <w:r w:rsidR="003B0CAB" w:rsidRPr="003B0CAB">
              <w:t xml:space="preserve"> montieren</w:t>
            </w:r>
            <w:r w:rsidR="003B0CAB">
              <w:t xml:space="preserve">: </w:t>
            </w:r>
            <w:r w:rsidR="003B0CAB" w:rsidRPr="003B0CAB">
              <w:t xml:space="preserve">GEZE </w:t>
            </w:r>
            <w:proofErr w:type="spellStart"/>
            <w:r w:rsidR="003B0CAB" w:rsidRPr="003B0CAB">
              <w:t>Levolan</w:t>
            </w:r>
            <w:proofErr w:type="spellEnd"/>
            <w:r w:rsidR="00076F23">
              <w:t xml:space="preserve"> 120</w:t>
            </w:r>
          </w:p>
        </w:tc>
      </w:tr>
    </w:tbl>
    <w:p w14:paraId="3F5F50E5" w14:textId="77777777" w:rsidR="00154B7B" w:rsidRPr="00707C9A" w:rsidRDefault="00076F23" w:rsidP="00D5446F">
      <w:r w:rsidRPr="00076F23">
        <w:rPr>
          <w:b/>
        </w:rPr>
        <w:t xml:space="preserve">Schiebetüren eignen sich optimal, um große Räume in Büro- oder Wohngebäuden ästhetisch, platzsparend und funktional zu unterteilen. Der Spezialist für innovative Tür-, Fenster- und Sicherheitstechnik GEZE bietet mit dem kompakten Schiebetürsystem </w:t>
      </w:r>
      <w:proofErr w:type="spellStart"/>
      <w:r w:rsidRPr="00076F23">
        <w:rPr>
          <w:b/>
        </w:rPr>
        <w:t>Levolan</w:t>
      </w:r>
      <w:proofErr w:type="spellEnd"/>
      <w:r w:rsidRPr="00076F23">
        <w:rPr>
          <w:b/>
        </w:rPr>
        <w:t xml:space="preserve"> 120 eine filigrane, designorientierte Beschlaglösung für schwere manuelle Schiebetüren aus Holz oder Glas im Innenbereich.</w:t>
      </w:r>
    </w:p>
    <w:p w14:paraId="46AF47EB" w14:textId="77777777" w:rsidR="00266D61" w:rsidRDefault="00266D61" w:rsidP="00F33752"/>
    <w:p w14:paraId="4D66DD55" w14:textId="5E918095" w:rsidR="00AB141E" w:rsidRDefault="00656D1A" w:rsidP="00AB141E">
      <w:r>
        <w:t xml:space="preserve">Mit seiner dezenten Optik und den kleinen Abmessungen fügt sich </w:t>
      </w:r>
      <w:r w:rsidR="00F75FDA">
        <w:t>das Schiebetürsystem</w:t>
      </w:r>
      <w:r>
        <w:t xml:space="preserve"> in jede Architektur</w:t>
      </w:r>
      <w:r w:rsidR="000B4C7F">
        <w:t xml:space="preserve"> und jede Einbausituation ein. Dank des kompakten, modularen Aufbaus ist der </w:t>
      </w:r>
      <w:proofErr w:type="spellStart"/>
      <w:r w:rsidR="00C9708E">
        <w:t>Levolan</w:t>
      </w:r>
      <w:proofErr w:type="spellEnd"/>
      <w:r w:rsidR="000B4C7F">
        <w:t xml:space="preserve"> 120 nicht größer, aber doppelt so tragfähig</w:t>
      </w:r>
      <w:r w:rsidR="00D261F7">
        <w:t xml:space="preserve"> wie der „kleine Bruder“ </w:t>
      </w:r>
      <w:proofErr w:type="spellStart"/>
      <w:r w:rsidR="00D261F7">
        <w:t>Levolan</w:t>
      </w:r>
      <w:proofErr w:type="spellEnd"/>
      <w:r w:rsidR="00D261F7">
        <w:t xml:space="preserve"> 60</w:t>
      </w:r>
      <w:r w:rsidR="00625444">
        <w:t>,</w:t>
      </w:r>
      <w:r w:rsidR="00D261F7">
        <w:t xml:space="preserve"> und damit </w:t>
      </w:r>
      <w:r w:rsidR="00DC0281">
        <w:t>die</w:t>
      </w:r>
      <w:r w:rsidR="00D261F7">
        <w:t xml:space="preserve"> optimale Lösung für schwere Türflügel. </w:t>
      </w:r>
      <w:proofErr w:type="spellStart"/>
      <w:r w:rsidR="00D261F7">
        <w:t>Ganzglas</w:t>
      </w:r>
      <w:proofErr w:type="spellEnd"/>
      <w:r w:rsidR="00D261F7">
        <w:t>- oder Holzschiebetüren</w:t>
      </w:r>
      <w:r w:rsidR="00EA4474">
        <w:t xml:space="preserve"> mit Türflügelgewichten bis 120 Kilogramm lassen sich </w:t>
      </w:r>
      <w:r w:rsidR="001C54E5">
        <w:t xml:space="preserve">so </w:t>
      </w:r>
      <w:r w:rsidR="00EA4474">
        <w:t xml:space="preserve">mit eleganter Leichtigkeit gestalten und mühelos bewegen. </w:t>
      </w:r>
      <w:r w:rsidR="00AB141E">
        <w:t xml:space="preserve">Für einen schnellen, unkomplizierten Einbau sorgt das </w:t>
      </w:r>
      <w:proofErr w:type="spellStart"/>
      <w:r w:rsidR="00AB141E">
        <w:t>Levolan</w:t>
      </w:r>
      <w:proofErr w:type="spellEnd"/>
      <w:r w:rsidR="00AB141E">
        <w:t xml:space="preserve"> Smart fix Montagesystem, das mit nur einem Innensechskantschlüssel und einem Gabelschlüssel zur Sicherung auskommt.</w:t>
      </w:r>
      <w:r w:rsidR="008E41D7">
        <w:t xml:space="preserve"> Es </w:t>
      </w:r>
      <w:r w:rsidR="004B589E">
        <w:t>bietet zudem Systemkomponenten, die ein</w:t>
      </w:r>
      <w:r w:rsidR="003337C5">
        <w:t>e</w:t>
      </w:r>
      <w:r w:rsidR="004B589E">
        <w:t xml:space="preserve"> </w:t>
      </w:r>
      <w:r w:rsidR="003337C5" w:rsidRPr="003337C5">
        <w:t>spätere Integration der Einzugsdämpfung (</w:t>
      </w:r>
      <w:proofErr w:type="spellStart"/>
      <w:r w:rsidR="003337C5" w:rsidRPr="003337C5">
        <w:t>Softstop</w:t>
      </w:r>
      <w:proofErr w:type="spellEnd"/>
      <w:r w:rsidR="003337C5" w:rsidRPr="003337C5">
        <w:t>)</w:t>
      </w:r>
      <w:r w:rsidR="003337C5">
        <w:t xml:space="preserve"> </w:t>
      </w:r>
      <w:r w:rsidR="004B589E">
        <w:t>ermöglicht – ohne vorherige Demontage</w:t>
      </w:r>
      <w:r w:rsidR="00DC0281">
        <w:t xml:space="preserve"> des bestehenden Beschlags.</w:t>
      </w:r>
    </w:p>
    <w:p w14:paraId="7E45F358" w14:textId="77777777" w:rsidR="00243632" w:rsidRDefault="00243632" w:rsidP="00F33752"/>
    <w:p w14:paraId="5C9585A1" w14:textId="77777777" w:rsidR="001A2485" w:rsidRPr="000342AD" w:rsidRDefault="001A2485" w:rsidP="001A2485">
      <w:pPr>
        <w:rPr>
          <w:b/>
          <w:bCs/>
        </w:rPr>
      </w:pPr>
      <w:r w:rsidRPr="000342AD">
        <w:rPr>
          <w:b/>
          <w:bCs/>
        </w:rPr>
        <w:t>Holzflügeltüren einfach montieren</w:t>
      </w:r>
    </w:p>
    <w:p w14:paraId="6F346BB2" w14:textId="77777777" w:rsidR="00CD335F" w:rsidRPr="000342AD" w:rsidRDefault="00CD335F" w:rsidP="00CD335F">
      <w:r w:rsidRPr="000342AD">
        <w:t>D</w:t>
      </w:r>
      <w:r w:rsidR="00AB141E">
        <w:t>er</w:t>
      </w:r>
      <w:r w:rsidRPr="000342AD">
        <w:t xml:space="preserve"> </w:t>
      </w:r>
      <w:proofErr w:type="spellStart"/>
      <w:r w:rsidRPr="000342AD">
        <w:t>Levola</w:t>
      </w:r>
      <w:r w:rsidR="00AB141E">
        <w:t>n</w:t>
      </w:r>
      <w:proofErr w:type="spellEnd"/>
      <w:r w:rsidR="00AB141E">
        <w:t xml:space="preserve"> 120 </w:t>
      </w:r>
      <w:r>
        <w:t xml:space="preserve">für </w:t>
      </w:r>
      <w:r w:rsidRPr="000342AD">
        <w:t xml:space="preserve">Holzflügel </w:t>
      </w:r>
      <w:r>
        <w:t>benötigt</w:t>
      </w:r>
      <w:r w:rsidRPr="000342AD">
        <w:t xml:space="preserve"> ein Aluminiumprofil, </w:t>
      </w:r>
      <w:r>
        <w:t>das</w:t>
      </w:r>
      <w:r w:rsidRPr="000342AD">
        <w:t xml:space="preserve"> auf der oberen Stirnseite des </w:t>
      </w:r>
      <w:r w:rsidR="00AB141E">
        <w:t>Türblatts</w:t>
      </w:r>
      <w:r w:rsidRPr="000342AD">
        <w:t xml:space="preserve"> fixiert wird. </w:t>
      </w:r>
      <w:r>
        <w:t>D</w:t>
      </w:r>
      <w:r w:rsidRPr="000342AD">
        <w:t xml:space="preserve">ie Rollenwagen </w:t>
      </w:r>
      <w:r>
        <w:t xml:space="preserve">werden </w:t>
      </w:r>
      <w:r w:rsidRPr="000342AD">
        <w:t>am Türflügel montiert und in</w:t>
      </w:r>
      <w:r w:rsidR="00AB141E">
        <w:t>s</w:t>
      </w:r>
      <w:r w:rsidRPr="000342AD">
        <w:t xml:space="preserve"> Beschlagsystem eingehängt. Eine millimetergenaue Positionierung </w:t>
      </w:r>
      <w:r>
        <w:t>der</w:t>
      </w:r>
      <w:r w:rsidRPr="000342AD">
        <w:t xml:space="preserve"> Haltelaschen ist</w:t>
      </w:r>
      <w:r>
        <w:t xml:space="preserve"> </w:t>
      </w:r>
      <w:r w:rsidRPr="000342AD">
        <w:t xml:space="preserve">nicht notwendig, </w:t>
      </w:r>
      <w:r>
        <w:t xml:space="preserve">da die Endlage über </w:t>
      </w:r>
      <w:r w:rsidRPr="000342AD">
        <w:t xml:space="preserve">die </w:t>
      </w:r>
      <w:proofErr w:type="spellStart"/>
      <w:r w:rsidRPr="000342AD">
        <w:t>Endstopper</w:t>
      </w:r>
      <w:proofErr w:type="spellEnd"/>
      <w:r w:rsidRPr="000342AD">
        <w:t xml:space="preserve"> im Schienensystem festgelegt</w:t>
      </w:r>
      <w:r>
        <w:t xml:space="preserve"> wird</w:t>
      </w:r>
      <w:r w:rsidRPr="000342AD">
        <w:t>. Bis zu 42 mm starke Holzflügel können </w:t>
      </w:r>
      <w:r>
        <w:t xml:space="preserve">so </w:t>
      </w:r>
      <w:r w:rsidRPr="000342AD">
        <w:t>problemlos eingesetzt werden</w:t>
      </w:r>
      <w:r>
        <w:t>.</w:t>
      </w:r>
      <w:r w:rsidRPr="000342AD">
        <w:t xml:space="preserve"> </w:t>
      </w:r>
      <w:r w:rsidR="00AB141E">
        <w:t>Für noch mehr</w:t>
      </w:r>
      <w:r>
        <w:t xml:space="preserve"> Bedienkomfort </w:t>
      </w:r>
      <w:r w:rsidR="00AB141E">
        <w:t>können zusätzlich</w:t>
      </w:r>
      <w:r>
        <w:t xml:space="preserve"> </w:t>
      </w:r>
      <w:r w:rsidRPr="000342AD">
        <w:t>gewichtsabhängige Einzugsdämpfungen (</w:t>
      </w:r>
      <w:proofErr w:type="spellStart"/>
      <w:r w:rsidRPr="000342AD">
        <w:t>Softclose</w:t>
      </w:r>
      <w:proofErr w:type="spellEnd"/>
      <w:r w:rsidRPr="000342AD">
        <w:t>)</w:t>
      </w:r>
      <w:r>
        <w:t xml:space="preserve"> </w:t>
      </w:r>
      <w:r w:rsidR="00AB141E">
        <w:t>eingesetzt werden, die unsichtbar zwi</w:t>
      </w:r>
      <w:r w:rsidRPr="000342AD">
        <w:t xml:space="preserve">schen </w:t>
      </w:r>
      <w:r w:rsidR="00AB141E">
        <w:t>den</w:t>
      </w:r>
      <w:r w:rsidRPr="000342AD">
        <w:t xml:space="preserve"> Rollenwagen montiert </w:t>
      </w:r>
      <w:r w:rsidR="00AB141E">
        <w:t>werden</w:t>
      </w:r>
      <w:r w:rsidRPr="000342AD">
        <w:t xml:space="preserve">. </w:t>
      </w:r>
    </w:p>
    <w:p w14:paraId="49146F52" w14:textId="77777777" w:rsidR="001522F6" w:rsidRDefault="001522F6" w:rsidP="00F33752"/>
    <w:p w14:paraId="2FFF66BF" w14:textId="77777777" w:rsidR="001522F6" w:rsidRDefault="001522F6" w:rsidP="00F33752"/>
    <w:p w14:paraId="74156B93" w14:textId="77777777" w:rsidR="001522F6" w:rsidRDefault="001522F6" w:rsidP="00F33752"/>
    <w:p w14:paraId="74CCDD76" w14:textId="77777777" w:rsidR="001522F6" w:rsidRDefault="001522F6" w:rsidP="00F33752"/>
    <w:p w14:paraId="7258E9D5" w14:textId="77777777" w:rsidR="004A2D65" w:rsidRDefault="004A2D65" w:rsidP="004A2D65">
      <w:r>
        <w:lastRenderedPageBreak/>
        <w:t>Weitere Informationen:</w:t>
      </w:r>
    </w:p>
    <w:p w14:paraId="580F74DB" w14:textId="77777777" w:rsidR="004A2D65" w:rsidRDefault="00000000" w:rsidP="004A2D65">
      <w:hyperlink r:id="rId9" w:history="1">
        <w:r w:rsidR="004A2D65" w:rsidRPr="008E3629">
          <w:rPr>
            <w:rStyle w:val="Hyperlink"/>
          </w:rPr>
          <w:t>https://www.geze.de/de/entdecken/themen/raumabtrennung</w:t>
        </w:r>
      </w:hyperlink>
      <w:r w:rsidR="004A2D65">
        <w:t xml:space="preserve"> </w:t>
      </w:r>
    </w:p>
    <w:p w14:paraId="0C2A5505" w14:textId="77777777" w:rsidR="006B111C" w:rsidRPr="00E41C3C" w:rsidRDefault="006B111C" w:rsidP="00095819">
      <w:pPr>
        <w:rPr>
          <w:lang w:val="nl-NL"/>
        </w:rPr>
      </w:pPr>
    </w:p>
    <w:p w14:paraId="4F0C5EEE" w14:textId="77777777" w:rsidR="00F0654D" w:rsidRPr="00E41C3C" w:rsidRDefault="00F0654D" w:rsidP="00095819">
      <w:pPr>
        <w:rPr>
          <w:lang w:val="nl-NL"/>
        </w:rPr>
      </w:pPr>
    </w:p>
    <w:p w14:paraId="28A2C08E" w14:textId="77777777" w:rsidR="00F0654D" w:rsidRPr="00E41C3C" w:rsidRDefault="00F0654D" w:rsidP="00095819">
      <w:pPr>
        <w:rPr>
          <w:lang w:val="nl-NL"/>
        </w:rPr>
      </w:pPr>
    </w:p>
    <w:p w14:paraId="06C1D73D" w14:textId="77777777" w:rsidR="006B111C" w:rsidRPr="00E41C3C" w:rsidRDefault="006B111C" w:rsidP="006B111C">
      <w:pPr>
        <w:rPr>
          <w:b/>
          <w:lang w:val="nl-NL"/>
        </w:rPr>
      </w:pPr>
      <w:r w:rsidRPr="00E41C3C">
        <w:rPr>
          <w:b/>
          <w:lang w:val="nl-NL"/>
        </w:rPr>
        <w:t xml:space="preserve">ÜBER GEZE </w:t>
      </w:r>
    </w:p>
    <w:p w14:paraId="556AF5DB" w14:textId="77777777" w:rsidR="00B244C5" w:rsidRPr="00A542BE" w:rsidRDefault="00B244C5" w:rsidP="00B244C5">
      <w:pPr>
        <w:rPr>
          <w:kern w:val="0"/>
        </w:rPr>
      </w:pPr>
      <w:r>
        <w:t xml:space="preserve">GEZE gehört zu den weltweit führenden Unternehmen für Produkte, Systemlösungen und umfassenden Service rund um Türen und Fenster. Der Spezialist für innovative und moderne </w:t>
      </w:r>
      <w:r w:rsidRPr="00A542BE">
        <w:t>Tür-, Fenster- und Sicherheitstechnik erzielt mit fundierter Branchen- und Fachkenntnis seit 160 Jahren herausragende Ergebnisse, die Gebäude lebenswert machen.</w:t>
      </w:r>
    </w:p>
    <w:p w14:paraId="0366C354" w14:textId="77777777" w:rsidR="00B244C5" w:rsidRDefault="00B244C5" w:rsidP="00B244C5">
      <w:r w:rsidRPr="00A542BE">
        <w:t>Weltweit arbeiten bei GEZE mehr als 3.000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 2023 feiert das Familienunternehmen sein 160. Gründungsjubiläum.</w:t>
      </w:r>
    </w:p>
    <w:p w14:paraId="18602F28"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3CFDC981" wp14:editId="6F2827A3">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374068F9" w14:textId="77777777" w:rsidTr="00454337">
                              <w:trPr>
                                <w:cantSplit/>
                                <w:trHeight w:hRule="exact" w:val="482"/>
                              </w:trPr>
                              <w:tc>
                                <w:tcPr>
                                  <w:tcW w:w="6321" w:type="dxa"/>
                                  <w:tcMar>
                                    <w:bottom w:w="91" w:type="dxa"/>
                                  </w:tcMar>
                                </w:tcPr>
                                <w:p w14:paraId="33B1636F" w14:textId="77777777" w:rsidR="00512C05" w:rsidRPr="002627A3" w:rsidRDefault="007F0435" w:rsidP="00113091">
                                  <w:pPr>
                                    <w:pStyle w:val="KontaktTitel"/>
                                  </w:pPr>
                                  <w:r w:rsidRPr="002627A3">
                                    <w:t>Kontakt</w:t>
                                  </w:r>
                                </w:p>
                              </w:tc>
                            </w:tr>
                            <w:tr w:rsidR="007F0435" w:rsidRPr="00B87D4A" w14:paraId="677BAFD8" w14:textId="77777777" w:rsidTr="00575AEF">
                              <w:trPr>
                                <w:cantSplit/>
                                <w:trHeight w:hRule="exact" w:val="425"/>
                              </w:trPr>
                              <w:tc>
                                <w:tcPr>
                                  <w:tcW w:w="6321" w:type="dxa"/>
                                </w:tcPr>
                                <w:p w14:paraId="3D07F585"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7562B9B8" w14:textId="77777777" w:rsidR="007F0435" w:rsidRPr="003B0CAB" w:rsidRDefault="00E10257" w:rsidP="00094A49">
                                  <w:pPr>
                                    <w:pStyle w:val="Kontakt"/>
                                    <w:rPr>
                                      <w:lang w:val="en-US"/>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xml:space="preserve">. </w:t>
                                  </w:r>
                                  <w:r w:rsidR="007F0435" w:rsidRPr="003B0CAB">
                                    <w:rPr>
                                      <w:lang w:val="en-US"/>
                                    </w:rPr>
                                    <w:t>21</w:t>
                                  </w:r>
                                  <w:r w:rsidR="00094A49" w:rsidRPr="003B0CAB">
                                    <w:rPr>
                                      <w:rStyle w:val="KontaktAbstandschmal"/>
                                      <w:lang w:val="en-US"/>
                                    </w:rPr>
                                    <w:t xml:space="preserve"> </w:t>
                                  </w:r>
                                  <w:r w:rsidR="007F0435" w:rsidRPr="003B0CAB">
                                    <w:rPr>
                                      <w:lang w:val="en-US"/>
                                    </w:rPr>
                                    <w:t>–</w:t>
                                  </w:r>
                                  <w:r w:rsidR="007F0435" w:rsidRPr="003B0CAB">
                                    <w:rPr>
                                      <w:rStyle w:val="KontaktAbstandschmal"/>
                                      <w:lang w:val="en-US"/>
                                    </w:rPr>
                                    <w:t xml:space="preserve"> </w:t>
                                  </w:r>
                                  <w:r w:rsidR="007F0435" w:rsidRPr="003B0CAB">
                                    <w:rPr>
                                      <w:lang w:val="en-US"/>
                                    </w:rPr>
                                    <w:t>29</w:t>
                                  </w:r>
                                  <w:r w:rsidR="001F462D" w:rsidRPr="003B0CAB">
                                    <w:rPr>
                                      <w:lang w:val="en-US"/>
                                    </w:rPr>
                                    <w:t xml:space="preserve"> </w:t>
                                  </w:r>
                                  <w:r w:rsidR="00B556B7" w:rsidRPr="003B0CAB">
                                    <w:rPr>
                                      <w:rStyle w:val="KontaktPipe"/>
                                      <w:position w:val="-2"/>
                                      <w:sz w:val="18"/>
                                      <w:szCs w:val="18"/>
                                      <w:lang w:val="en-US"/>
                                    </w:rPr>
                                    <w:t>I</w:t>
                                  </w:r>
                                  <w:r w:rsidR="001F462D" w:rsidRPr="003B0CAB">
                                    <w:rPr>
                                      <w:lang w:val="en-US"/>
                                    </w:rPr>
                                    <w:t xml:space="preserve"> </w:t>
                                  </w:r>
                                  <w:r w:rsidR="007F0435" w:rsidRPr="003B0CAB">
                                    <w:rPr>
                                      <w:lang w:val="en-US"/>
                                    </w:rPr>
                                    <w:t xml:space="preserve">D-71229 </w:t>
                                  </w:r>
                                  <w:proofErr w:type="spellStart"/>
                                  <w:r w:rsidR="007F0435" w:rsidRPr="003B0CAB">
                                    <w:rPr>
                                      <w:lang w:val="en-US"/>
                                    </w:rPr>
                                    <w:t>Leonberg</w:t>
                                  </w:r>
                                  <w:proofErr w:type="spellEnd"/>
                                  <w:r w:rsidR="001F462D" w:rsidRPr="003B0CAB">
                                    <w:rPr>
                                      <w:lang w:val="en-US"/>
                                    </w:rPr>
                                    <w:t xml:space="preserve"> </w:t>
                                  </w:r>
                                  <w:r w:rsidR="00B556B7" w:rsidRPr="003B0CAB">
                                    <w:rPr>
                                      <w:rStyle w:val="KontaktPipe"/>
                                      <w:position w:val="-2"/>
                                      <w:sz w:val="18"/>
                                      <w:szCs w:val="18"/>
                                      <w:lang w:val="en-US"/>
                                    </w:rPr>
                                    <w:t>I</w:t>
                                  </w:r>
                                  <w:r w:rsidR="001F462D" w:rsidRPr="003B0CAB">
                                    <w:rPr>
                                      <w:lang w:val="en-US"/>
                                    </w:rPr>
                                    <w:t xml:space="preserve"> </w:t>
                                  </w:r>
                                  <w:proofErr w:type="gramStart"/>
                                  <w:r w:rsidR="007F0435" w:rsidRPr="003B0CAB">
                                    <w:rPr>
                                      <w:rStyle w:val="KontaktVorsatzwort"/>
                                      <w:lang w:val="en-US"/>
                                    </w:rPr>
                                    <w:t>TEL</w:t>
                                  </w:r>
                                  <w:r w:rsidR="007F0435" w:rsidRPr="003B0CAB">
                                    <w:rPr>
                                      <w:lang w:val="en-US"/>
                                    </w:rPr>
                                    <w:t xml:space="preserve"> </w:t>
                                  </w:r>
                                  <w:r w:rsidR="00454337" w:rsidRPr="003B0CAB">
                                    <w:rPr>
                                      <w:lang w:val="en-US"/>
                                    </w:rPr>
                                    <w:t xml:space="preserve"> </w:t>
                                  </w:r>
                                  <w:r w:rsidR="007F0435" w:rsidRPr="003B0CAB">
                                    <w:rPr>
                                      <w:lang w:val="en-US"/>
                                    </w:rPr>
                                    <w:t>+</w:t>
                                  </w:r>
                                  <w:proofErr w:type="gramEnd"/>
                                  <w:r w:rsidR="007F0435" w:rsidRPr="003B0CAB">
                                    <w:rPr>
                                      <w:lang w:val="en-US"/>
                                    </w:rPr>
                                    <w:t>49 7152 203-0</w:t>
                                  </w:r>
                                  <w:r w:rsidR="001F462D" w:rsidRPr="003B0CAB">
                                    <w:rPr>
                                      <w:lang w:val="en-US"/>
                                    </w:rPr>
                                    <w:t xml:space="preserve"> </w:t>
                                  </w:r>
                                  <w:r w:rsidR="00B556B7" w:rsidRPr="003B0CAB">
                                    <w:rPr>
                                      <w:rStyle w:val="KontaktPipe"/>
                                      <w:position w:val="-2"/>
                                      <w:sz w:val="18"/>
                                      <w:szCs w:val="18"/>
                                      <w:lang w:val="en-US"/>
                                    </w:rPr>
                                    <w:t>I</w:t>
                                  </w:r>
                                  <w:r w:rsidR="001F462D" w:rsidRPr="003B0CAB">
                                    <w:rPr>
                                      <w:lang w:val="en-US"/>
                                    </w:rPr>
                                    <w:t xml:space="preserve"> </w:t>
                                  </w:r>
                                  <w:r w:rsidR="007F0435" w:rsidRPr="003B0CAB">
                                    <w:rPr>
                                      <w:rStyle w:val="KontaktVorsatzwort"/>
                                      <w:lang w:val="en-US"/>
                                    </w:rPr>
                                    <w:t>FAX</w:t>
                                  </w:r>
                                  <w:r w:rsidR="007F0435" w:rsidRPr="003B0CAB">
                                    <w:rPr>
                                      <w:lang w:val="en-US"/>
                                    </w:rPr>
                                    <w:t xml:space="preserve">  +49 7152 203-310</w:t>
                                  </w:r>
                                  <w:r w:rsidR="001F462D" w:rsidRPr="003B0CAB">
                                    <w:rPr>
                                      <w:lang w:val="en-US"/>
                                    </w:rPr>
                                    <w:t xml:space="preserve"> </w:t>
                                  </w:r>
                                  <w:r w:rsidR="00B556B7" w:rsidRPr="003B0CAB">
                                    <w:rPr>
                                      <w:rStyle w:val="KontaktPipe"/>
                                      <w:position w:val="-2"/>
                                      <w:sz w:val="18"/>
                                      <w:szCs w:val="18"/>
                                      <w:lang w:val="en-US"/>
                                    </w:rPr>
                                    <w:t>I</w:t>
                                  </w:r>
                                  <w:r w:rsidR="001F462D" w:rsidRPr="003B0CAB">
                                    <w:rPr>
                                      <w:lang w:val="en-US"/>
                                    </w:rPr>
                                    <w:t xml:space="preserve"> </w:t>
                                  </w:r>
                                  <w:r w:rsidR="007F0435" w:rsidRPr="003B0CAB">
                                    <w:rPr>
                                      <w:rStyle w:val="KontaktVorsatzwort"/>
                                      <w:lang w:val="en-US"/>
                                    </w:rPr>
                                    <w:t>MAIL</w:t>
                                  </w:r>
                                  <w:r w:rsidR="007F0435" w:rsidRPr="003B0CAB">
                                    <w:rPr>
                                      <w:lang w:val="en-US"/>
                                    </w:rPr>
                                    <w:t xml:space="preserve"> </w:t>
                                  </w:r>
                                  <w:r w:rsidR="00454337" w:rsidRPr="003B0CAB">
                                    <w:rPr>
                                      <w:lang w:val="en-US"/>
                                    </w:rPr>
                                    <w:t xml:space="preserve"> </w:t>
                                  </w:r>
                                  <w:r w:rsidR="007F0435" w:rsidRPr="003B0CAB">
                                    <w:rPr>
                                      <w:lang w:val="en-US"/>
                                    </w:rPr>
                                    <w:t>presse@geze.com</w:t>
                                  </w:r>
                                  <w:r w:rsidR="001F462D" w:rsidRPr="003B0CAB">
                                    <w:rPr>
                                      <w:lang w:val="en-US"/>
                                    </w:rPr>
                                    <w:t xml:space="preserve"> </w:t>
                                  </w:r>
                                  <w:r w:rsidR="00B556B7" w:rsidRPr="003B0CAB">
                                    <w:rPr>
                                      <w:rStyle w:val="KontaktPipe"/>
                                      <w:position w:val="-2"/>
                                      <w:sz w:val="18"/>
                                      <w:szCs w:val="18"/>
                                      <w:lang w:val="en-US"/>
                                    </w:rPr>
                                    <w:t>I</w:t>
                                  </w:r>
                                  <w:r w:rsidR="001F462D" w:rsidRPr="003B0CAB">
                                    <w:rPr>
                                      <w:lang w:val="en-US"/>
                                    </w:rPr>
                                    <w:t xml:space="preserve"> </w:t>
                                  </w:r>
                                  <w:r w:rsidR="007F0435" w:rsidRPr="003B0CAB">
                                    <w:rPr>
                                      <w:rStyle w:val="KontaktVorsatzwort"/>
                                      <w:lang w:val="en-US"/>
                                    </w:rPr>
                                    <w:t>WEB</w:t>
                                  </w:r>
                                  <w:r w:rsidR="007F0435" w:rsidRPr="003B0CAB">
                                    <w:rPr>
                                      <w:lang w:val="en-US"/>
                                    </w:rPr>
                                    <w:t xml:space="preserve">  www.geze.de</w:t>
                                  </w:r>
                                </w:p>
                              </w:tc>
                            </w:tr>
                          </w:tbl>
                          <w:p w14:paraId="0F15CFCF" w14:textId="77777777" w:rsidR="00A03805" w:rsidRPr="003B0CAB" w:rsidRDefault="00A03805" w:rsidP="007F0435">
                            <w:pPr>
                              <w:rPr>
                                <w:color w:val="FFFFFF" w:themeColor="background1"/>
                                <w:sz w:val="13"/>
                                <w:szCs w:val="13"/>
                                <w:lang w:val="en-US"/>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FDC981"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374068F9" w14:textId="77777777" w:rsidTr="00454337">
                        <w:trPr>
                          <w:cantSplit/>
                          <w:trHeight w:hRule="exact" w:val="482"/>
                        </w:trPr>
                        <w:tc>
                          <w:tcPr>
                            <w:tcW w:w="6321" w:type="dxa"/>
                            <w:tcMar>
                              <w:bottom w:w="91" w:type="dxa"/>
                            </w:tcMar>
                          </w:tcPr>
                          <w:p w14:paraId="33B1636F" w14:textId="77777777" w:rsidR="00512C05" w:rsidRPr="002627A3" w:rsidRDefault="007F0435" w:rsidP="00113091">
                            <w:pPr>
                              <w:pStyle w:val="KontaktTitel"/>
                            </w:pPr>
                            <w:r w:rsidRPr="002627A3">
                              <w:t>Kontakt</w:t>
                            </w:r>
                          </w:p>
                        </w:tc>
                      </w:tr>
                      <w:tr w:rsidR="007F0435" w:rsidRPr="00B87D4A" w14:paraId="677BAFD8" w14:textId="77777777" w:rsidTr="00575AEF">
                        <w:trPr>
                          <w:cantSplit/>
                          <w:trHeight w:hRule="exact" w:val="425"/>
                        </w:trPr>
                        <w:tc>
                          <w:tcPr>
                            <w:tcW w:w="6321" w:type="dxa"/>
                          </w:tcPr>
                          <w:p w14:paraId="3D07F585"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7562B9B8" w14:textId="77777777" w:rsidR="007F0435" w:rsidRPr="003B0CAB" w:rsidRDefault="00E10257" w:rsidP="00094A49">
                            <w:pPr>
                              <w:pStyle w:val="Kontakt"/>
                              <w:rPr>
                                <w:lang w:val="en-US"/>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xml:space="preserve">. </w:t>
                            </w:r>
                            <w:r w:rsidR="007F0435" w:rsidRPr="003B0CAB">
                              <w:rPr>
                                <w:lang w:val="en-US"/>
                              </w:rPr>
                              <w:t>21</w:t>
                            </w:r>
                            <w:r w:rsidR="00094A49" w:rsidRPr="003B0CAB">
                              <w:rPr>
                                <w:rStyle w:val="KontaktAbstandschmal"/>
                                <w:lang w:val="en-US"/>
                              </w:rPr>
                              <w:t xml:space="preserve"> </w:t>
                            </w:r>
                            <w:r w:rsidR="007F0435" w:rsidRPr="003B0CAB">
                              <w:rPr>
                                <w:lang w:val="en-US"/>
                              </w:rPr>
                              <w:t>–</w:t>
                            </w:r>
                            <w:r w:rsidR="007F0435" w:rsidRPr="003B0CAB">
                              <w:rPr>
                                <w:rStyle w:val="KontaktAbstandschmal"/>
                                <w:lang w:val="en-US"/>
                              </w:rPr>
                              <w:t xml:space="preserve"> </w:t>
                            </w:r>
                            <w:r w:rsidR="007F0435" w:rsidRPr="003B0CAB">
                              <w:rPr>
                                <w:lang w:val="en-US"/>
                              </w:rPr>
                              <w:t>29</w:t>
                            </w:r>
                            <w:r w:rsidR="001F462D" w:rsidRPr="003B0CAB">
                              <w:rPr>
                                <w:lang w:val="en-US"/>
                              </w:rPr>
                              <w:t xml:space="preserve"> </w:t>
                            </w:r>
                            <w:r w:rsidR="00B556B7" w:rsidRPr="003B0CAB">
                              <w:rPr>
                                <w:rStyle w:val="KontaktPipe"/>
                                <w:position w:val="-2"/>
                                <w:sz w:val="18"/>
                                <w:szCs w:val="18"/>
                                <w:lang w:val="en-US"/>
                              </w:rPr>
                              <w:t>I</w:t>
                            </w:r>
                            <w:r w:rsidR="001F462D" w:rsidRPr="003B0CAB">
                              <w:rPr>
                                <w:lang w:val="en-US"/>
                              </w:rPr>
                              <w:t xml:space="preserve"> </w:t>
                            </w:r>
                            <w:r w:rsidR="007F0435" w:rsidRPr="003B0CAB">
                              <w:rPr>
                                <w:lang w:val="en-US"/>
                              </w:rPr>
                              <w:t xml:space="preserve">D-71229 </w:t>
                            </w:r>
                            <w:proofErr w:type="spellStart"/>
                            <w:r w:rsidR="007F0435" w:rsidRPr="003B0CAB">
                              <w:rPr>
                                <w:lang w:val="en-US"/>
                              </w:rPr>
                              <w:t>Leonberg</w:t>
                            </w:r>
                            <w:proofErr w:type="spellEnd"/>
                            <w:r w:rsidR="001F462D" w:rsidRPr="003B0CAB">
                              <w:rPr>
                                <w:lang w:val="en-US"/>
                              </w:rPr>
                              <w:t xml:space="preserve"> </w:t>
                            </w:r>
                            <w:r w:rsidR="00B556B7" w:rsidRPr="003B0CAB">
                              <w:rPr>
                                <w:rStyle w:val="KontaktPipe"/>
                                <w:position w:val="-2"/>
                                <w:sz w:val="18"/>
                                <w:szCs w:val="18"/>
                                <w:lang w:val="en-US"/>
                              </w:rPr>
                              <w:t>I</w:t>
                            </w:r>
                            <w:r w:rsidR="001F462D" w:rsidRPr="003B0CAB">
                              <w:rPr>
                                <w:lang w:val="en-US"/>
                              </w:rPr>
                              <w:t xml:space="preserve"> </w:t>
                            </w:r>
                            <w:proofErr w:type="gramStart"/>
                            <w:r w:rsidR="007F0435" w:rsidRPr="003B0CAB">
                              <w:rPr>
                                <w:rStyle w:val="KontaktVorsatzwort"/>
                                <w:lang w:val="en-US"/>
                              </w:rPr>
                              <w:t>TEL</w:t>
                            </w:r>
                            <w:r w:rsidR="007F0435" w:rsidRPr="003B0CAB">
                              <w:rPr>
                                <w:lang w:val="en-US"/>
                              </w:rPr>
                              <w:t xml:space="preserve"> </w:t>
                            </w:r>
                            <w:r w:rsidR="00454337" w:rsidRPr="003B0CAB">
                              <w:rPr>
                                <w:lang w:val="en-US"/>
                              </w:rPr>
                              <w:t xml:space="preserve"> </w:t>
                            </w:r>
                            <w:r w:rsidR="007F0435" w:rsidRPr="003B0CAB">
                              <w:rPr>
                                <w:lang w:val="en-US"/>
                              </w:rPr>
                              <w:t>+</w:t>
                            </w:r>
                            <w:proofErr w:type="gramEnd"/>
                            <w:r w:rsidR="007F0435" w:rsidRPr="003B0CAB">
                              <w:rPr>
                                <w:lang w:val="en-US"/>
                              </w:rPr>
                              <w:t>49 7152 203-0</w:t>
                            </w:r>
                            <w:r w:rsidR="001F462D" w:rsidRPr="003B0CAB">
                              <w:rPr>
                                <w:lang w:val="en-US"/>
                              </w:rPr>
                              <w:t xml:space="preserve"> </w:t>
                            </w:r>
                            <w:r w:rsidR="00B556B7" w:rsidRPr="003B0CAB">
                              <w:rPr>
                                <w:rStyle w:val="KontaktPipe"/>
                                <w:position w:val="-2"/>
                                <w:sz w:val="18"/>
                                <w:szCs w:val="18"/>
                                <w:lang w:val="en-US"/>
                              </w:rPr>
                              <w:t>I</w:t>
                            </w:r>
                            <w:r w:rsidR="001F462D" w:rsidRPr="003B0CAB">
                              <w:rPr>
                                <w:lang w:val="en-US"/>
                              </w:rPr>
                              <w:t xml:space="preserve"> </w:t>
                            </w:r>
                            <w:r w:rsidR="007F0435" w:rsidRPr="003B0CAB">
                              <w:rPr>
                                <w:rStyle w:val="KontaktVorsatzwort"/>
                                <w:lang w:val="en-US"/>
                              </w:rPr>
                              <w:t>FAX</w:t>
                            </w:r>
                            <w:r w:rsidR="007F0435" w:rsidRPr="003B0CAB">
                              <w:rPr>
                                <w:lang w:val="en-US"/>
                              </w:rPr>
                              <w:t xml:space="preserve">  +49 7152 203-310</w:t>
                            </w:r>
                            <w:r w:rsidR="001F462D" w:rsidRPr="003B0CAB">
                              <w:rPr>
                                <w:lang w:val="en-US"/>
                              </w:rPr>
                              <w:t xml:space="preserve"> </w:t>
                            </w:r>
                            <w:r w:rsidR="00B556B7" w:rsidRPr="003B0CAB">
                              <w:rPr>
                                <w:rStyle w:val="KontaktPipe"/>
                                <w:position w:val="-2"/>
                                <w:sz w:val="18"/>
                                <w:szCs w:val="18"/>
                                <w:lang w:val="en-US"/>
                              </w:rPr>
                              <w:t>I</w:t>
                            </w:r>
                            <w:r w:rsidR="001F462D" w:rsidRPr="003B0CAB">
                              <w:rPr>
                                <w:lang w:val="en-US"/>
                              </w:rPr>
                              <w:t xml:space="preserve"> </w:t>
                            </w:r>
                            <w:r w:rsidR="007F0435" w:rsidRPr="003B0CAB">
                              <w:rPr>
                                <w:rStyle w:val="KontaktVorsatzwort"/>
                                <w:lang w:val="en-US"/>
                              </w:rPr>
                              <w:t>MAIL</w:t>
                            </w:r>
                            <w:r w:rsidR="007F0435" w:rsidRPr="003B0CAB">
                              <w:rPr>
                                <w:lang w:val="en-US"/>
                              </w:rPr>
                              <w:t xml:space="preserve"> </w:t>
                            </w:r>
                            <w:r w:rsidR="00454337" w:rsidRPr="003B0CAB">
                              <w:rPr>
                                <w:lang w:val="en-US"/>
                              </w:rPr>
                              <w:t xml:space="preserve"> </w:t>
                            </w:r>
                            <w:r w:rsidR="007F0435" w:rsidRPr="003B0CAB">
                              <w:rPr>
                                <w:lang w:val="en-US"/>
                              </w:rPr>
                              <w:t>presse@geze.com</w:t>
                            </w:r>
                            <w:r w:rsidR="001F462D" w:rsidRPr="003B0CAB">
                              <w:rPr>
                                <w:lang w:val="en-US"/>
                              </w:rPr>
                              <w:t xml:space="preserve"> </w:t>
                            </w:r>
                            <w:r w:rsidR="00B556B7" w:rsidRPr="003B0CAB">
                              <w:rPr>
                                <w:rStyle w:val="KontaktPipe"/>
                                <w:position w:val="-2"/>
                                <w:sz w:val="18"/>
                                <w:szCs w:val="18"/>
                                <w:lang w:val="en-US"/>
                              </w:rPr>
                              <w:t>I</w:t>
                            </w:r>
                            <w:r w:rsidR="001F462D" w:rsidRPr="003B0CAB">
                              <w:rPr>
                                <w:lang w:val="en-US"/>
                              </w:rPr>
                              <w:t xml:space="preserve"> </w:t>
                            </w:r>
                            <w:r w:rsidR="007F0435" w:rsidRPr="003B0CAB">
                              <w:rPr>
                                <w:rStyle w:val="KontaktVorsatzwort"/>
                                <w:lang w:val="en-US"/>
                              </w:rPr>
                              <w:t>WEB</w:t>
                            </w:r>
                            <w:r w:rsidR="007F0435" w:rsidRPr="003B0CAB">
                              <w:rPr>
                                <w:lang w:val="en-US"/>
                              </w:rPr>
                              <w:t xml:space="preserve">  www.geze.de</w:t>
                            </w:r>
                          </w:p>
                        </w:tc>
                      </w:tr>
                    </w:tbl>
                    <w:p w14:paraId="0F15CFCF" w14:textId="77777777" w:rsidR="00A03805" w:rsidRPr="003B0CAB" w:rsidRDefault="00A03805" w:rsidP="007F0435">
                      <w:pPr>
                        <w:rPr>
                          <w:color w:val="FFFFFF" w:themeColor="background1"/>
                          <w:sz w:val="13"/>
                          <w:szCs w:val="13"/>
                          <w:lang w:val="en-US"/>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E3958" w14:textId="77777777" w:rsidR="004509E8" w:rsidRDefault="004509E8" w:rsidP="008D6134">
      <w:pPr>
        <w:spacing w:line="240" w:lineRule="auto"/>
      </w:pPr>
      <w:r>
        <w:separator/>
      </w:r>
    </w:p>
  </w:endnote>
  <w:endnote w:type="continuationSeparator" w:id="0">
    <w:p w14:paraId="7544A4E3" w14:textId="77777777" w:rsidR="004509E8" w:rsidRDefault="004509E8"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16A96" w14:textId="77777777" w:rsidR="004509E8" w:rsidRDefault="004509E8" w:rsidP="008D6134">
      <w:pPr>
        <w:spacing w:line="240" w:lineRule="auto"/>
      </w:pPr>
      <w:r>
        <w:separator/>
      </w:r>
    </w:p>
  </w:footnote>
  <w:footnote w:type="continuationSeparator" w:id="0">
    <w:p w14:paraId="1F5B88AC" w14:textId="77777777" w:rsidR="004509E8" w:rsidRDefault="004509E8"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B87D4A" w14:paraId="1B6F1D71" w14:textId="77777777" w:rsidTr="00B556B7">
      <w:trPr>
        <w:trHeight w:hRule="exact" w:val="204"/>
      </w:trPr>
      <w:tc>
        <w:tcPr>
          <w:tcW w:w="7359" w:type="dxa"/>
          <w:tcMar>
            <w:bottom w:w="45" w:type="dxa"/>
          </w:tcMar>
        </w:tcPr>
        <w:p w14:paraId="2142D196"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73A8D922" w14:textId="77777777" w:rsidTr="00B556B7">
      <w:trPr>
        <w:trHeight w:hRule="exact" w:val="425"/>
      </w:trPr>
      <w:tc>
        <w:tcPr>
          <w:tcW w:w="7359" w:type="dxa"/>
          <w:tcMar>
            <w:top w:w="210" w:type="dxa"/>
            <w:bottom w:w="57" w:type="dxa"/>
          </w:tcMar>
        </w:tcPr>
        <w:p w14:paraId="10C94980"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1014AB" w:rsidRPr="008B572B">
            <w:t>Pressemitteilung</w:t>
          </w:r>
          <w:r>
            <w:fldChar w:fldCharType="end"/>
          </w:r>
        </w:p>
        <w:p w14:paraId="151577FD" w14:textId="77777777" w:rsidR="008A2F5C" w:rsidRPr="00C65692" w:rsidRDefault="008A2F5C" w:rsidP="00B556B7">
          <w:pPr>
            <w:pStyle w:val="DokumenttypFolgeseiten"/>
            <w:framePr w:hSpace="0" w:wrap="auto" w:vAnchor="margin" w:yAlign="inline"/>
          </w:pPr>
          <w:r>
            <w:t>Ü</w:t>
          </w:r>
        </w:p>
      </w:tc>
    </w:tr>
    <w:tr w:rsidR="00742404" w:rsidRPr="008A2F5C" w14:paraId="7CC4AC82" w14:textId="77777777" w:rsidTr="00B556B7">
      <w:trPr>
        <w:trHeight w:hRule="exact" w:val="215"/>
      </w:trPr>
      <w:tc>
        <w:tcPr>
          <w:tcW w:w="7359" w:type="dxa"/>
        </w:tcPr>
        <w:p w14:paraId="2F9EDE58" w14:textId="24314105"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3-04-24T00:00:00Z">
                <w:dateFormat w:val="dd.MM.yyyy"/>
                <w:lid w:val="de-DE"/>
                <w:storeMappedDataAs w:val="dateTime"/>
                <w:calendar w:val="gregorian"/>
              </w:date>
            </w:sdtPr>
            <w:sdtContent>
              <w:r w:rsidR="008314E1">
                <w:t>24.04.2023</w:t>
              </w:r>
            </w:sdtContent>
          </w:sdt>
        </w:p>
      </w:tc>
    </w:tr>
  </w:tbl>
  <w:p w14:paraId="201AEF90"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4465365D"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5BF14547" wp14:editId="51FB89D6">
          <wp:simplePos x="0" y="0"/>
          <wp:positionH relativeFrom="rightMargin">
            <wp:posOffset>-438150</wp:posOffset>
          </wp:positionH>
          <wp:positionV relativeFrom="page">
            <wp:posOffset>819150</wp:posOffset>
          </wp:positionV>
          <wp:extent cx="1619885" cy="161988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19885" cy="16198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BEF3E"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B87D4A" w14:paraId="5A1EEB46" w14:textId="77777777" w:rsidTr="005A529F">
      <w:trPr>
        <w:trHeight w:hRule="exact" w:val="198"/>
      </w:trPr>
      <w:tc>
        <w:tcPr>
          <w:tcW w:w="7371" w:type="dxa"/>
        </w:tcPr>
        <w:p w14:paraId="7345DC3C"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53894F04" w14:textId="77777777" w:rsidTr="005A529F">
      <w:trPr>
        <w:trHeight w:val="765"/>
      </w:trPr>
      <w:tc>
        <w:tcPr>
          <w:tcW w:w="7371" w:type="dxa"/>
          <w:tcMar>
            <w:top w:w="204" w:type="dxa"/>
          </w:tcMar>
        </w:tcPr>
        <w:p w14:paraId="6F34B179"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55A92132"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39E3B6CD" wp14:editId="6FE8AB10">
          <wp:simplePos x="0" y="0"/>
          <wp:positionH relativeFrom="page">
            <wp:posOffset>5105400</wp:posOffset>
          </wp:positionH>
          <wp:positionV relativeFrom="page">
            <wp:posOffset>838200</wp:posOffset>
          </wp:positionV>
          <wp:extent cx="1620000" cy="1620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4BF787C9" wp14:editId="72211756">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9B45E6"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7A893EF7" wp14:editId="7E418C5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30AD6E"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1A2E45"/>
    <w:multiLevelType w:val="hybridMultilevel"/>
    <w:tmpl w:val="706C4634"/>
    <w:lvl w:ilvl="0" w:tplc="B8C6F9C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894611241">
    <w:abstractNumId w:val="1"/>
  </w:num>
  <w:num w:numId="2" w16cid:durableId="1149059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4AB"/>
    <w:rsid w:val="00017843"/>
    <w:rsid w:val="00025DF7"/>
    <w:rsid w:val="0003598D"/>
    <w:rsid w:val="000400CC"/>
    <w:rsid w:val="00044624"/>
    <w:rsid w:val="0004653D"/>
    <w:rsid w:val="0005443A"/>
    <w:rsid w:val="00062822"/>
    <w:rsid w:val="0006733E"/>
    <w:rsid w:val="00076F23"/>
    <w:rsid w:val="0008169D"/>
    <w:rsid w:val="00094A49"/>
    <w:rsid w:val="00095819"/>
    <w:rsid w:val="00096C75"/>
    <w:rsid w:val="000B02C6"/>
    <w:rsid w:val="000B4C7F"/>
    <w:rsid w:val="000D5BA3"/>
    <w:rsid w:val="000E5E42"/>
    <w:rsid w:val="001012AB"/>
    <w:rsid w:val="001014AB"/>
    <w:rsid w:val="00101E77"/>
    <w:rsid w:val="00110BB8"/>
    <w:rsid w:val="00113091"/>
    <w:rsid w:val="001261D2"/>
    <w:rsid w:val="00131D40"/>
    <w:rsid w:val="001522F6"/>
    <w:rsid w:val="00154B7B"/>
    <w:rsid w:val="00160041"/>
    <w:rsid w:val="001673EE"/>
    <w:rsid w:val="00176224"/>
    <w:rsid w:val="001A2485"/>
    <w:rsid w:val="001C54E5"/>
    <w:rsid w:val="001D0448"/>
    <w:rsid w:val="001F28B8"/>
    <w:rsid w:val="001F325B"/>
    <w:rsid w:val="001F462D"/>
    <w:rsid w:val="001F6E6A"/>
    <w:rsid w:val="00243632"/>
    <w:rsid w:val="002627A3"/>
    <w:rsid w:val="00266D61"/>
    <w:rsid w:val="00275B7C"/>
    <w:rsid w:val="00285554"/>
    <w:rsid w:val="0029378C"/>
    <w:rsid w:val="00295C6C"/>
    <w:rsid w:val="002A2B85"/>
    <w:rsid w:val="002A5C41"/>
    <w:rsid w:val="002D10A6"/>
    <w:rsid w:val="002D4EAE"/>
    <w:rsid w:val="002E0B73"/>
    <w:rsid w:val="003023FF"/>
    <w:rsid w:val="003211D7"/>
    <w:rsid w:val="003337C5"/>
    <w:rsid w:val="00344DEE"/>
    <w:rsid w:val="003538EE"/>
    <w:rsid w:val="003616AE"/>
    <w:rsid w:val="003626BC"/>
    <w:rsid w:val="00362821"/>
    <w:rsid w:val="00365C60"/>
    <w:rsid w:val="003660CB"/>
    <w:rsid w:val="00372112"/>
    <w:rsid w:val="00381993"/>
    <w:rsid w:val="003A1C1B"/>
    <w:rsid w:val="003A4839"/>
    <w:rsid w:val="003B0CAB"/>
    <w:rsid w:val="003B3CC1"/>
    <w:rsid w:val="003C69DE"/>
    <w:rsid w:val="003D37C3"/>
    <w:rsid w:val="003F7DD3"/>
    <w:rsid w:val="0041433C"/>
    <w:rsid w:val="004207D5"/>
    <w:rsid w:val="00420C17"/>
    <w:rsid w:val="004509E8"/>
    <w:rsid w:val="00454337"/>
    <w:rsid w:val="004675E9"/>
    <w:rsid w:val="004733A9"/>
    <w:rsid w:val="00476F01"/>
    <w:rsid w:val="004A2D65"/>
    <w:rsid w:val="004B50D8"/>
    <w:rsid w:val="004B589E"/>
    <w:rsid w:val="004E1AAA"/>
    <w:rsid w:val="00501A06"/>
    <w:rsid w:val="00512C05"/>
    <w:rsid w:val="00516727"/>
    <w:rsid w:val="005176C5"/>
    <w:rsid w:val="00525290"/>
    <w:rsid w:val="00526D77"/>
    <w:rsid w:val="0053157C"/>
    <w:rsid w:val="00533906"/>
    <w:rsid w:val="00541216"/>
    <w:rsid w:val="005468E1"/>
    <w:rsid w:val="00546F76"/>
    <w:rsid w:val="00575AEF"/>
    <w:rsid w:val="00590F61"/>
    <w:rsid w:val="005A4E09"/>
    <w:rsid w:val="005A529F"/>
    <w:rsid w:val="0060196E"/>
    <w:rsid w:val="00620D2D"/>
    <w:rsid w:val="00625444"/>
    <w:rsid w:val="006275C0"/>
    <w:rsid w:val="006353D9"/>
    <w:rsid w:val="00650096"/>
    <w:rsid w:val="0065386A"/>
    <w:rsid w:val="00656D1A"/>
    <w:rsid w:val="00661485"/>
    <w:rsid w:val="006A5742"/>
    <w:rsid w:val="006B111C"/>
    <w:rsid w:val="006D16B4"/>
    <w:rsid w:val="006F1ABE"/>
    <w:rsid w:val="007032C0"/>
    <w:rsid w:val="00707C9A"/>
    <w:rsid w:val="0071318C"/>
    <w:rsid w:val="00713EC6"/>
    <w:rsid w:val="00742404"/>
    <w:rsid w:val="0074360A"/>
    <w:rsid w:val="00750CB1"/>
    <w:rsid w:val="00752C8E"/>
    <w:rsid w:val="00761794"/>
    <w:rsid w:val="00765392"/>
    <w:rsid w:val="007702F9"/>
    <w:rsid w:val="00772A8A"/>
    <w:rsid w:val="00773014"/>
    <w:rsid w:val="00775EFE"/>
    <w:rsid w:val="00782B4B"/>
    <w:rsid w:val="007B077A"/>
    <w:rsid w:val="007C2C48"/>
    <w:rsid w:val="007D0386"/>
    <w:rsid w:val="007D2CAE"/>
    <w:rsid w:val="007D4F8A"/>
    <w:rsid w:val="007E170C"/>
    <w:rsid w:val="007E6F66"/>
    <w:rsid w:val="007F0435"/>
    <w:rsid w:val="008314E1"/>
    <w:rsid w:val="00846FEA"/>
    <w:rsid w:val="008510DC"/>
    <w:rsid w:val="00851BF1"/>
    <w:rsid w:val="00863B08"/>
    <w:rsid w:val="008A2F5C"/>
    <w:rsid w:val="008B572B"/>
    <w:rsid w:val="008B5ABA"/>
    <w:rsid w:val="008B65A8"/>
    <w:rsid w:val="008C32F8"/>
    <w:rsid w:val="008D03EB"/>
    <w:rsid w:val="008D6134"/>
    <w:rsid w:val="008E41D7"/>
    <w:rsid w:val="008E707F"/>
    <w:rsid w:val="008F0D1C"/>
    <w:rsid w:val="008F511E"/>
    <w:rsid w:val="009149AE"/>
    <w:rsid w:val="00925FCD"/>
    <w:rsid w:val="0094600A"/>
    <w:rsid w:val="00977908"/>
    <w:rsid w:val="00980D79"/>
    <w:rsid w:val="00984FCC"/>
    <w:rsid w:val="0099368D"/>
    <w:rsid w:val="00995215"/>
    <w:rsid w:val="009B16EE"/>
    <w:rsid w:val="009B3ABC"/>
    <w:rsid w:val="009B5713"/>
    <w:rsid w:val="009C31B1"/>
    <w:rsid w:val="009C694F"/>
    <w:rsid w:val="00A03805"/>
    <w:rsid w:val="00A07F31"/>
    <w:rsid w:val="00A13AF3"/>
    <w:rsid w:val="00A2525B"/>
    <w:rsid w:val="00A330C9"/>
    <w:rsid w:val="00A36B9C"/>
    <w:rsid w:val="00A37A65"/>
    <w:rsid w:val="00A542BE"/>
    <w:rsid w:val="00A546A3"/>
    <w:rsid w:val="00A7052D"/>
    <w:rsid w:val="00A9034D"/>
    <w:rsid w:val="00A91680"/>
    <w:rsid w:val="00AA25C7"/>
    <w:rsid w:val="00AB141E"/>
    <w:rsid w:val="00AB4D03"/>
    <w:rsid w:val="00AD6CE7"/>
    <w:rsid w:val="00B06CCE"/>
    <w:rsid w:val="00B22183"/>
    <w:rsid w:val="00B223C4"/>
    <w:rsid w:val="00B244C5"/>
    <w:rsid w:val="00B542C6"/>
    <w:rsid w:val="00B556B7"/>
    <w:rsid w:val="00B66E65"/>
    <w:rsid w:val="00B87D4A"/>
    <w:rsid w:val="00BB1E6E"/>
    <w:rsid w:val="00BB1F14"/>
    <w:rsid w:val="00BB6D42"/>
    <w:rsid w:val="00BC46A1"/>
    <w:rsid w:val="00BE5982"/>
    <w:rsid w:val="00BE6742"/>
    <w:rsid w:val="00BF2B94"/>
    <w:rsid w:val="00C11F17"/>
    <w:rsid w:val="00C16F40"/>
    <w:rsid w:val="00C3654A"/>
    <w:rsid w:val="00C405F5"/>
    <w:rsid w:val="00C439A6"/>
    <w:rsid w:val="00C46963"/>
    <w:rsid w:val="00C559FC"/>
    <w:rsid w:val="00C65692"/>
    <w:rsid w:val="00C9708E"/>
    <w:rsid w:val="00CD335F"/>
    <w:rsid w:val="00CE0718"/>
    <w:rsid w:val="00CF78B4"/>
    <w:rsid w:val="00D21E65"/>
    <w:rsid w:val="00D261F7"/>
    <w:rsid w:val="00D263AB"/>
    <w:rsid w:val="00D5446F"/>
    <w:rsid w:val="00D802CF"/>
    <w:rsid w:val="00D827D0"/>
    <w:rsid w:val="00DA6046"/>
    <w:rsid w:val="00DA7BD2"/>
    <w:rsid w:val="00DB4BE6"/>
    <w:rsid w:val="00DC0281"/>
    <w:rsid w:val="00DC7D49"/>
    <w:rsid w:val="00DD4BA2"/>
    <w:rsid w:val="00DE1ED3"/>
    <w:rsid w:val="00DE4159"/>
    <w:rsid w:val="00DF462D"/>
    <w:rsid w:val="00DF67D1"/>
    <w:rsid w:val="00E10257"/>
    <w:rsid w:val="00E2393F"/>
    <w:rsid w:val="00E308E8"/>
    <w:rsid w:val="00E41C3C"/>
    <w:rsid w:val="00E4765D"/>
    <w:rsid w:val="00E57783"/>
    <w:rsid w:val="00E92B3A"/>
    <w:rsid w:val="00EA4474"/>
    <w:rsid w:val="00EC628A"/>
    <w:rsid w:val="00F0398A"/>
    <w:rsid w:val="00F0654D"/>
    <w:rsid w:val="00F0771D"/>
    <w:rsid w:val="00F15040"/>
    <w:rsid w:val="00F32AC0"/>
    <w:rsid w:val="00F33752"/>
    <w:rsid w:val="00F36E20"/>
    <w:rsid w:val="00F44A35"/>
    <w:rsid w:val="00F46B41"/>
    <w:rsid w:val="00F47BB6"/>
    <w:rsid w:val="00F63C0B"/>
    <w:rsid w:val="00F70444"/>
    <w:rsid w:val="00F75FDA"/>
    <w:rsid w:val="00F851BB"/>
    <w:rsid w:val="00F96F22"/>
    <w:rsid w:val="00FA1B7F"/>
    <w:rsid w:val="00FC38DA"/>
    <w:rsid w:val="00FC396C"/>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E8D56"/>
  <w15:docId w15:val="{CAC14030-D58E-4D06-97E6-E2FECC820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Listenabsatz">
    <w:name w:val="List Paragraph"/>
    <w:basedOn w:val="Standard"/>
    <w:uiPriority w:val="34"/>
    <w:qFormat/>
    <w:rsid w:val="00F70444"/>
    <w:pPr>
      <w:ind w:left="720"/>
      <w:contextualSpacing/>
    </w:pPr>
  </w:style>
  <w:style w:type="character" w:styleId="BesuchterLink">
    <w:name w:val="FollowedHyperlink"/>
    <w:basedOn w:val="Absatz-Standardschriftart"/>
    <w:uiPriority w:val="99"/>
    <w:semiHidden/>
    <w:unhideWhenUsed/>
    <w:rsid w:val="000E5E42"/>
    <w:rPr>
      <w:color w:val="954F72" w:themeColor="followedHyperlink"/>
      <w:u w:val="single"/>
    </w:rPr>
  </w:style>
  <w:style w:type="paragraph" w:styleId="berarbeitung">
    <w:name w:val="Revision"/>
    <w:hidden/>
    <w:uiPriority w:val="99"/>
    <w:semiHidden/>
    <w:rsid w:val="001522F6"/>
    <w:pPr>
      <w:spacing w:line="240" w:lineRule="auto"/>
    </w:pPr>
    <w:rPr>
      <w:kern w:val="4"/>
    </w:rPr>
  </w:style>
  <w:style w:type="character" w:styleId="Kommentarzeichen">
    <w:name w:val="annotation reference"/>
    <w:basedOn w:val="Absatz-Standardschriftart"/>
    <w:uiPriority w:val="99"/>
    <w:semiHidden/>
    <w:unhideWhenUsed/>
    <w:rsid w:val="00526D77"/>
    <w:rPr>
      <w:sz w:val="16"/>
      <w:szCs w:val="16"/>
    </w:rPr>
  </w:style>
  <w:style w:type="paragraph" w:styleId="Kommentartext">
    <w:name w:val="annotation text"/>
    <w:basedOn w:val="Standard"/>
    <w:link w:val="KommentartextZchn"/>
    <w:uiPriority w:val="99"/>
    <w:semiHidden/>
    <w:unhideWhenUsed/>
    <w:rsid w:val="00526D7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26D77"/>
    <w:rPr>
      <w:kern w:val="4"/>
      <w:sz w:val="20"/>
      <w:szCs w:val="20"/>
    </w:rPr>
  </w:style>
  <w:style w:type="paragraph" w:styleId="Kommentarthema">
    <w:name w:val="annotation subject"/>
    <w:basedOn w:val="Kommentartext"/>
    <w:next w:val="Kommentartext"/>
    <w:link w:val="KommentarthemaZchn"/>
    <w:uiPriority w:val="99"/>
    <w:semiHidden/>
    <w:unhideWhenUsed/>
    <w:rsid w:val="00526D77"/>
    <w:rPr>
      <w:b/>
      <w:bCs/>
    </w:rPr>
  </w:style>
  <w:style w:type="character" w:customStyle="1" w:styleId="KommentarthemaZchn">
    <w:name w:val="Kommentarthema Zchn"/>
    <w:basedOn w:val="KommentartextZchn"/>
    <w:link w:val="Kommentarthema"/>
    <w:uiPriority w:val="99"/>
    <w:semiHidden/>
    <w:rsid w:val="00526D77"/>
    <w:rPr>
      <w:b/>
      <w:bCs/>
      <w:kern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35430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entdecken/themen/raumabtrennun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m\OneDrive\Dokumente\_FREELANCER_\01_Workflow\002_Auftraege\the%20public\2023\GEZE\Vorlagen\Pressemitteilung_Vorlage_160%20J_2023_D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9FEB88FEC004EA08A97EF896761E5FF"/>
        <w:category>
          <w:name w:val="Allgemein"/>
          <w:gallery w:val="placeholder"/>
        </w:category>
        <w:types>
          <w:type w:val="bbPlcHdr"/>
        </w:types>
        <w:behaviors>
          <w:behavior w:val="content"/>
        </w:behaviors>
        <w:guid w:val="{A2954D7D-E4FA-4F19-AD85-E55E4C884D47}"/>
      </w:docPartPr>
      <w:docPartBody>
        <w:p w:rsidR="00423D81" w:rsidRDefault="00423D81">
          <w:pPr>
            <w:pStyle w:val="E9FEB88FEC004EA08A97EF896761E5FF"/>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D81"/>
    <w:rsid w:val="001838E4"/>
    <w:rsid w:val="002A712F"/>
    <w:rsid w:val="00423D81"/>
    <w:rsid w:val="0095744F"/>
    <w:rsid w:val="00990538"/>
    <w:rsid w:val="00C643BD"/>
    <w:rsid w:val="00DA6D28"/>
    <w:rsid w:val="00DD0E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E9FEB88FEC004EA08A97EF896761E5FF">
    <w:name w:val="E9FEB88FEC004EA08A97EF896761E5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2023-04-24T00:00:00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1E4A4BD-EA37-4DD1-A4B4-73BB059E6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C:\Users\kathm\OneDrive\Dokumente\_FREELANCER_\01_Workflow\002_Auftraege\the public\2023\GEZE\Vorlagen\Pressemitteilung_Vorlage_160 J_2023_DE.dotx</Template>
  <TotalTime>0</TotalTime>
  <Pages>2</Pages>
  <Words>381</Words>
  <Characters>2405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Meise</dc:creator>
  <dc:description>Pressemitteilung · Office 2016;_x000d_
Version 1.0.0;_x000d_
26.11.2018</dc:description>
  <cp:lastModifiedBy>Jonathan Wurster</cp:lastModifiedBy>
  <cp:revision>6</cp:revision>
  <cp:lastPrinted>2018-11-26T15:21:00Z</cp:lastPrinted>
  <dcterms:created xsi:type="dcterms:W3CDTF">2023-03-31T09:37:00Z</dcterms:created>
  <dcterms:modified xsi:type="dcterms:W3CDTF">2023-04-11T11:55:00Z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