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A0B8E3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54603C6" w14:textId="07EB8677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2E9F1E2E23F9B49B5CBE79A8A309E8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2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1343D">
                  <w:rPr>
                    <w:rStyle w:val="Dokumentdatum"/>
                  </w:rPr>
                  <w:t>1. Dezember 2022</w:t>
                </w:r>
              </w:sdtContent>
            </w:sdt>
          </w:p>
        </w:tc>
      </w:tr>
      <w:tr w:rsidR="00FD0FC0" w:rsidRPr="00D5446F" w14:paraId="0A4ED5C4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B223A7F" w14:textId="77777777" w:rsidR="0001343D" w:rsidRPr="00375F95" w:rsidRDefault="0001343D" w:rsidP="0001343D">
            <w:pPr>
              <w:pStyle w:val="Betreff"/>
              <w:rPr>
                <w:rFonts w:eastAsia="Arial" w:cs="Arial"/>
              </w:rPr>
            </w:pPr>
            <w:r w:rsidRPr="00375F95">
              <w:rPr>
                <w:rFonts w:eastAsia="Arial" w:cs="Arial"/>
              </w:rPr>
              <w:t>GEZE spendet 100.000 Euro an UNICEF-Projekt in der Elfenbeinküste</w:t>
            </w:r>
          </w:p>
          <w:p w14:paraId="785C5C53" w14:textId="613576FA" w:rsidR="00025DF7" w:rsidRPr="00D5446F" w:rsidRDefault="00025DF7" w:rsidP="00104446">
            <w:pPr>
              <w:pStyle w:val="Betreff"/>
            </w:pPr>
          </w:p>
        </w:tc>
      </w:tr>
    </w:tbl>
    <w:p w14:paraId="0D6B6C30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D2238D0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54EA796C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424119CC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568780B9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3793"/>
        <w:gridCol w:w="2464"/>
        <w:gridCol w:w="3207"/>
      </w:tblGrid>
      <w:tr w:rsidR="00104446" w:rsidRPr="008E4BE2" w14:paraId="15D3D40E" w14:textId="77777777" w:rsidTr="0001343D">
        <w:trPr>
          <w:trHeight w:val="426"/>
          <w:tblHeader/>
        </w:trPr>
        <w:tc>
          <w:tcPr>
            <w:tcW w:w="379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7621C57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246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E5F4F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320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5F4A7B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900FE1" w14:paraId="2D17EB19" w14:textId="77777777" w:rsidTr="0001343D">
        <w:trPr>
          <w:trHeight w:val="2601"/>
        </w:trPr>
        <w:tc>
          <w:tcPr>
            <w:tcW w:w="3793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A7AE11E" w14:textId="0688A584" w:rsidR="00900FE1" w:rsidRDefault="00900FE1" w:rsidP="00900FE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3426456" wp14:editId="65101799">
                  <wp:extent cx="2161173" cy="144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17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1B3967" w14:textId="3566390D" w:rsidR="00900FE1" w:rsidRPr="00900FE1" w:rsidRDefault="00900FE1" w:rsidP="00900FE1">
            <w:pPr>
              <w:rPr>
                <w:color w:val="002364"/>
                <w:sz w:val="20"/>
                <w:szCs w:val="20"/>
                <w:lang w:val="fr-FR"/>
              </w:rPr>
            </w:pPr>
            <w:r w:rsidRPr="00900FE1">
              <w:rPr>
                <w:color w:val="002060"/>
                <w:sz w:val="20"/>
                <w:szCs w:val="20"/>
              </w:rPr>
              <w:t xml:space="preserve">GEZE unterstützt </w:t>
            </w:r>
            <w:r>
              <w:rPr>
                <w:color w:val="002060"/>
                <w:sz w:val="20"/>
                <w:szCs w:val="20"/>
              </w:rPr>
              <w:t>mit seiner diesjährigen Weihnachtsspende</w:t>
            </w:r>
            <w:r w:rsidRPr="00900FE1">
              <w:rPr>
                <w:color w:val="002060"/>
                <w:sz w:val="20"/>
                <w:szCs w:val="20"/>
              </w:rPr>
              <w:t xml:space="preserve"> ein Bildungs- und Nachhaltigkeitsprojekt der UNICEF in der Republik der Elfenbeinküste.</w:t>
            </w:r>
          </w:p>
        </w:tc>
        <w:tc>
          <w:tcPr>
            <w:tcW w:w="320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A7607D9" w14:textId="0C143AA8" w:rsidR="00900FE1" w:rsidRPr="00104446" w:rsidRDefault="00900FE1" w:rsidP="00900FE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1343D">
              <w:rPr>
                <w:color w:val="002364"/>
                <w:sz w:val="20"/>
                <w:szCs w:val="20"/>
              </w:rPr>
              <w:t>UNICEF/UN0616769/</w:t>
            </w:r>
            <w:proofErr w:type="spellStart"/>
            <w:r w:rsidRPr="0001343D">
              <w:rPr>
                <w:color w:val="002364"/>
                <w:sz w:val="20"/>
                <w:szCs w:val="20"/>
              </w:rPr>
              <w:t>Dejongh</w:t>
            </w:r>
            <w:proofErr w:type="spellEnd"/>
          </w:p>
        </w:tc>
      </w:tr>
      <w:tr w:rsidR="00900FE1" w14:paraId="394E4422" w14:textId="77777777" w:rsidTr="0001343D">
        <w:trPr>
          <w:trHeight w:val="2843"/>
        </w:trPr>
        <w:tc>
          <w:tcPr>
            <w:tcW w:w="3793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A2DAB4" w14:textId="59B9DB23" w:rsidR="00900FE1" w:rsidRDefault="00900FE1" w:rsidP="00900FE1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A18A3CF" wp14:editId="2E510ABA">
                  <wp:extent cx="2160733" cy="1440000"/>
                  <wp:effectExtent l="0" t="0" r="0" b="0"/>
                  <wp:docPr id="3" name="Grafik 3" descr="Ein Bild, das Himmel, Person, drauß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Himmel, Person, drauße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B1C73D" w14:textId="77777777" w:rsidR="00900FE1" w:rsidRDefault="00900FE1" w:rsidP="00900FE1">
            <w:pPr>
              <w:rPr>
                <w:color w:val="002364"/>
                <w:sz w:val="20"/>
                <w:szCs w:val="20"/>
                <w:lang w:val="fr-FR"/>
              </w:rPr>
            </w:pP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Seit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2018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baut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UNICEF in der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Elfenbeinküste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nachhaltige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preiswerte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Schulgebäude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mit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Ziegeln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aus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recycelten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Plastikmüll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>.</w:t>
            </w:r>
          </w:p>
          <w:p w14:paraId="47ACDCD8" w14:textId="761542D4" w:rsidR="00900FE1" w:rsidRPr="00900FE1" w:rsidRDefault="00900FE1" w:rsidP="00900FE1">
            <w:pPr>
              <w:rPr>
                <w:color w:val="002060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DA11FD0" w14:textId="5DCC09E2" w:rsidR="00900FE1" w:rsidRPr="00104446" w:rsidRDefault="00900FE1" w:rsidP="00900FE1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1343D">
              <w:rPr>
                <w:color w:val="002364"/>
                <w:sz w:val="20"/>
                <w:szCs w:val="20"/>
              </w:rPr>
              <w:t>UNICEF/UNI360067/</w:t>
            </w:r>
            <w:proofErr w:type="spellStart"/>
            <w:r w:rsidRPr="0001343D">
              <w:rPr>
                <w:color w:val="002364"/>
                <w:sz w:val="20"/>
                <w:szCs w:val="20"/>
              </w:rPr>
              <w:t>Diarassouba</w:t>
            </w:r>
            <w:proofErr w:type="spellEnd"/>
          </w:p>
        </w:tc>
      </w:tr>
      <w:tr w:rsidR="00900FE1" w14:paraId="5C81B767" w14:textId="77777777" w:rsidTr="0001343D">
        <w:trPr>
          <w:trHeight w:val="2973"/>
        </w:trPr>
        <w:tc>
          <w:tcPr>
            <w:tcW w:w="3793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B712F9" w14:textId="7765C0A8" w:rsidR="00900FE1" w:rsidRDefault="00900FE1" w:rsidP="00900FE1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59CEFDC" wp14:editId="40AA8418">
                  <wp:extent cx="2161613" cy="1440000"/>
                  <wp:effectExtent l="0" t="0" r="0" b="0"/>
                  <wp:docPr id="7" name="Grafik 7" descr="Ein Bild, das Text, Person, Ki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Person, Kind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6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F5FAE3A" w14:textId="689A56E5" w:rsidR="00900FE1" w:rsidRPr="00900FE1" w:rsidRDefault="00900FE1" w:rsidP="00900FE1">
            <w:pPr>
              <w:rPr>
                <w:color w:val="002060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 xml:space="preserve">Die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Klassenzimmer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wenigen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Schulen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in der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Elfenbeinküste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sind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mit bis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zu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100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Kindern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pro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Klasse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oft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vollkommen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E3BBF">
              <w:rPr>
                <w:color w:val="002364"/>
                <w:sz w:val="20"/>
                <w:szCs w:val="20"/>
                <w:lang w:val="fr-FR"/>
              </w:rPr>
              <w:t>überfüllt</w:t>
            </w:r>
            <w:proofErr w:type="spellEnd"/>
            <w:r w:rsidRPr="00FE3BBF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3207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4ABC3C1" w14:textId="040488A7" w:rsidR="00900FE1" w:rsidRPr="0001343D" w:rsidRDefault="00900FE1" w:rsidP="00900FE1">
            <w:pPr>
              <w:jc w:val="center"/>
              <w:rPr>
                <w:color w:val="002364"/>
                <w:sz w:val="20"/>
                <w:szCs w:val="20"/>
              </w:rPr>
            </w:pPr>
            <w:r w:rsidRPr="0001343D">
              <w:rPr>
                <w:color w:val="002364"/>
                <w:sz w:val="20"/>
                <w:szCs w:val="20"/>
              </w:rPr>
              <w:t>UNICEF/UN0613283/</w:t>
            </w:r>
            <w:proofErr w:type="spellStart"/>
            <w:r w:rsidRPr="0001343D">
              <w:rPr>
                <w:color w:val="002364"/>
                <w:sz w:val="20"/>
                <w:szCs w:val="20"/>
              </w:rPr>
              <w:t>Dejongh</w:t>
            </w:r>
            <w:proofErr w:type="spellEnd"/>
          </w:p>
        </w:tc>
      </w:tr>
    </w:tbl>
    <w:p w14:paraId="01114FE0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F8690" w14:textId="77777777" w:rsidR="00FD614C" w:rsidRDefault="00FD614C" w:rsidP="008D6134">
      <w:pPr>
        <w:spacing w:line="240" w:lineRule="auto"/>
      </w:pPr>
      <w:r>
        <w:separator/>
      </w:r>
    </w:p>
  </w:endnote>
  <w:endnote w:type="continuationSeparator" w:id="0">
    <w:p w14:paraId="3E6B45CE" w14:textId="77777777" w:rsidR="00FD614C" w:rsidRDefault="00FD614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1ECC" w14:textId="77777777" w:rsidR="00FD614C" w:rsidRDefault="00FD614C" w:rsidP="008D6134">
      <w:pPr>
        <w:spacing w:line="240" w:lineRule="auto"/>
      </w:pPr>
      <w:r>
        <w:separator/>
      </w:r>
    </w:p>
  </w:footnote>
  <w:footnote w:type="continuationSeparator" w:id="0">
    <w:p w14:paraId="626D700B" w14:textId="77777777" w:rsidR="00FD614C" w:rsidRDefault="00FD614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00FE1" w14:paraId="25E347C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172A2F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6EB33E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B4694C3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01343D" w:rsidRPr="008B572B">
            <w:t>Presse</w:t>
          </w:r>
          <w:r>
            <w:fldChar w:fldCharType="end"/>
          </w:r>
          <w:r w:rsidR="00695278">
            <w:t>fotos</w:t>
          </w:r>
        </w:p>
        <w:p w14:paraId="7DC5C388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986A0FF" w14:textId="77777777" w:rsidTr="00B556B7">
      <w:trPr>
        <w:trHeight w:hRule="exact" w:val="215"/>
      </w:trPr>
      <w:tc>
        <w:tcPr>
          <w:tcW w:w="7359" w:type="dxa"/>
        </w:tcPr>
        <w:p w14:paraId="2833E28A" w14:textId="109A375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2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01343D">
                <w:t>01.12.2022</w:t>
              </w:r>
            </w:sdtContent>
          </w:sdt>
        </w:p>
      </w:tc>
    </w:tr>
  </w:tbl>
  <w:p w14:paraId="6CDB40C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2522DCD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23C0226" wp14:editId="432B417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CA30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00FE1" w14:paraId="2FE2678E" w14:textId="77777777" w:rsidTr="005A529F">
      <w:trPr>
        <w:trHeight w:hRule="exact" w:val="198"/>
      </w:trPr>
      <w:tc>
        <w:tcPr>
          <w:tcW w:w="7371" w:type="dxa"/>
        </w:tcPr>
        <w:p w14:paraId="10FF5EB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E3A0EA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BAB85D5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3450E114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6D7AA3DA" wp14:editId="14ECE28D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EBBF48B" wp14:editId="6BA1509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0652D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69E61E4" wp14:editId="251E2CFD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F3FDD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616449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3D"/>
    <w:rsid w:val="0001343D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2404"/>
    <w:rsid w:val="0074360A"/>
    <w:rsid w:val="00750CB1"/>
    <w:rsid w:val="00752C8E"/>
    <w:rsid w:val="007573D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4C91"/>
    <w:rsid w:val="008E707F"/>
    <w:rsid w:val="008F0D1C"/>
    <w:rsid w:val="008F511E"/>
    <w:rsid w:val="00900FE1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  <w:rsid w:val="00FD614C"/>
    <w:rsid w:val="00FE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C3150"/>
  <w15:docId w15:val="{BD31F9F3-9E90-4E4C-B82C-30CB54222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2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2E9F1E2E23F9B49B5CBE79A8A309E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67BE41-DAE9-6149-9DFA-BF31747AE294}"/>
      </w:docPartPr>
      <w:docPartBody>
        <w:p w:rsidR="00103DED" w:rsidRDefault="00000000">
          <w:pPr>
            <w:pStyle w:val="E2E9F1E2E23F9B49B5CBE79A8A309E8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42"/>
    <w:rsid w:val="00103DED"/>
    <w:rsid w:val="001B0242"/>
    <w:rsid w:val="0061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2E9F1E2E23F9B49B5CBE79A8A309E8D">
    <w:name w:val="E2E9F1E2E23F9B49B5CBE79A8A309E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Pressefotos_Vorlage_2022 (1).dotx</Template>
  <TotalTime>0</TotalTime>
  <Pages>2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2022-11-29T13:23:00Z</dcterms:created>
  <dcterms:modified xsi:type="dcterms:W3CDTF">2022-11-30T11:09:00Z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