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59D9AA19" w14:textId="77777777" w:rsidTr="00546F76">
        <w:trPr>
          <w:trHeight w:val="284"/>
        </w:trPr>
        <w:tc>
          <w:tcPr>
            <w:tcW w:w="7359" w:type="dxa"/>
            <w:tcMar>
              <w:top w:w="11" w:type="dxa"/>
              <w:bottom w:w="0" w:type="dxa"/>
            </w:tcMar>
          </w:tcPr>
          <w:p w14:paraId="243329DC" w14:textId="6133121E"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65B94D8DBFA23F4CB79FE070B108026B"/>
                </w:placeholder>
                <w:dataBinding w:prefixMappings="xmlns:ns0='http://schemas.microsoft.com/office/2006/coverPageProps' " w:xpath="/ns0:CoverPageProperties[1]/ns0:PublishDate[1]" w:storeItemID="{55AF091B-3C7A-41E3-B477-F2FDAA23CFDA}"/>
                <w:date w:fullDate="2022-04-12T00:00:00Z">
                  <w:dateFormat w:val="d. MMMM yyyy"/>
                  <w:lid w:val="de-DE"/>
                  <w:storeMappedDataAs w:val="dateTime"/>
                  <w:calendar w:val="gregorian"/>
                </w:date>
              </w:sdtPr>
              <w:sdtEndPr>
                <w:rPr>
                  <w:rStyle w:val="Dokumentdatum"/>
                </w:rPr>
              </w:sdtEndPr>
              <w:sdtContent>
                <w:r w:rsidR="00585146">
                  <w:rPr>
                    <w:rStyle w:val="Dokumentdatum"/>
                  </w:rPr>
                  <w:t>12. April 2022</w:t>
                </w:r>
              </w:sdtContent>
            </w:sdt>
          </w:p>
        </w:tc>
      </w:tr>
      <w:tr w:rsidR="00C65692" w:rsidRPr="00D5446F" w14:paraId="7BB41B74" w14:textId="77777777" w:rsidTr="00752C8E">
        <w:trPr>
          <w:trHeight w:hRule="exact" w:val="1616"/>
        </w:trPr>
        <w:tc>
          <w:tcPr>
            <w:tcW w:w="7359" w:type="dxa"/>
            <w:tcMar>
              <w:top w:w="289" w:type="dxa"/>
              <w:bottom w:w="1083" w:type="dxa"/>
            </w:tcMar>
          </w:tcPr>
          <w:p w14:paraId="0E5F5E5F" w14:textId="18B1B546" w:rsidR="00025DF7" w:rsidRPr="00D5446F" w:rsidRDefault="00585146" w:rsidP="00752C8E">
            <w:pPr>
              <w:pStyle w:val="Betreff"/>
            </w:pPr>
            <w:r>
              <w:rPr>
                <w:rFonts w:eastAsia="Arial" w:cs="Arial"/>
              </w:rPr>
              <w:t xml:space="preserve">4.000 Euro für den Kampf gegen Mukoviszidose: Team GEZE beim 24. </w:t>
            </w:r>
            <w:proofErr w:type="spellStart"/>
            <w:r>
              <w:rPr>
                <w:rFonts w:eastAsia="Arial" w:cs="Arial"/>
              </w:rPr>
              <w:t>Ditzinger</w:t>
            </w:r>
            <w:proofErr w:type="spellEnd"/>
            <w:r>
              <w:rPr>
                <w:rFonts w:eastAsia="Arial" w:cs="Arial"/>
              </w:rPr>
              <w:t xml:space="preserve"> Lebenslauf gestartet</w:t>
            </w:r>
          </w:p>
        </w:tc>
      </w:tr>
    </w:tbl>
    <w:p w14:paraId="0704259C" w14:textId="77777777" w:rsidR="00585146" w:rsidRPr="00585146" w:rsidRDefault="00585146" w:rsidP="00585146">
      <w:pPr>
        <w:rPr>
          <w:b/>
          <w:bCs/>
        </w:rPr>
      </w:pPr>
      <w:r w:rsidRPr="00585146">
        <w:rPr>
          <w:b/>
          <w:bCs/>
        </w:rPr>
        <w:t xml:space="preserve">Rund 8.000 Menschen in Deutschland kämpfen gegen die unheilbare Krankheit Mukoviszidose – und damit um ihr Überleben. Um ihre Chancen zu verbessern oder zumindest eine Verbesserung ihrer Lebenssituation zu erreichen, und um auf die Situation der Betroffenen aufmerksam zu machen, findet jedes Jahr im Frühling der </w:t>
      </w:r>
      <w:proofErr w:type="spellStart"/>
      <w:r w:rsidRPr="00585146">
        <w:rPr>
          <w:b/>
          <w:bCs/>
        </w:rPr>
        <w:t>Ditzinger</w:t>
      </w:r>
      <w:proofErr w:type="spellEnd"/>
      <w:r w:rsidRPr="00585146">
        <w:rPr>
          <w:b/>
          <w:bCs/>
        </w:rPr>
        <w:t xml:space="preserve"> Lebenslauf statt. Die Teilnahme ist für GEZE-Mitarbeiter und Mitarbeiterinnen Ehrensache und seit vielen Jahren Tradition. Dieses Jahr erliefen sie gemeinsam 4.000 Euro.</w:t>
      </w:r>
    </w:p>
    <w:p w14:paraId="45238539" w14:textId="77777777" w:rsidR="00585146" w:rsidRDefault="00585146" w:rsidP="00585146"/>
    <w:p w14:paraId="7EBAB458" w14:textId="178FC982" w:rsidR="00585146" w:rsidRDefault="00585146" w:rsidP="00585146">
      <w:r>
        <w:t xml:space="preserve">Vom 1. bis 10. April haben Kolleginnen und Kollegen von GEZE sich zusammengetan und trotz schlechtem Wetter gemeinsam 3.244,7 Kilometer gesammelt. Das entspricht in etwa der Strecke vom GEZE </w:t>
      </w:r>
      <w:r w:rsidR="00EC03F3">
        <w:t>Stammsitz</w:t>
      </w:r>
      <w:r>
        <w:t xml:space="preserve"> in Leonberg bis ans </w:t>
      </w:r>
      <w:proofErr w:type="spellStart"/>
      <w:r>
        <w:t>Nordkapp</w:t>
      </w:r>
      <w:proofErr w:type="spellEnd"/>
      <w:r>
        <w:t xml:space="preserve"> in Norwegen. Das Familienunternehmen GEZE, der Spezialist für innovative Tür-, Fenster- und Sicherheitstechnik mit Sitz in Leonberg, hat die erlaufenen Kilometer seiner Mitarbeitenden in eine Spende von 4.000 Euro umgewandelt. Das Geld geht an den Ausrichter des Lebenslaufs, dem </w:t>
      </w:r>
      <w:proofErr w:type="spellStart"/>
      <w:r>
        <w:t>Muskoviszidose</w:t>
      </w:r>
      <w:proofErr w:type="spellEnd"/>
      <w:r>
        <w:t xml:space="preserve"> Landesverband Baden-Württemberg, und kommt somit direkt den Betroffenen zugute.</w:t>
      </w:r>
    </w:p>
    <w:p w14:paraId="5BA58F99" w14:textId="77777777" w:rsidR="00585146" w:rsidRDefault="00585146" w:rsidP="00585146"/>
    <w:p w14:paraId="7982D5B1" w14:textId="77777777" w:rsidR="00585146" w:rsidRPr="00585146" w:rsidRDefault="00585146" w:rsidP="00585146">
      <w:pPr>
        <w:rPr>
          <w:b/>
          <w:bCs/>
        </w:rPr>
      </w:pPr>
      <w:r w:rsidRPr="00585146">
        <w:rPr>
          <w:b/>
          <w:bCs/>
        </w:rPr>
        <w:t>Jeder Kilometer zählt</w:t>
      </w:r>
    </w:p>
    <w:p w14:paraId="2B4CE3D5" w14:textId="77777777" w:rsidR="00585146" w:rsidRDefault="00585146" w:rsidP="00585146">
      <w:r>
        <w:t xml:space="preserve">Der </w:t>
      </w:r>
      <w:proofErr w:type="spellStart"/>
      <w:r>
        <w:t>Ditzinger</w:t>
      </w:r>
      <w:proofErr w:type="spellEnd"/>
      <w:r>
        <w:t xml:space="preserve"> Lebenslauf findet seit 1999 statt, ins Leben gerufen vom Mukoviszidose Landesverband Baden-Württemberg. Wie schon in den beiden Vorjahren fand das Lauf-Event auch dieses Jahr pandemiebedingt digital basiert statt: Via App und Internet wurden die von den Teilnehmenden gelaufenen Kilometer gemessen und visualisiert. Dabei zählt jeder Kilometer – auch der Spaziergang in der Mittagspause oder das </w:t>
      </w:r>
      <w:proofErr w:type="spellStart"/>
      <w:r>
        <w:t>Gassigehen</w:t>
      </w:r>
      <w:proofErr w:type="spellEnd"/>
      <w:r>
        <w:t xml:space="preserve"> am Abend mit dem Hund. Jede Teilnehmerin und jeder Teilnehmer </w:t>
      </w:r>
      <w:proofErr w:type="gramStart"/>
      <w:r>
        <w:t>lief</w:t>
      </w:r>
      <w:proofErr w:type="gramEnd"/>
      <w:r>
        <w:t xml:space="preserve"> einzeln oder als Familiengruppe. Sponsoren wie GEZE vergüteten dann jeden gelaufenen Kilometer mit einem Spendenbetrag. Das Geld fließt in Therapie- und Forschungsmaßnahmen, um die Lebensqualität der betroffenen Menschen zu verbessern. Mitarbeiterinnen und Mitarbeiter von GEZE laufen bereits seit über zehn Jahren beim </w:t>
      </w:r>
      <w:proofErr w:type="spellStart"/>
      <w:r>
        <w:t>Ditzinger</w:t>
      </w:r>
      <w:proofErr w:type="spellEnd"/>
      <w:r>
        <w:t xml:space="preserve"> Lebenslauf mit. </w:t>
      </w:r>
    </w:p>
    <w:p w14:paraId="2B1696D0" w14:textId="77777777" w:rsidR="006B111C" w:rsidRPr="00585146" w:rsidRDefault="006B111C" w:rsidP="00095819"/>
    <w:p w14:paraId="1CA46788" w14:textId="02323521" w:rsidR="006B111C" w:rsidRDefault="006B111C" w:rsidP="00095819"/>
    <w:p w14:paraId="5B2CEF9B" w14:textId="65F0E520" w:rsidR="00EC03F3" w:rsidRDefault="00EC03F3" w:rsidP="00095819"/>
    <w:p w14:paraId="6592E8F8" w14:textId="77777777" w:rsidR="00EC03F3" w:rsidRPr="00585146" w:rsidRDefault="00EC03F3" w:rsidP="00095819"/>
    <w:p w14:paraId="6A248832" w14:textId="77777777" w:rsidR="00095819" w:rsidRDefault="00095819" w:rsidP="00095819">
      <w:r>
        <w:t>Weitere Informationen:</w:t>
      </w:r>
    </w:p>
    <w:p w14:paraId="1EC4BA86" w14:textId="77777777" w:rsidR="00585146" w:rsidRPr="00585146" w:rsidRDefault="00C92E58" w:rsidP="00585146">
      <w:pPr>
        <w:rPr>
          <w:color w:val="1F3864" w:themeColor="accent1" w:themeShade="80"/>
          <w:sz w:val="22"/>
          <w:szCs w:val="22"/>
          <w:lang w:eastAsia="de-DE"/>
        </w:rPr>
      </w:pPr>
      <w:hyperlink r:id="rId9" w:history="1">
        <w:r w:rsidR="00585146" w:rsidRPr="00585146">
          <w:rPr>
            <w:rFonts w:ascii="Segoe UI" w:hAnsi="Segoe UI" w:cs="Segoe UI"/>
            <w:color w:val="1F3864" w:themeColor="accent1" w:themeShade="80"/>
            <w:sz w:val="22"/>
            <w:szCs w:val="22"/>
            <w:u w:val="single"/>
            <w:shd w:val="clear" w:color="auto" w:fill="FFFFFF"/>
            <w:lang w:eastAsia="de-DE"/>
          </w:rPr>
          <w:t>https://www.geze.de/de/newsroom/4000-euro-fuer-den-kampf-gegen-mukoviszidose-geze-beim-ditzinger-lebenslauf</w:t>
        </w:r>
      </w:hyperlink>
    </w:p>
    <w:p w14:paraId="430CB92F" w14:textId="77777777" w:rsidR="006B111C" w:rsidRPr="006B111C" w:rsidRDefault="006B111C" w:rsidP="00095819"/>
    <w:p w14:paraId="5A291185" w14:textId="77777777" w:rsidR="006B111C" w:rsidRPr="00C32636" w:rsidRDefault="006B111C" w:rsidP="006B111C">
      <w:pPr>
        <w:rPr>
          <w:b/>
          <w:lang w:val="fr-FR"/>
        </w:rPr>
      </w:pPr>
      <w:r w:rsidRPr="00C32636">
        <w:rPr>
          <w:b/>
          <w:lang w:val="fr-FR"/>
        </w:rPr>
        <w:t xml:space="preserve">ÜBER GEZE </w:t>
      </w:r>
    </w:p>
    <w:p w14:paraId="74920629" w14:textId="77777777" w:rsidR="00380CEE" w:rsidRDefault="00380CEE" w:rsidP="00380CEE">
      <w:pPr>
        <w:rPr>
          <w:kern w:val="0"/>
        </w:rPr>
      </w:pPr>
      <w:r>
        <w:t xml:space="preserve">GEZE </w:t>
      </w:r>
      <w:r w:rsidR="004D3D1E">
        <w:t>gehört zu den</w:t>
      </w:r>
      <w:r>
        <w:t xml:space="preserve"> </w:t>
      </w:r>
      <w:r w:rsidR="004D3D1E">
        <w:t>weltweit führenden</w:t>
      </w:r>
      <w:r>
        <w:t xml:space="preserve">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210353D9" w14:textId="77777777" w:rsidR="00380CEE" w:rsidRDefault="00380CEE" w:rsidP="00380CEE">
      <w:r>
        <w:t>Weltweit arbeiten bei GEZE mehr als 3.1</w:t>
      </w:r>
      <w:r w:rsidR="00B53181">
        <w:t>54</w:t>
      </w:r>
      <w:r>
        <w:t xml:space="preserve"> Menschen. GEZE entwickelt und fertigt am Stammsitz in Leonberg. Weitere Fertigungsstätten befinden sich in China, Serbien und der Türkei. Mit 3</w:t>
      </w:r>
      <w:r w:rsidR="00AD7245">
        <w:t>7</w:t>
      </w:r>
      <w:r>
        <w:t xml:space="preserve"> Tochtergesellschaften auf der ganzen Welt und 6 Niederlassungen in Deutschland bietet GEZE maximale Kundennähe und exzellenten Service.</w:t>
      </w:r>
    </w:p>
    <w:p w14:paraId="17B4768A" w14:textId="77777777" w:rsidR="00380CEE" w:rsidRDefault="00380CEE" w:rsidP="00380CEE"/>
    <w:p w14:paraId="01344349"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4D05EF02" wp14:editId="77AEEF0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6E3A186" w14:textId="77777777" w:rsidTr="00454337">
                              <w:trPr>
                                <w:cantSplit/>
                                <w:trHeight w:hRule="exact" w:val="482"/>
                              </w:trPr>
                              <w:tc>
                                <w:tcPr>
                                  <w:tcW w:w="6321" w:type="dxa"/>
                                  <w:tcMar>
                                    <w:bottom w:w="91" w:type="dxa"/>
                                  </w:tcMar>
                                </w:tcPr>
                                <w:p w14:paraId="0F1800CE" w14:textId="77777777" w:rsidR="00512C05" w:rsidRPr="002627A3" w:rsidRDefault="007F0435" w:rsidP="00113091">
                                  <w:pPr>
                                    <w:pStyle w:val="KontaktTitel"/>
                                  </w:pPr>
                                  <w:r w:rsidRPr="002627A3">
                                    <w:t>Kontakt</w:t>
                                  </w:r>
                                </w:p>
                              </w:tc>
                            </w:tr>
                            <w:tr w:rsidR="007F0435" w:rsidRPr="00EC03F3" w14:paraId="58613053" w14:textId="77777777" w:rsidTr="00575AEF">
                              <w:trPr>
                                <w:cantSplit/>
                                <w:trHeight w:hRule="exact" w:val="425"/>
                              </w:trPr>
                              <w:tc>
                                <w:tcPr>
                                  <w:tcW w:w="6321" w:type="dxa"/>
                                </w:tcPr>
                                <w:p w14:paraId="05B85E7C"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0D0D757F"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387B9EB"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5EF0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6E3A186" w14:textId="77777777" w:rsidTr="00454337">
                        <w:trPr>
                          <w:cantSplit/>
                          <w:trHeight w:hRule="exact" w:val="482"/>
                        </w:trPr>
                        <w:tc>
                          <w:tcPr>
                            <w:tcW w:w="6321" w:type="dxa"/>
                            <w:tcMar>
                              <w:bottom w:w="91" w:type="dxa"/>
                            </w:tcMar>
                          </w:tcPr>
                          <w:p w14:paraId="0F1800CE" w14:textId="77777777" w:rsidR="00512C05" w:rsidRPr="002627A3" w:rsidRDefault="007F0435" w:rsidP="00113091">
                            <w:pPr>
                              <w:pStyle w:val="KontaktTitel"/>
                            </w:pPr>
                            <w:r w:rsidRPr="002627A3">
                              <w:t>Kontakt</w:t>
                            </w:r>
                          </w:p>
                        </w:tc>
                      </w:tr>
                      <w:tr w:rsidR="007F0435" w:rsidRPr="00EC03F3" w14:paraId="58613053" w14:textId="77777777" w:rsidTr="00575AEF">
                        <w:trPr>
                          <w:cantSplit/>
                          <w:trHeight w:hRule="exact" w:val="425"/>
                        </w:trPr>
                        <w:tc>
                          <w:tcPr>
                            <w:tcW w:w="6321" w:type="dxa"/>
                          </w:tcPr>
                          <w:p w14:paraId="05B85E7C"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0D0D757F"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387B9EB"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4B17F" w14:textId="77777777" w:rsidR="00C92E58" w:rsidRDefault="00C92E58" w:rsidP="008D6134">
      <w:pPr>
        <w:spacing w:line="240" w:lineRule="auto"/>
      </w:pPr>
      <w:r>
        <w:separator/>
      </w:r>
    </w:p>
  </w:endnote>
  <w:endnote w:type="continuationSeparator" w:id="0">
    <w:p w14:paraId="608B93A5" w14:textId="77777777" w:rsidR="00C92E58" w:rsidRDefault="00C92E5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786C3"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23C37"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C0A4A"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6FE36" w14:textId="77777777" w:rsidR="00C92E58" w:rsidRDefault="00C92E58" w:rsidP="008D6134">
      <w:pPr>
        <w:spacing w:line="240" w:lineRule="auto"/>
      </w:pPr>
      <w:r>
        <w:separator/>
      </w:r>
    </w:p>
  </w:footnote>
  <w:footnote w:type="continuationSeparator" w:id="0">
    <w:p w14:paraId="08BC6CEB" w14:textId="77777777" w:rsidR="00C92E58" w:rsidRDefault="00C92E5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81EF"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EC03F3" w14:paraId="326C9EB9" w14:textId="77777777" w:rsidTr="00B556B7">
      <w:trPr>
        <w:trHeight w:hRule="exact" w:val="204"/>
      </w:trPr>
      <w:tc>
        <w:tcPr>
          <w:tcW w:w="7359" w:type="dxa"/>
          <w:tcMar>
            <w:bottom w:w="45" w:type="dxa"/>
          </w:tcMar>
        </w:tcPr>
        <w:p w14:paraId="785D6806"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88E8CEB" w14:textId="77777777" w:rsidTr="00B556B7">
      <w:trPr>
        <w:trHeight w:hRule="exact" w:val="425"/>
      </w:trPr>
      <w:tc>
        <w:tcPr>
          <w:tcW w:w="7359" w:type="dxa"/>
          <w:tcMar>
            <w:top w:w="210" w:type="dxa"/>
            <w:bottom w:w="57" w:type="dxa"/>
          </w:tcMar>
        </w:tcPr>
        <w:p w14:paraId="0C11F275"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585146" w:rsidRPr="008B572B">
            <w:t>Pressemitteilung</w:t>
          </w:r>
          <w:r>
            <w:fldChar w:fldCharType="end"/>
          </w:r>
        </w:p>
        <w:p w14:paraId="278F1E6A" w14:textId="77777777" w:rsidR="008A2F5C" w:rsidRPr="00C65692" w:rsidRDefault="008A2F5C" w:rsidP="00B556B7">
          <w:pPr>
            <w:pStyle w:val="DokumenttypFolgeseiten"/>
            <w:framePr w:hSpace="0" w:wrap="auto" w:vAnchor="margin" w:yAlign="inline"/>
          </w:pPr>
          <w:r>
            <w:t>Ü</w:t>
          </w:r>
        </w:p>
      </w:tc>
    </w:tr>
    <w:tr w:rsidR="00742404" w:rsidRPr="008A2F5C" w14:paraId="366A6D06" w14:textId="77777777" w:rsidTr="00B556B7">
      <w:trPr>
        <w:trHeight w:hRule="exact" w:val="215"/>
      </w:trPr>
      <w:tc>
        <w:tcPr>
          <w:tcW w:w="7359" w:type="dxa"/>
        </w:tcPr>
        <w:p w14:paraId="4FC0E6FE" w14:textId="786D4CDF"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04-12T00:00:00Z">
                <w:dateFormat w:val="dd.MM.yyyy"/>
                <w:lid w:val="de-DE"/>
                <w:storeMappedDataAs w:val="dateTime"/>
                <w:calendar w:val="gregorian"/>
              </w:date>
            </w:sdtPr>
            <w:sdtEndPr/>
            <w:sdtContent>
              <w:r w:rsidR="00585146">
                <w:t>12.04.2022</w:t>
              </w:r>
            </w:sdtContent>
          </w:sdt>
        </w:p>
      </w:tc>
    </w:tr>
  </w:tbl>
  <w:p w14:paraId="2BE5555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18080CD4"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7F5C854" wp14:editId="2B132EFC">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EC96"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EC03F3" w14:paraId="20DD80B2" w14:textId="77777777" w:rsidTr="005A529F">
      <w:trPr>
        <w:trHeight w:hRule="exact" w:val="198"/>
      </w:trPr>
      <w:tc>
        <w:tcPr>
          <w:tcW w:w="7371" w:type="dxa"/>
        </w:tcPr>
        <w:p w14:paraId="7058FC8C"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80EFF79" w14:textId="77777777" w:rsidTr="005A529F">
      <w:trPr>
        <w:trHeight w:val="765"/>
      </w:trPr>
      <w:tc>
        <w:tcPr>
          <w:tcW w:w="7371" w:type="dxa"/>
          <w:tcMar>
            <w:top w:w="204" w:type="dxa"/>
          </w:tcMar>
        </w:tcPr>
        <w:p w14:paraId="6C9EEDA0"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626B919B"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9FE45C0" wp14:editId="4AC6A62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1E1D481" wp14:editId="0FA22FA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F23C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5C0A1A5D" wp14:editId="0AA24AB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7B5E3B"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446586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146"/>
    <w:rsid w:val="00025DF7"/>
    <w:rsid w:val="0003629C"/>
    <w:rsid w:val="0005443A"/>
    <w:rsid w:val="00062822"/>
    <w:rsid w:val="0008169D"/>
    <w:rsid w:val="00094A49"/>
    <w:rsid w:val="00095819"/>
    <w:rsid w:val="000B02C6"/>
    <w:rsid w:val="00110BB8"/>
    <w:rsid w:val="00113091"/>
    <w:rsid w:val="001261D2"/>
    <w:rsid w:val="00131D40"/>
    <w:rsid w:val="001673EE"/>
    <w:rsid w:val="001F462D"/>
    <w:rsid w:val="002627A3"/>
    <w:rsid w:val="0029378C"/>
    <w:rsid w:val="00295C6C"/>
    <w:rsid w:val="002A2B85"/>
    <w:rsid w:val="002D45A8"/>
    <w:rsid w:val="002D4EAE"/>
    <w:rsid w:val="003023FF"/>
    <w:rsid w:val="00362821"/>
    <w:rsid w:val="003660CB"/>
    <w:rsid w:val="00372112"/>
    <w:rsid w:val="00380CEE"/>
    <w:rsid w:val="00381993"/>
    <w:rsid w:val="003A1C1B"/>
    <w:rsid w:val="003C69DE"/>
    <w:rsid w:val="003D37C3"/>
    <w:rsid w:val="003F7DD3"/>
    <w:rsid w:val="00420C17"/>
    <w:rsid w:val="00454337"/>
    <w:rsid w:val="004D3D1E"/>
    <w:rsid w:val="004E1AAA"/>
    <w:rsid w:val="00501A06"/>
    <w:rsid w:val="00512C05"/>
    <w:rsid w:val="00516727"/>
    <w:rsid w:val="00525290"/>
    <w:rsid w:val="0053157C"/>
    <w:rsid w:val="00546F76"/>
    <w:rsid w:val="00575AEF"/>
    <w:rsid w:val="00585146"/>
    <w:rsid w:val="00590F61"/>
    <w:rsid w:val="005A4E09"/>
    <w:rsid w:val="005A529F"/>
    <w:rsid w:val="0060196E"/>
    <w:rsid w:val="006247F0"/>
    <w:rsid w:val="00650096"/>
    <w:rsid w:val="00661485"/>
    <w:rsid w:val="006B111C"/>
    <w:rsid w:val="00742404"/>
    <w:rsid w:val="0074360A"/>
    <w:rsid w:val="00750CB1"/>
    <w:rsid w:val="00752C8E"/>
    <w:rsid w:val="00772A8A"/>
    <w:rsid w:val="00782B4B"/>
    <w:rsid w:val="007C2C48"/>
    <w:rsid w:val="007D4F8A"/>
    <w:rsid w:val="007F0435"/>
    <w:rsid w:val="00846FEA"/>
    <w:rsid w:val="008510DC"/>
    <w:rsid w:val="00853B2B"/>
    <w:rsid w:val="00863B08"/>
    <w:rsid w:val="008A2F5C"/>
    <w:rsid w:val="008B572B"/>
    <w:rsid w:val="008B5ABA"/>
    <w:rsid w:val="008C32F8"/>
    <w:rsid w:val="008D6134"/>
    <w:rsid w:val="008E19EE"/>
    <w:rsid w:val="008E707F"/>
    <w:rsid w:val="008F0D1C"/>
    <w:rsid w:val="008F511E"/>
    <w:rsid w:val="009149AE"/>
    <w:rsid w:val="00925FCD"/>
    <w:rsid w:val="00980D79"/>
    <w:rsid w:val="0099368D"/>
    <w:rsid w:val="009B16EE"/>
    <w:rsid w:val="00A03805"/>
    <w:rsid w:val="00A13AF3"/>
    <w:rsid w:val="00A2525B"/>
    <w:rsid w:val="00A330C9"/>
    <w:rsid w:val="00A37A65"/>
    <w:rsid w:val="00A701E2"/>
    <w:rsid w:val="00A72D48"/>
    <w:rsid w:val="00A9034D"/>
    <w:rsid w:val="00A91680"/>
    <w:rsid w:val="00AA25C7"/>
    <w:rsid w:val="00AD6CE7"/>
    <w:rsid w:val="00AD7245"/>
    <w:rsid w:val="00B06CCE"/>
    <w:rsid w:val="00B22183"/>
    <w:rsid w:val="00B223C4"/>
    <w:rsid w:val="00B53181"/>
    <w:rsid w:val="00B542C6"/>
    <w:rsid w:val="00B556B7"/>
    <w:rsid w:val="00B72C78"/>
    <w:rsid w:val="00BF2B94"/>
    <w:rsid w:val="00C05431"/>
    <w:rsid w:val="00C3654A"/>
    <w:rsid w:val="00C405F5"/>
    <w:rsid w:val="00C65692"/>
    <w:rsid w:val="00C92E58"/>
    <w:rsid w:val="00D21E65"/>
    <w:rsid w:val="00D263AB"/>
    <w:rsid w:val="00D5446F"/>
    <w:rsid w:val="00D827D0"/>
    <w:rsid w:val="00DA6046"/>
    <w:rsid w:val="00DB4BE6"/>
    <w:rsid w:val="00DC7D49"/>
    <w:rsid w:val="00DE1ED3"/>
    <w:rsid w:val="00DF67D1"/>
    <w:rsid w:val="00E10257"/>
    <w:rsid w:val="00E2393F"/>
    <w:rsid w:val="00E308E8"/>
    <w:rsid w:val="00EC03F3"/>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1781B2"/>
  <w15:docId w15:val="{0A994CA8-D32A-F948-9C09-335878FFB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212469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4000-euro-fuer-den-kampf-gegen-mukoviszidose-geze-beim-ditzinger-lebenslau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GoogleDrive/Geteilte%20Ablagen/PanamaPR_Kunden/Kunden_2022/GEZE/Vorlagen/Pressemitteilung_Vorlage_inkl-Boilerplate_2021_12-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B94D8DBFA23F4CB79FE070B108026B"/>
        <w:category>
          <w:name w:val="Allgemein"/>
          <w:gallery w:val="placeholder"/>
        </w:category>
        <w:types>
          <w:type w:val="bbPlcHdr"/>
        </w:types>
        <w:behaviors>
          <w:behavior w:val="content"/>
        </w:behaviors>
        <w:guid w:val="{1A95C252-258E-5844-BAA2-83D17A25210A}"/>
      </w:docPartPr>
      <w:docPartBody>
        <w:p w:rsidR="00D62F3F" w:rsidRDefault="00166730">
          <w:pPr>
            <w:pStyle w:val="65B94D8DBFA23F4CB79FE070B108026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730"/>
    <w:rsid w:val="00166730"/>
    <w:rsid w:val="008C3AC1"/>
    <w:rsid w:val="00D62F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5B94D8DBFA23F4CB79FE070B108026B">
    <w:name w:val="65B94D8DBFA23F4CB79FE070B10802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2022-04-12T00:00:00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4C7ECD-28A4-46BE-82FD-4FF998432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Pressemitteilung_Vorlage_inkl-Boilerplate_2021_12-10.dotx</Template>
  <TotalTime>0</TotalTime>
  <Pages>2</Pages>
  <Words>410</Words>
  <Characters>2587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2</cp:revision>
  <cp:lastPrinted>2018-11-26T15:21:00Z</cp:lastPrinted>
  <dcterms:created xsi:type="dcterms:W3CDTF">2022-04-12T12:31:00Z</dcterms:created>
  <dcterms:modified xsi:type="dcterms:W3CDTF">2022-04-12T14:02:00Z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